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F5CE" w14:textId="77777777" w:rsidR="00DA18F2" w:rsidRPr="00492D51" w:rsidRDefault="00DA18F2" w:rsidP="000F4B59">
      <w:pPr>
        <w:pStyle w:val="HeadUnit"/>
        <w:spacing w:before="0"/>
      </w:pPr>
      <w:bookmarkStart w:id="0" w:name="_GoBack"/>
      <w:bookmarkEnd w:id="0"/>
      <w:r>
        <w:t>LANGUAGE</w:t>
      </w:r>
    </w:p>
    <w:p w14:paraId="6A7E583B" w14:textId="56B1A372" w:rsidR="008573E0" w:rsidRPr="000F4B59" w:rsidRDefault="00F368FC" w:rsidP="00567D5C">
      <w:pPr>
        <w:pStyle w:val="HeadASection"/>
        <w:rPr>
          <w:lang w:val="en-GB"/>
        </w:rPr>
      </w:pPr>
      <w:r w:rsidRPr="000F4B59">
        <w:rPr>
          <w:lang w:val="en-GB"/>
        </w:rPr>
        <w:t xml:space="preserve">Lesson </w:t>
      </w:r>
      <w:r w:rsidR="00061203" w:rsidRPr="000F4B59">
        <w:rPr>
          <w:lang w:val="en-GB"/>
        </w:rPr>
        <w:t>7</w:t>
      </w:r>
      <w:r w:rsidR="00955030" w:rsidRPr="000F4B59">
        <w:rPr>
          <w:lang w:val="en-GB"/>
        </w:rPr>
        <w:t>.1 Vocabulary</w:t>
      </w:r>
      <w:r w:rsidR="00E23CC4" w:rsidRPr="000F4B59">
        <w:rPr>
          <w:spacing w:val="11"/>
          <w:lang w:val="en-GB"/>
        </w:rPr>
        <w:t xml:space="preserve"> </w:t>
      </w:r>
    </w:p>
    <w:p w14:paraId="495E18F9" w14:textId="77777777" w:rsidR="003E1823" w:rsidRPr="00492D51" w:rsidRDefault="003E1823" w:rsidP="003E1823">
      <w:pPr>
        <w:pStyle w:val="EXAMTASKTYPE"/>
      </w:pPr>
      <w:r>
        <w:t>B2 Business Vantage / C1 Business Higher</w:t>
      </w:r>
    </w:p>
    <w:p w14:paraId="3FFE11EB" w14:textId="580B351C" w:rsidR="00D711B2" w:rsidRDefault="008573E0" w:rsidP="008D2BFA">
      <w:pPr>
        <w:pStyle w:val="Rubric"/>
      </w:pPr>
      <w:r w:rsidRPr="00E84816">
        <w:t xml:space="preserve">1 </w:t>
      </w:r>
      <w:r w:rsidR="00BA7D6E" w:rsidRPr="00E84816">
        <w:tab/>
      </w:r>
      <w:r w:rsidR="00DF5D1A">
        <w:t>Choose the correct option a, b, c or d.</w:t>
      </w:r>
    </w:p>
    <w:p w14:paraId="41015541" w14:textId="77777777" w:rsidR="00DF5D1A" w:rsidRDefault="00DF5D1A" w:rsidP="008D2BFA">
      <w:pPr>
        <w:pStyle w:val="Rubric"/>
      </w:pPr>
    </w:p>
    <w:p w14:paraId="623094A7" w14:textId="234CFA6E" w:rsidR="00DF5D1A" w:rsidRDefault="00DF5D1A" w:rsidP="008D2BFA">
      <w:pPr>
        <w:pStyle w:val="Rubric"/>
        <w:rPr>
          <w:b w:val="0"/>
        </w:rPr>
      </w:pPr>
      <w:r w:rsidRPr="00DF5D1A">
        <w:rPr>
          <w:b w:val="0"/>
        </w:rPr>
        <w:t xml:space="preserve">Building in a city </w:t>
      </w:r>
      <w:r w:rsidR="00B05B6E" w:rsidRPr="00DF5D1A">
        <w:rPr>
          <w:b w:val="0"/>
        </w:rPr>
        <w:t xml:space="preserve">such as Los Angeles </w:t>
      </w:r>
      <w:r w:rsidRPr="00DF5D1A">
        <w:rPr>
          <w:b w:val="0"/>
        </w:rPr>
        <w:t xml:space="preserve">which is at </w:t>
      </w:r>
      <w:r w:rsidR="009A5AA1">
        <w:rPr>
          <w:b w:val="0"/>
          <w:vertAlign w:val="superscript"/>
        </w:rPr>
        <w:t>1</w:t>
      </w:r>
      <w:r w:rsidR="003C4A94" w:rsidRPr="003C4A94">
        <w:rPr>
          <w:rStyle w:val="GapFillchr"/>
        </w:rPr>
        <w:t>     </w:t>
      </w:r>
      <w:r w:rsidRPr="00DF5D1A">
        <w:rPr>
          <w:b w:val="0"/>
        </w:rPr>
        <w:t xml:space="preserve"> risk of natural disasters is a complex area of work. These places can </w:t>
      </w:r>
      <w:r w:rsidR="009A5AA1">
        <w:rPr>
          <w:b w:val="0"/>
          <w:vertAlign w:val="superscript"/>
        </w:rPr>
        <w:t>2</w:t>
      </w:r>
      <w:r w:rsidR="003C4A94" w:rsidRPr="003C4A94">
        <w:rPr>
          <w:rStyle w:val="GapFillchr"/>
        </w:rPr>
        <w:t>     </w:t>
      </w:r>
      <w:r w:rsidRPr="00DF5D1A">
        <w:rPr>
          <w:b w:val="0"/>
        </w:rPr>
        <w:t xml:space="preserve"> enormous damage and there are many</w:t>
      </w:r>
      <w:r w:rsidR="0049681D" w:rsidRPr="0049681D">
        <w:rPr>
          <w:b w:val="0"/>
        </w:rPr>
        <w:t xml:space="preserve"> </w:t>
      </w:r>
      <w:r w:rsidR="0049681D" w:rsidRPr="00DF5D1A">
        <w:rPr>
          <w:b w:val="0"/>
        </w:rPr>
        <w:t>potential</w:t>
      </w:r>
      <w:r w:rsidRPr="00DF5D1A">
        <w:rPr>
          <w:b w:val="0"/>
        </w:rPr>
        <w:t xml:space="preserve"> </w:t>
      </w:r>
      <w:r w:rsidR="009A5AA1">
        <w:rPr>
          <w:b w:val="0"/>
          <w:vertAlign w:val="superscript"/>
        </w:rPr>
        <w:t>3</w:t>
      </w:r>
      <w:r w:rsidR="003C4A94" w:rsidRPr="003C4A94">
        <w:rPr>
          <w:rStyle w:val="GapFillchr"/>
        </w:rPr>
        <w:t>     </w:t>
      </w:r>
      <w:r w:rsidRPr="00DF5D1A">
        <w:rPr>
          <w:b w:val="0"/>
        </w:rPr>
        <w:t xml:space="preserve"> to consider. Although it would be good to </w:t>
      </w:r>
      <w:r w:rsidR="009A5AA1">
        <w:rPr>
          <w:b w:val="0"/>
          <w:vertAlign w:val="superscript"/>
        </w:rPr>
        <w:t>4</w:t>
      </w:r>
      <w:r w:rsidR="003C4A94" w:rsidRPr="003C4A94">
        <w:rPr>
          <w:rStyle w:val="GapFillchr"/>
        </w:rPr>
        <w:t>     </w:t>
      </w:r>
      <w:r w:rsidRPr="00DF5D1A">
        <w:rPr>
          <w:b w:val="0"/>
        </w:rPr>
        <w:t xml:space="preserve"> disasters, scientists and engineers know this is not possible. Instead they focus on </w:t>
      </w:r>
      <w:r w:rsidR="009A5AA1">
        <w:rPr>
          <w:b w:val="0"/>
          <w:vertAlign w:val="superscript"/>
        </w:rPr>
        <w:t>5</w:t>
      </w:r>
      <w:r w:rsidR="003C4A94" w:rsidRPr="003C4A94">
        <w:rPr>
          <w:rStyle w:val="GapFillchr"/>
        </w:rPr>
        <w:t>     </w:t>
      </w:r>
      <w:r w:rsidRPr="00DF5D1A">
        <w:rPr>
          <w:b w:val="0"/>
        </w:rPr>
        <w:t xml:space="preserve"> the risks. The most important aspect of building in these cities is to do a</w:t>
      </w:r>
      <w:r w:rsidR="003C4A94">
        <w:rPr>
          <w:b w:val="0"/>
        </w:rPr>
        <w:t> </w:t>
      </w:r>
      <w:r w:rsidR="009A5AA1" w:rsidRPr="00DF5D1A">
        <w:rPr>
          <w:b w:val="0"/>
        </w:rPr>
        <w:t xml:space="preserve">risk </w:t>
      </w:r>
      <w:r w:rsidR="009A5AA1">
        <w:rPr>
          <w:b w:val="0"/>
          <w:vertAlign w:val="superscript"/>
        </w:rPr>
        <w:t>6</w:t>
      </w:r>
      <w:r w:rsidR="003C4A94" w:rsidRPr="003C4A94">
        <w:rPr>
          <w:rStyle w:val="GapFillchr"/>
        </w:rPr>
        <w:t>     </w:t>
      </w:r>
      <w:r w:rsidRPr="00DF5D1A">
        <w:rPr>
          <w:b w:val="0"/>
        </w:rPr>
        <w:t xml:space="preserve"> to work out which factors </w:t>
      </w:r>
      <w:r w:rsidR="009A5AA1" w:rsidRPr="000F4B59">
        <w:rPr>
          <w:b w:val="0"/>
          <w:vertAlign w:val="superscript"/>
        </w:rPr>
        <w:t>7</w:t>
      </w:r>
      <w:r w:rsidR="003C4A94" w:rsidRPr="003C4A94">
        <w:rPr>
          <w:rStyle w:val="GapFillchr"/>
        </w:rPr>
        <w:t>     </w:t>
      </w:r>
      <w:r w:rsidR="003C4A94">
        <w:rPr>
          <w:b w:val="0"/>
        </w:rPr>
        <w:br/>
      </w:r>
      <w:r w:rsidRPr="00DF5D1A">
        <w:rPr>
          <w:b w:val="0"/>
        </w:rPr>
        <w:t>a</w:t>
      </w:r>
      <w:r w:rsidR="003C4A94">
        <w:rPr>
          <w:b w:val="0"/>
        </w:rPr>
        <w:t> </w:t>
      </w:r>
      <w:r w:rsidRPr="00DF5D1A">
        <w:rPr>
          <w:b w:val="0"/>
        </w:rPr>
        <w:t xml:space="preserve">threat for this specific location. This type of </w:t>
      </w:r>
      <w:r w:rsidR="00F443F7" w:rsidRPr="00DF5D1A">
        <w:rPr>
          <w:b w:val="0"/>
        </w:rPr>
        <w:t>forward</w:t>
      </w:r>
      <w:r w:rsidR="00F443F7">
        <w:rPr>
          <w:b w:val="0"/>
          <w:vertAlign w:val="superscript"/>
        </w:rPr>
        <w:t xml:space="preserve"> </w:t>
      </w:r>
      <w:r w:rsidR="009A5AA1">
        <w:rPr>
          <w:b w:val="0"/>
          <w:vertAlign w:val="superscript"/>
        </w:rPr>
        <w:t>8</w:t>
      </w:r>
      <w:r w:rsidR="003C4A94" w:rsidRPr="003C4A94">
        <w:rPr>
          <w:rStyle w:val="GapFillchr"/>
        </w:rPr>
        <w:t>     </w:t>
      </w:r>
      <w:r w:rsidRPr="00DF5D1A">
        <w:rPr>
          <w:b w:val="0"/>
        </w:rPr>
        <w:t xml:space="preserve"> can help because experts can identify a possible problem. Nowadays computer programmes are used a lot to model natural disasters. This helps engineers </w:t>
      </w:r>
      <w:r w:rsidR="009A5AA1">
        <w:rPr>
          <w:b w:val="0"/>
          <w:vertAlign w:val="superscript"/>
        </w:rPr>
        <w:t>9</w:t>
      </w:r>
      <w:r w:rsidR="003C4A94" w:rsidRPr="003C4A94">
        <w:rPr>
          <w:rStyle w:val="GapFillchr"/>
        </w:rPr>
        <w:t>     </w:t>
      </w:r>
      <w:r w:rsidRPr="00DF5D1A">
        <w:rPr>
          <w:b w:val="0"/>
        </w:rPr>
        <w:t xml:space="preserve"> solutions and understand more about what </w:t>
      </w:r>
      <w:r w:rsidR="009A5AA1">
        <w:rPr>
          <w:b w:val="0"/>
          <w:vertAlign w:val="superscript"/>
        </w:rPr>
        <w:t>10</w:t>
      </w:r>
      <w:r w:rsidR="003C4A94" w:rsidRPr="003C4A94">
        <w:rPr>
          <w:rStyle w:val="GapFillchr"/>
        </w:rPr>
        <w:t>     </w:t>
      </w:r>
      <w:r w:rsidRPr="00DF5D1A">
        <w:rPr>
          <w:b w:val="0"/>
        </w:rPr>
        <w:t xml:space="preserve"> measures could be useful to make buildings safer.</w:t>
      </w:r>
    </w:p>
    <w:p w14:paraId="2FB291A8" w14:textId="708AA6AE" w:rsidR="00DF5D1A" w:rsidRDefault="00DF5D1A" w:rsidP="0038091A">
      <w:pPr>
        <w:pStyle w:val="Rubric"/>
        <w:tabs>
          <w:tab w:val="left" w:pos="1276"/>
        </w:tabs>
        <w:rPr>
          <w:b w:val="0"/>
        </w:rPr>
      </w:pPr>
    </w:p>
    <w:p w14:paraId="12295A73" w14:textId="774B58B4" w:rsidR="00DF5D1A" w:rsidRPr="00DF5D1A" w:rsidRDefault="00DF5D1A" w:rsidP="000F4B59">
      <w:pPr>
        <w:pStyle w:val="Rubric"/>
        <w:tabs>
          <w:tab w:val="left" w:pos="1134"/>
          <w:tab w:val="left" w:pos="2410"/>
          <w:tab w:val="left" w:pos="3544"/>
        </w:tabs>
      </w:pPr>
      <w:r w:rsidRPr="00DF5D1A">
        <w:t xml:space="preserve">1 </w:t>
      </w:r>
      <w:bookmarkStart w:id="1" w:name="_Hlk528072495"/>
      <w:r w:rsidRPr="00DF5D1A">
        <w:t>a</w:t>
      </w:r>
      <w:r w:rsidR="007B0165">
        <w:t xml:space="preserve"> </w:t>
      </w:r>
      <w:r w:rsidR="007B0165">
        <w:rPr>
          <w:b w:val="0"/>
        </w:rPr>
        <w:t>forward</w:t>
      </w:r>
      <w:r w:rsidR="007B0165">
        <w:rPr>
          <w:b w:val="0"/>
        </w:rPr>
        <w:tab/>
      </w:r>
      <w:r w:rsidRPr="00DF5D1A">
        <w:t>b</w:t>
      </w:r>
      <w:r w:rsidR="007B0165">
        <w:t xml:space="preserve"> </w:t>
      </w:r>
      <w:r w:rsidR="007B0165" w:rsidRPr="007B0165">
        <w:rPr>
          <w:b w:val="0"/>
        </w:rPr>
        <w:t>preventative</w:t>
      </w:r>
      <w:r w:rsidR="0038091A">
        <w:tab/>
      </w:r>
      <w:r w:rsidRPr="00DF5D1A">
        <w:t>c</w:t>
      </w:r>
      <w:r w:rsidR="007B0165">
        <w:t xml:space="preserve"> </w:t>
      </w:r>
      <w:r w:rsidR="007B0165">
        <w:rPr>
          <w:b w:val="0"/>
        </w:rPr>
        <w:t>mitigating</w:t>
      </w:r>
      <w:r w:rsidR="007B0165">
        <w:rPr>
          <w:b w:val="0"/>
        </w:rPr>
        <w:tab/>
      </w:r>
      <w:r w:rsidRPr="00DF5D1A">
        <w:t xml:space="preserve">d </w:t>
      </w:r>
      <w:bookmarkEnd w:id="1"/>
      <w:r w:rsidR="009A5AA1" w:rsidRPr="00DF5D1A">
        <w:rPr>
          <w:b w:val="0"/>
        </w:rPr>
        <w:t>great</w:t>
      </w:r>
    </w:p>
    <w:p w14:paraId="7148A398" w14:textId="2AD6A88A" w:rsidR="00DF5D1A" w:rsidRPr="00DF5D1A" w:rsidRDefault="00DF5D1A" w:rsidP="000F4B59">
      <w:pPr>
        <w:pStyle w:val="Rubric"/>
        <w:tabs>
          <w:tab w:val="left" w:pos="1276"/>
          <w:tab w:val="left" w:pos="2977"/>
          <w:tab w:val="left" w:pos="3544"/>
        </w:tabs>
        <w:ind w:left="2410" w:hanging="2410"/>
      </w:pPr>
      <w:r w:rsidRPr="00DF5D1A">
        <w:t>2 a</w:t>
      </w:r>
      <w:r w:rsidR="007B0165">
        <w:t xml:space="preserve"> </w:t>
      </w:r>
      <w:r w:rsidR="007B0165">
        <w:rPr>
          <w:b w:val="0"/>
        </w:rPr>
        <w:t>manage</w:t>
      </w:r>
      <w:r w:rsidR="0038091A">
        <w:rPr>
          <w:b w:val="0"/>
        </w:rPr>
        <w:tab/>
      </w:r>
      <w:r w:rsidRPr="00DF5D1A">
        <w:t>b</w:t>
      </w:r>
      <w:r w:rsidR="007B0165">
        <w:t xml:space="preserve"> </w:t>
      </w:r>
      <w:r w:rsidR="007B0165">
        <w:rPr>
          <w:b w:val="0"/>
        </w:rPr>
        <w:t>pose</w:t>
      </w:r>
      <w:r w:rsidR="0038091A">
        <w:rPr>
          <w:b w:val="0"/>
        </w:rPr>
        <w:tab/>
      </w:r>
      <w:r w:rsidRPr="00DF5D1A">
        <w:t>c</w:t>
      </w:r>
      <w:r w:rsidR="009A5AA1" w:rsidRPr="009A5AA1">
        <w:rPr>
          <w:b w:val="0"/>
        </w:rPr>
        <w:t xml:space="preserve"> </w:t>
      </w:r>
      <w:r w:rsidR="0038091A" w:rsidRPr="00DF5D1A">
        <w:rPr>
          <w:b w:val="0"/>
        </w:rPr>
        <w:t>suffer</w:t>
      </w:r>
      <w:r w:rsidR="0038091A">
        <w:tab/>
      </w:r>
      <w:r w:rsidRPr="00DF5D1A">
        <w:t>d</w:t>
      </w:r>
      <w:r w:rsidR="007B0165">
        <w:t xml:space="preserve"> </w:t>
      </w:r>
      <w:r w:rsidR="0049681D" w:rsidRPr="0049681D">
        <w:rPr>
          <w:b w:val="0"/>
        </w:rPr>
        <w:t>asses</w:t>
      </w:r>
      <w:r w:rsidR="0049681D">
        <w:rPr>
          <w:b w:val="0"/>
        </w:rPr>
        <w:t>s</w:t>
      </w:r>
    </w:p>
    <w:p w14:paraId="7F58630B" w14:textId="53A467A1" w:rsidR="00DF5D1A" w:rsidRPr="007628EB" w:rsidRDefault="00DF5D1A" w:rsidP="000F4B59">
      <w:pPr>
        <w:pStyle w:val="Rubric"/>
        <w:tabs>
          <w:tab w:val="left" w:pos="1276"/>
          <w:tab w:val="left" w:pos="1418"/>
          <w:tab w:val="left" w:pos="2410"/>
          <w:tab w:val="left" w:pos="3544"/>
        </w:tabs>
        <w:rPr>
          <w:b w:val="0"/>
        </w:rPr>
      </w:pPr>
      <w:r w:rsidRPr="00DF5D1A">
        <w:t>3 a</w:t>
      </w:r>
      <w:r w:rsidR="0049681D">
        <w:t xml:space="preserve"> </w:t>
      </w:r>
      <w:r w:rsidR="0049681D">
        <w:rPr>
          <w:b w:val="0"/>
        </w:rPr>
        <w:t>solutions</w:t>
      </w:r>
      <w:r w:rsidR="0038091A">
        <w:rPr>
          <w:b w:val="0"/>
        </w:rPr>
        <w:tab/>
      </w:r>
      <w:r w:rsidRPr="00DF5D1A">
        <w:t>b</w:t>
      </w:r>
      <w:r w:rsidR="009A5AA1" w:rsidRPr="009A5AA1">
        <w:rPr>
          <w:b w:val="0"/>
        </w:rPr>
        <w:t xml:space="preserve"> </w:t>
      </w:r>
      <w:r w:rsidR="009A5AA1" w:rsidRPr="00DF5D1A">
        <w:rPr>
          <w:b w:val="0"/>
        </w:rPr>
        <w:t xml:space="preserve">risks </w:t>
      </w:r>
      <w:r w:rsidR="0038091A">
        <w:rPr>
          <w:b w:val="0"/>
        </w:rPr>
        <w:tab/>
      </w:r>
      <w:r w:rsidRPr="00DF5D1A">
        <w:t>c</w:t>
      </w:r>
      <w:r w:rsidR="0049681D">
        <w:t xml:space="preserve"> </w:t>
      </w:r>
      <w:r w:rsidR="00F443F7">
        <w:rPr>
          <w:b w:val="0"/>
        </w:rPr>
        <w:t>measure</w:t>
      </w:r>
      <w:r w:rsidR="00B13BF8">
        <w:rPr>
          <w:b w:val="0"/>
        </w:rPr>
        <w:t>s</w:t>
      </w:r>
      <w:r w:rsidR="0038091A">
        <w:rPr>
          <w:b w:val="0"/>
        </w:rPr>
        <w:tab/>
      </w:r>
      <w:r w:rsidRPr="00DF5D1A">
        <w:t>d</w:t>
      </w:r>
      <w:r w:rsidR="00B13BF8">
        <w:t xml:space="preserve"> </w:t>
      </w:r>
      <w:r w:rsidR="00491ADB" w:rsidRPr="007628EB">
        <w:rPr>
          <w:b w:val="0"/>
        </w:rPr>
        <w:t>resources</w:t>
      </w:r>
    </w:p>
    <w:p w14:paraId="7DA80C8A" w14:textId="17FF3298" w:rsidR="00DF5D1A" w:rsidRPr="00DF5D1A" w:rsidRDefault="00DF5D1A" w:rsidP="000F4B59">
      <w:pPr>
        <w:pStyle w:val="Rubric"/>
        <w:tabs>
          <w:tab w:val="left" w:pos="1276"/>
          <w:tab w:val="left" w:pos="2410"/>
          <w:tab w:val="left" w:pos="3544"/>
        </w:tabs>
      </w:pPr>
      <w:r w:rsidRPr="00DF5D1A">
        <w:t>4 a</w:t>
      </w:r>
      <w:r w:rsidR="0049681D">
        <w:t xml:space="preserve"> </w:t>
      </w:r>
      <w:r w:rsidR="0049681D">
        <w:rPr>
          <w:b w:val="0"/>
        </w:rPr>
        <w:t>pose</w:t>
      </w:r>
      <w:r w:rsidR="0038091A">
        <w:rPr>
          <w:b w:val="0"/>
        </w:rPr>
        <w:tab/>
      </w:r>
      <w:r w:rsidRPr="00DF5D1A">
        <w:t>b</w:t>
      </w:r>
      <w:r w:rsidR="0049681D">
        <w:t xml:space="preserve"> </w:t>
      </w:r>
      <w:r w:rsidR="0049681D">
        <w:rPr>
          <w:b w:val="0"/>
        </w:rPr>
        <w:t>suffer</w:t>
      </w:r>
      <w:r w:rsidR="0038091A">
        <w:rPr>
          <w:b w:val="0"/>
        </w:rPr>
        <w:tab/>
      </w:r>
      <w:r w:rsidRPr="00DF5D1A">
        <w:t>c</w:t>
      </w:r>
      <w:r w:rsidR="009A5AA1" w:rsidRPr="009A5AA1">
        <w:rPr>
          <w:b w:val="0"/>
        </w:rPr>
        <w:t xml:space="preserve"> </w:t>
      </w:r>
      <w:r w:rsidR="009A5AA1" w:rsidRPr="00DF5D1A">
        <w:rPr>
          <w:b w:val="0"/>
        </w:rPr>
        <w:t>prevent</w:t>
      </w:r>
      <w:r w:rsidR="0038091A">
        <w:rPr>
          <w:b w:val="0"/>
        </w:rPr>
        <w:tab/>
      </w:r>
      <w:r w:rsidRPr="00DF5D1A">
        <w:t>d</w:t>
      </w:r>
      <w:r w:rsidR="0049681D">
        <w:t xml:space="preserve"> </w:t>
      </w:r>
      <w:r w:rsidR="0049681D" w:rsidRPr="0049681D">
        <w:rPr>
          <w:b w:val="0"/>
        </w:rPr>
        <w:t>run</w:t>
      </w:r>
    </w:p>
    <w:p w14:paraId="66C0CD5F" w14:textId="4C47AAAB" w:rsidR="00DF5D1A" w:rsidRPr="0049681D" w:rsidRDefault="00DF5D1A" w:rsidP="000F4B59">
      <w:pPr>
        <w:pStyle w:val="Rubric"/>
        <w:tabs>
          <w:tab w:val="left" w:pos="1276"/>
          <w:tab w:val="left" w:pos="2410"/>
          <w:tab w:val="left" w:pos="3544"/>
        </w:tabs>
        <w:rPr>
          <w:b w:val="0"/>
        </w:rPr>
      </w:pPr>
      <w:r w:rsidRPr="00DF5D1A">
        <w:t>5 a</w:t>
      </w:r>
      <w:r w:rsidR="009A5AA1" w:rsidRPr="009A5AA1">
        <w:rPr>
          <w:b w:val="0"/>
        </w:rPr>
        <w:t xml:space="preserve"> </w:t>
      </w:r>
      <w:r w:rsidR="009A5AA1" w:rsidRPr="00DF5D1A">
        <w:rPr>
          <w:b w:val="0"/>
        </w:rPr>
        <w:t>minimising</w:t>
      </w:r>
      <w:r w:rsidR="00FA4E88">
        <w:rPr>
          <w:b w:val="0"/>
        </w:rPr>
        <w:t xml:space="preserve"> </w:t>
      </w:r>
      <w:r w:rsidRPr="00DF5D1A">
        <w:t>b</w:t>
      </w:r>
      <w:r w:rsidR="0049681D">
        <w:t xml:space="preserve"> </w:t>
      </w:r>
      <w:r w:rsidR="0049681D">
        <w:rPr>
          <w:b w:val="0"/>
        </w:rPr>
        <w:t>running</w:t>
      </w:r>
      <w:r w:rsidR="0049681D">
        <w:rPr>
          <w:b w:val="0"/>
        </w:rPr>
        <w:tab/>
      </w:r>
      <w:r w:rsidRPr="00DF5D1A">
        <w:t>c</w:t>
      </w:r>
      <w:r w:rsidR="0049681D">
        <w:t xml:space="preserve"> </w:t>
      </w:r>
      <w:r w:rsidR="0049681D">
        <w:rPr>
          <w:b w:val="0"/>
        </w:rPr>
        <w:t>testing</w:t>
      </w:r>
      <w:r w:rsidR="0038091A">
        <w:rPr>
          <w:b w:val="0"/>
        </w:rPr>
        <w:tab/>
      </w:r>
      <w:r w:rsidRPr="00DF5D1A">
        <w:t>d</w:t>
      </w:r>
      <w:r w:rsidR="0049681D">
        <w:t xml:space="preserve"> </w:t>
      </w:r>
      <w:r w:rsidR="0049681D">
        <w:rPr>
          <w:b w:val="0"/>
        </w:rPr>
        <w:t>posing</w:t>
      </w:r>
    </w:p>
    <w:p w14:paraId="1F3C31B5" w14:textId="26AA340D" w:rsidR="00DF5D1A" w:rsidRPr="007167C5" w:rsidRDefault="00DF5D1A" w:rsidP="000F4B59">
      <w:pPr>
        <w:pStyle w:val="Rubric"/>
        <w:tabs>
          <w:tab w:val="left" w:pos="1276"/>
          <w:tab w:val="left" w:pos="2410"/>
          <w:tab w:val="left" w:pos="3544"/>
        </w:tabs>
        <w:rPr>
          <w:b w:val="0"/>
        </w:rPr>
      </w:pPr>
      <w:r w:rsidRPr="00DF5D1A">
        <w:t xml:space="preserve">6 </w:t>
      </w:r>
      <w:proofErr w:type="spellStart"/>
      <w:r w:rsidRPr="00DF5D1A">
        <w:t>a</w:t>
      </w:r>
      <w:proofErr w:type="spellEnd"/>
      <w:r w:rsidR="009A5AA1" w:rsidRPr="009A5AA1">
        <w:rPr>
          <w:b w:val="0"/>
        </w:rPr>
        <w:t xml:space="preserve"> </w:t>
      </w:r>
      <w:r w:rsidR="009A5AA1" w:rsidRPr="00DF5D1A">
        <w:rPr>
          <w:b w:val="0"/>
        </w:rPr>
        <w:t>analysis</w:t>
      </w:r>
      <w:r w:rsidR="0038091A">
        <w:tab/>
      </w:r>
      <w:r w:rsidRPr="00DF5D1A">
        <w:t>b</w:t>
      </w:r>
      <w:r w:rsidR="0049681D">
        <w:t xml:space="preserve"> </w:t>
      </w:r>
      <w:r w:rsidR="00090A84">
        <w:rPr>
          <w:b w:val="0"/>
        </w:rPr>
        <w:t>damage</w:t>
      </w:r>
      <w:r w:rsidR="0038091A">
        <w:rPr>
          <w:b w:val="0"/>
        </w:rPr>
        <w:tab/>
      </w:r>
      <w:r w:rsidRPr="00DF5D1A">
        <w:t>c</w:t>
      </w:r>
      <w:r w:rsidR="00090A84">
        <w:t xml:space="preserve"> </w:t>
      </w:r>
      <w:r w:rsidR="00090A84" w:rsidRPr="00090A84">
        <w:rPr>
          <w:b w:val="0"/>
        </w:rPr>
        <w:t>threat</w:t>
      </w:r>
      <w:r w:rsidR="00090A84">
        <w:tab/>
      </w:r>
      <w:r w:rsidRPr="00DF5D1A">
        <w:t>d</w:t>
      </w:r>
      <w:r w:rsidR="00090A84">
        <w:t xml:space="preserve"> </w:t>
      </w:r>
      <w:r w:rsidR="007167C5">
        <w:rPr>
          <w:b w:val="0"/>
        </w:rPr>
        <w:t>hazard</w:t>
      </w:r>
    </w:p>
    <w:p w14:paraId="4455E0D5" w14:textId="3C8D376D" w:rsidR="00DF5D1A" w:rsidRPr="00DF5D1A" w:rsidRDefault="00DF5D1A" w:rsidP="000F4B59">
      <w:pPr>
        <w:pStyle w:val="Rubric"/>
        <w:tabs>
          <w:tab w:val="left" w:pos="1276"/>
          <w:tab w:val="left" w:pos="2410"/>
          <w:tab w:val="left" w:pos="3544"/>
        </w:tabs>
      </w:pPr>
      <w:r w:rsidRPr="00DF5D1A">
        <w:t>7 a</w:t>
      </w:r>
      <w:r w:rsidR="007167C5">
        <w:t xml:space="preserve"> </w:t>
      </w:r>
      <w:r w:rsidR="00F443F7">
        <w:rPr>
          <w:b w:val="0"/>
        </w:rPr>
        <w:t>minimise</w:t>
      </w:r>
      <w:r w:rsidR="0038091A">
        <w:rPr>
          <w:b w:val="0"/>
        </w:rPr>
        <w:tab/>
      </w:r>
      <w:r w:rsidRPr="00DF5D1A">
        <w:t>b</w:t>
      </w:r>
      <w:r w:rsidR="009A5AA1" w:rsidRPr="009A5AA1">
        <w:rPr>
          <w:b w:val="0"/>
        </w:rPr>
        <w:t xml:space="preserve"> </w:t>
      </w:r>
      <w:r w:rsidR="009A5AA1" w:rsidRPr="00DF5D1A">
        <w:rPr>
          <w:b w:val="0"/>
        </w:rPr>
        <w:t>pose</w:t>
      </w:r>
      <w:r w:rsidR="0038091A">
        <w:tab/>
      </w:r>
      <w:r w:rsidRPr="00DF5D1A">
        <w:t>c</w:t>
      </w:r>
      <w:r w:rsidR="00F443F7">
        <w:t xml:space="preserve"> </w:t>
      </w:r>
      <w:r w:rsidR="00F443F7" w:rsidRPr="00F443F7">
        <w:rPr>
          <w:b w:val="0"/>
        </w:rPr>
        <w:t>run</w:t>
      </w:r>
      <w:r w:rsidR="0038091A">
        <w:rPr>
          <w:b w:val="0"/>
        </w:rPr>
        <w:tab/>
      </w:r>
      <w:r w:rsidRPr="00F443F7">
        <w:t>d</w:t>
      </w:r>
      <w:r w:rsidR="00F443F7">
        <w:t xml:space="preserve"> </w:t>
      </w:r>
      <w:r w:rsidR="00F443F7" w:rsidRPr="00F443F7">
        <w:rPr>
          <w:b w:val="0"/>
        </w:rPr>
        <w:t>reduce</w:t>
      </w:r>
    </w:p>
    <w:p w14:paraId="53D141EB" w14:textId="4EBDC6BD" w:rsidR="00DF5D1A" w:rsidRPr="00DF5D1A" w:rsidRDefault="00DF5D1A" w:rsidP="000F4B59">
      <w:pPr>
        <w:pStyle w:val="Rubric"/>
        <w:tabs>
          <w:tab w:val="left" w:pos="1276"/>
          <w:tab w:val="left" w:pos="2410"/>
          <w:tab w:val="left" w:pos="3544"/>
        </w:tabs>
      </w:pPr>
      <w:r w:rsidRPr="00DF5D1A">
        <w:t>8 a</w:t>
      </w:r>
      <w:r w:rsidR="00F443F7">
        <w:t xml:space="preserve"> </w:t>
      </w:r>
      <w:r w:rsidR="00F443F7">
        <w:rPr>
          <w:b w:val="0"/>
        </w:rPr>
        <w:t>measures</w:t>
      </w:r>
      <w:r w:rsidR="0038091A">
        <w:rPr>
          <w:b w:val="0"/>
        </w:rPr>
        <w:tab/>
      </w:r>
      <w:r w:rsidRPr="00DF5D1A">
        <w:t>b</w:t>
      </w:r>
      <w:r w:rsidR="00F443F7">
        <w:t xml:space="preserve"> </w:t>
      </w:r>
      <w:r w:rsidR="00F443F7">
        <w:rPr>
          <w:b w:val="0"/>
        </w:rPr>
        <w:t>solutions</w:t>
      </w:r>
      <w:r w:rsidR="0038091A">
        <w:rPr>
          <w:b w:val="0"/>
        </w:rPr>
        <w:tab/>
      </w:r>
      <w:r w:rsidRPr="00DF5D1A">
        <w:t>c</w:t>
      </w:r>
      <w:r w:rsidR="00F443F7">
        <w:t xml:space="preserve"> </w:t>
      </w:r>
      <w:r w:rsidR="00F443F7">
        <w:rPr>
          <w:b w:val="0"/>
        </w:rPr>
        <w:t>risks</w:t>
      </w:r>
      <w:r w:rsidR="0038091A">
        <w:rPr>
          <w:b w:val="0"/>
        </w:rPr>
        <w:tab/>
      </w:r>
      <w:r w:rsidRPr="00DF5D1A">
        <w:t>d</w:t>
      </w:r>
      <w:r w:rsidR="009A5AA1" w:rsidRPr="009A5AA1">
        <w:rPr>
          <w:b w:val="0"/>
        </w:rPr>
        <w:t xml:space="preserve"> </w:t>
      </w:r>
      <w:r w:rsidR="009A5AA1" w:rsidRPr="00DF5D1A">
        <w:rPr>
          <w:b w:val="0"/>
        </w:rPr>
        <w:t>thinking</w:t>
      </w:r>
    </w:p>
    <w:p w14:paraId="1D7F92A1" w14:textId="392D2E03" w:rsidR="00DF5D1A" w:rsidRPr="00DF5D1A" w:rsidRDefault="00DF5D1A" w:rsidP="000F4B59">
      <w:pPr>
        <w:pStyle w:val="Rubric"/>
        <w:tabs>
          <w:tab w:val="left" w:pos="1276"/>
          <w:tab w:val="left" w:pos="2410"/>
          <w:tab w:val="left" w:pos="3544"/>
        </w:tabs>
      </w:pPr>
      <w:r w:rsidRPr="00DF5D1A">
        <w:t>9 a</w:t>
      </w:r>
      <w:r w:rsidR="00F443F7">
        <w:t xml:space="preserve"> </w:t>
      </w:r>
      <w:r w:rsidR="00F443F7">
        <w:rPr>
          <w:b w:val="0"/>
        </w:rPr>
        <w:t>mitigate</w:t>
      </w:r>
      <w:r w:rsidR="0038091A">
        <w:rPr>
          <w:b w:val="0"/>
        </w:rPr>
        <w:tab/>
      </w:r>
      <w:r w:rsidRPr="00DF5D1A">
        <w:t>b</w:t>
      </w:r>
      <w:r w:rsidR="00F443F7">
        <w:t xml:space="preserve"> </w:t>
      </w:r>
      <w:r w:rsidR="00F443F7">
        <w:rPr>
          <w:b w:val="0"/>
        </w:rPr>
        <w:t>suffer</w:t>
      </w:r>
      <w:r w:rsidR="00F443F7">
        <w:rPr>
          <w:b w:val="0"/>
        </w:rPr>
        <w:tab/>
      </w:r>
      <w:r w:rsidRPr="00DF5D1A">
        <w:t>c</w:t>
      </w:r>
      <w:r w:rsidR="00F443F7">
        <w:t xml:space="preserve"> </w:t>
      </w:r>
      <w:r w:rsidR="00F443F7">
        <w:rPr>
          <w:b w:val="0"/>
        </w:rPr>
        <w:t>reduce</w:t>
      </w:r>
      <w:r w:rsidR="0038091A">
        <w:rPr>
          <w:b w:val="0"/>
        </w:rPr>
        <w:tab/>
      </w:r>
      <w:r w:rsidRPr="00DF5D1A">
        <w:t>d</w:t>
      </w:r>
      <w:r w:rsidR="009A5AA1" w:rsidRPr="009A5AA1">
        <w:rPr>
          <w:b w:val="0"/>
        </w:rPr>
        <w:t xml:space="preserve"> </w:t>
      </w:r>
      <w:r w:rsidR="009A5AA1" w:rsidRPr="00DF5D1A">
        <w:rPr>
          <w:b w:val="0"/>
        </w:rPr>
        <w:t>test</w:t>
      </w:r>
    </w:p>
    <w:p w14:paraId="3E61C860" w14:textId="59A25CDA" w:rsidR="00DF5D1A" w:rsidRPr="00F443F7" w:rsidRDefault="00DF5D1A" w:rsidP="000F4B59">
      <w:pPr>
        <w:pStyle w:val="Rubric"/>
        <w:tabs>
          <w:tab w:val="left" w:pos="1276"/>
          <w:tab w:val="left" w:pos="2410"/>
          <w:tab w:val="left" w:pos="3544"/>
        </w:tabs>
        <w:rPr>
          <w:b w:val="0"/>
        </w:rPr>
      </w:pPr>
      <w:r w:rsidRPr="00DF5D1A">
        <w:t>10 a</w:t>
      </w:r>
      <w:r w:rsidR="00F443F7">
        <w:t xml:space="preserve"> </w:t>
      </w:r>
      <w:r w:rsidR="00F443F7" w:rsidRPr="00F443F7">
        <w:rPr>
          <w:b w:val="0"/>
        </w:rPr>
        <w:t>great</w:t>
      </w:r>
      <w:r w:rsidR="0038091A">
        <w:rPr>
          <w:b w:val="0"/>
        </w:rPr>
        <w:tab/>
      </w:r>
      <w:r w:rsidRPr="00DF5D1A">
        <w:t>b</w:t>
      </w:r>
      <w:r w:rsidR="009A5AA1" w:rsidRPr="009A5AA1">
        <w:rPr>
          <w:b w:val="0"/>
        </w:rPr>
        <w:t xml:space="preserve"> </w:t>
      </w:r>
      <w:r w:rsidR="009A5AA1" w:rsidRPr="00DF5D1A">
        <w:rPr>
          <w:b w:val="0"/>
        </w:rPr>
        <w:t>preventive</w:t>
      </w:r>
      <w:r w:rsidR="00FA4E88">
        <w:tab/>
      </w:r>
      <w:r w:rsidRPr="00DF5D1A">
        <w:t>c</w:t>
      </w:r>
      <w:r w:rsidR="00F443F7">
        <w:t xml:space="preserve"> </w:t>
      </w:r>
      <w:r w:rsidR="00F443F7" w:rsidRPr="00F443F7">
        <w:rPr>
          <w:b w:val="0"/>
        </w:rPr>
        <w:t>forward</w:t>
      </w:r>
      <w:r w:rsidR="0038091A">
        <w:tab/>
      </w:r>
      <w:r w:rsidRPr="00DF5D1A">
        <w:t>d</w:t>
      </w:r>
      <w:r w:rsidR="00F443F7">
        <w:t xml:space="preserve"> </w:t>
      </w:r>
      <w:r w:rsidR="00F443F7">
        <w:rPr>
          <w:b w:val="0"/>
        </w:rPr>
        <w:t>test</w:t>
      </w:r>
    </w:p>
    <w:p w14:paraId="35E7F77A" w14:textId="4C883A11" w:rsidR="008573E0" w:rsidRDefault="00472DDD" w:rsidP="00D711B2">
      <w:pPr>
        <w:pStyle w:val="ScoreBox"/>
      </w:pPr>
      <w:r>
        <w:t>__</w:t>
      </w:r>
      <w:r w:rsidR="00BA7D6E" w:rsidRPr="00E84816">
        <w:t>/</w:t>
      </w:r>
      <w:r w:rsidR="00955030" w:rsidRPr="00E84816">
        <w:t>10</w:t>
      </w:r>
    </w:p>
    <w:p w14:paraId="25CDCC7C" w14:textId="77777777" w:rsidR="007F021C" w:rsidRPr="00E84816" w:rsidRDefault="007F021C">
      <w:pPr>
        <w:pStyle w:val="ScoreBox"/>
      </w:pPr>
    </w:p>
    <w:p w14:paraId="1F0DCBEE" w14:textId="678CF632" w:rsidR="00955030" w:rsidRPr="000F4B59" w:rsidRDefault="00F368FC" w:rsidP="00567D5C">
      <w:pPr>
        <w:pStyle w:val="HeadASection"/>
        <w:rPr>
          <w:lang w:val="en-GB"/>
        </w:rPr>
      </w:pPr>
      <w:r w:rsidRPr="000F4B59">
        <w:rPr>
          <w:lang w:val="en-GB"/>
        </w:rPr>
        <w:t xml:space="preserve">Lesson </w:t>
      </w:r>
      <w:r w:rsidR="00061203" w:rsidRPr="000F4B59">
        <w:rPr>
          <w:lang w:val="en-GB"/>
        </w:rPr>
        <w:t>7</w:t>
      </w:r>
      <w:r w:rsidR="00955030" w:rsidRPr="000F4B59">
        <w:rPr>
          <w:lang w:val="en-GB"/>
        </w:rPr>
        <w:t>.2 Grammar</w:t>
      </w:r>
    </w:p>
    <w:p w14:paraId="5A8DC344" w14:textId="36DEAE0A" w:rsidR="006F4D2B" w:rsidRDefault="008573E0" w:rsidP="008D2BFA">
      <w:pPr>
        <w:pStyle w:val="Rubric"/>
      </w:pPr>
      <w:r w:rsidRPr="00E84816">
        <w:t>2</w:t>
      </w:r>
      <w:r w:rsidR="00734530">
        <w:t xml:space="preserve"> Complete the sentences with the correct form of the second, third or mixed conditional.</w:t>
      </w:r>
    </w:p>
    <w:p w14:paraId="310FCEE4" w14:textId="4680CB15" w:rsidR="00734530" w:rsidRDefault="00734530" w:rsidP="008D2BFA">
      <w:pPr>
        <w:pStyle w:val="Rubric"/>
      </w:pPr>
    </w:p>
    <w:p w14:paraId="39B1C1C0" w14:textId="12D8DD01" w:rsidR="00734530" w:rsidRPr="00734530" w:rsidRDefault="00734530" w:rsidP="000F4B59">
      <w:pPr>
        <w:pStyle w:val="Rubric"/>
        <w:contextualSpacing w:val="0"/>
        <w:rPr>
          <w:b w:val="0"/>
        </w:rPr>
      </w:pPr>
      <w:r>
        <w:t xml:space="preserve">1 </w:t>
      </w:r>
      <w:r w:rsidRPr="00734530">
        <w:rPr>
          <w:b w:val="0"/>
        </w:rPr>
        <w:t xml:space="preserve">The financial world would be very different if technology </w:t>
      </w:r>
      <w:r w:rsidR="00805499">
        <w:rPr>
          <w:rStyle w:val="GapFillchr"/>
        </w:rPr>
        <w:t>               </w:t>
      </w:r>
      <w:r w:rsidRPr="00734530">
        <w:rPr>
          <w:b w:val="0"/>
        </w:rPr>
        <w:t xml:space="preserve"> (not improve) so quickly in recent years.</w:t>
      </w:r>
    </w:p>
    <w:p w14:paraId="7362AF8C" w14:textId="23EC27B7" w:rsidR="00734530" w:rsidRPr="00734530" w:rsidRDefault="00734530" w:rsidP="000F4B59">
      <w:pPr>
        <w:pStyle w:val="Rubric"/>
        <w:contextualSpacing w:val="0"/>
        <w:rPr>
          <w:b w:val="0"/>
        </w:rPr>
      </w:pPr>
      <w:r>
        <w:t xml:space="preserve">2 </w:t>
      </w:r>
      <w:r w:rsidRPr="00734530">
        <w:rPr>
          <w:b w:val="0"/>
        </w:rPr>
        <w:t xml:space="preserve">I would want to work with animals if I </w:t>
      </w:r>
      <w:r w:rsidR="00805499">
        <w:rPr>
          <w:rStyle w:val="GapFillchr"/>
        </w:rPr>
        <w:t>               </w:t>
      </w:r>
      <w:r w:rsidR="00805499" w:rsidRPr="00734530" w:rsidDel="00805499">
        <w:rPr>
          <w:b w:val="0"/>
        </w:rPr>
        <w:t xml:space="preserve"> </w:t>
      </w:r>
      <w:r w:rsidRPr="00734530">
        <w:rPr>
          <w:b w:val="0"/>
        </w:rPr>
        <w:t xml:space="preserve">(have) </w:t>
      </w:r>
      <w:r w:rsidR="007821C4">
        <w:rPr>
          <w:b w:val="0"/>
        </w:rPr>
        <w:t xml:space="preserve">to choose </w:t>
      </w:r>
      <w:r w:rsidRPr="00734530">
        <w:rPr>
          <w:b w:val="0"/>
        </w:rPr>
        <w:t>my career again.</w:t>
      </w:r>
    </w:p>
    <w:p w14:paraId="2BF59508" w14:textId="1779DDCD" w:rsidR="00734530" w:rsidRPr="00734530" w:rsidRDefault="00734530" w:rsidP="000F4B59">
      <w:pPr>
        <w:pStyle w:val="Rubric"/>
        <w:contextualSpacing w:val="0"/>
        <w:rPr>
          <w:b w:val="0"/>
        </w:rPr>
      </w:pPr>
      <w:r>
        <w:t xml:space="preserve">3 </w:t>
      </w:r>
      <w:r w:rsidRPr="00734530">
        <w:rPr>
          <w:b w:val="0"/>
        </w:rPr>
        <w:t>If I had more money</w:t>
      </w:r>
      <w:r w:rsidR="007821C4">
        <w:rPr>
          <w:b w:val="0"/>
        </w:rPr>
        <w:t>,</w:t>
      </w:r>
      <w:r w:rsidRPr="00734530">
        <w:rPr>
          <w:b w:val="0"/>
        </w:rPr>
        <w:t xml:space="preserve"> I think I </w:t>
      </w:r>
      <w:r w:rsidR="00805499">
        <w:rPr>
          <w:rStyle w:val="GapFillchr"/>
        </w:rPr>
        <w:t>               </w:t>
      </w:r>
      <w:r w:rsidR="00805499">
        <w:rPr>
          <w:b w:val="0"/>
        </w:rPr>
        <w:br/>
      </w:r>
      <w:r w:rsidRPr="00734530">
        <w:rPr>
          <w:b w:val="0"/>
        </w:rPr>
        <w:t>(retire) and travel around the world.</w:t>
      </w:r>
    </w:p>
    <w:p w14:paraId="07632176" w14:textId="393ED04C" w:rsidR="00734530" w:rsidRPr="00734530" w:rsidRDefault="00734530" w:rsidP="000F4B59">
      <w:pPr>
        <w:pStyle w:val="Rubric"/>
        <w:contextualSpacing w:val="0"/>
        <w:rPr>
          <w:b w:val="0"/>
        </w:rPr>
      </w:pPr>
      <w:r>
        <w:t xml:space="preserve">4 </w:t>
      </w:r>
      <w:r w:rsidRPr="00734530">
        <w:rPr>
          <w:b w:val="0"/>
        </w:rPr>
        <w:t xml:space="preserve">If you had lost your job in the financial crisis, what </w:t>
      </w:r>
      <w:r w:rsidR="00805499">
        <w:rPr>
          <w:rStyle w:val="GapFillchr"/>
        </w:rPr>
        <w:t>               </w:t>
      </w:r>
      <w:r w:rsidRPr="00734530">
        <w:rPr>
          <w:b w:val="0"/>
        </w:rPr>
        <w:t xml:space="preserve"> (do)? </w:t>
      </w:r>
    </w:p>
    <w:p w14:paraId="01075F46" w14:textId="2DDBF65B" w:rsidR="00734530" w:rsidRPr="00734530" w:rsidRDefault="00734530" w:rsidP="000F4B59">
      <w:pPr>
        <w:pStyle w:val="Rubric"/>
        <w:contextualSpacing w:val="0"/>
        <w:rPr>
          <w:b w:val="0"/>
        </w:rPr>
      </w:pPr>
      <w:r>
        <w:t xml:space="preserve">5 </w:t>
      </w:r>
      <w:r w:rsidRPr="00734530">
        <w:rPr>
          <w:b w:val="0"/>
        </w:rPr>
        <w:t xml:space="preserve">Gemma </w:t>
      </w:r>
      <w:r w:rsidR="00805499">
        <w:rPr>
          <w:rStyle w:val="GapFillchr"/>
        </w:rPr>
        <w:t>               </w:t>
      </w:r>
      <w:r w:rsidRPr="00734530">
        <w:rPr>
          <w:b w:val="0"/>
        </w:rPr>
        <w:t xml:space="preserve"> (not accept) the job</w:t>
      </w:r>
      <w:r w:rsidR="00805499">
        <w:rPr>
          <w:b w:val="0"/>
        </w:rPr>
        <w:t> </w:t>
      </w:r>
      <w:r w:rsidRPr="00734530">
        <w:rPr>
          <w:b w:val="0"/>
        </w:rPr>
        <w:t>if</w:t>
      </w:r>
      <w:r w:rsidR="00805499">
        <w:rPr>
          <w:b w:val="0"/>
        </w:rPr>
        <w:t> </w:t>
      </w:r>
      <w:r w:rsidRPr="00734530">
        <w:rPr>
          <w:b w:val="0"/>
        </w:rPr>
        <w:t>she’d known it was going to be so stressful.</w:t>
      </w:r>
    </w:p>
    <w:p w14:paraId="12DEA4C6" w14:textId="534352D2" w:rsidR="00734530" w:rsidRPr="00734530" w:rsidRDefault="00734530" w:rsidP="000F4B59">
      <w:pPr>
        <w:pStyle w:val="Rubric"/>
        <w:contextualSpacing w:val="0"/>
        <w:rPr>
          <w:b w:val="0"/>
        </w:rPr>
      </w:pPr>
      <w:r>
        <w:t xml:space="preserve">6 </w:t>
      </w:r>
      <w:proofErr w:type="spellStart"/>
      <w:r w:rsidRPr="00734530">
        <w:rPr>
          <w:b w:val="0"/>
        </w:rPr>
        <w:t>Inaki</w:t>
      </w:r>
      <w:proofErr w:type="spellEnd"/>
      <w:r w:rsidRPr="00734530">
        <w:rPr>
          <w:b w:val="0"/>
        </w:rPr>
        <w:t xml:space="preserve"> would be happier if he </w:t>
      </w:r>
      <w:r w:rsidR="00805499">
        <w:rPr>
          <w:rStyle w:val="GapFillchr"/>
        </w:rPr>
        <w:t>               </w:t>
      </w:r>
      <w:r w:rsidR="00805499" w:rsidRPr="00734530" w:rsidDel="00805499">
        <w:rPr>
          <w:b w:val="0"/>
        </w:rPr>
        <w:t xml:space="preserve"> </w:t>
      </w:r>
      <w:r w:rsidR="00805499">
        <w:rPr>
          <w:b w:val="0"/>
        </w:rPr>
        <w:br/>
      </w:r>
      <w:r w:rsidRPr="00734530">
        <w:rPr>
          <w:b w:val="0"/>
        </w:rPr>
        <w:t>(study) history instead of engineering</w:t>
      </w:r>
      <w:r w:rsidR="003D4DA6">
        <w:rPr>
          <w:b w:val="0"/>
        </w:rPr>
        <w:t xml:space="preserve"> when he was at</w:t>
      </w:r>
      <w:r w:rsidR="00805499">
        <w:rPr>
          <w:b w:val="0"/>
        </w:rPr>
        <w:t> </w:t>
      </w:r>
      <w:r w:rsidR="003D4DA6">
        <w:rPr>
          <w:b w:val="0"/>
        </w:rPr>
        <w:t>university</w:t>
      </w:r>
      <w:r w:rsidRPr="00734530">
        <w:rPr>
          <w:b w:val="0"/>
        </w:rPr>
        <w:t xml:space="preserve">. </w:t>
      </w:r>
    </w:p>
    <w:p w14:paraId="0263F715" w14:textId="58CD1C5A" w:rsidR="00734530" w:rsidRPr="00734530" w:rsidRDefault="00734530" w:rsidP="000F4B59">
      <w:pPr>
        <w:pStyle w:val="Rubric"/>
        <w:contextualSpacing w:val="0"/>
        <w:rPr>
          <w:b w:val="0"/>
        </w:rPr>
      </w:pPr>
      <w:r>
        <w:t xml:space="preserve">7 </w:t>
      </w:r>
      <w:r w:rsidRPr="00734530">
        <w:rPr>
          <w:b w:val="0"/>
        </w:rPr>
        <w:t>If banks had invested more wisely</w:t>
      </w:r>
      <w:r w:rsidR="003D4DA6">
        <w:rPr>
          <w:b w:val="0"/>
        </w:rPr>
        <w:t xml:space="preserve"> ten years ago</w:t>
      </w:r>
      <w:r w:rsidRPr="00734530">
        <w:rPr>
          <w:b w:val="0"/>
        </w:rPr>
        <w:t xml:space="preserve">, the economy </w:t>
      </w:r>
      <w:r w:rsidR="00805499">
        <w:rPr>
          <w:rStyle w:val="GapFillchr"/>
        </w:rPr>
        <w:t>               </w:t>
      </w:r>
      <w:r w:rsidRPr="00734530">
        <w:rPr>
          <w:b w:val="0"/>
        </w:rPr>
        <w:t xml:space="preserve"> (grow) in a more sustainable way</w:t>
      </w:r>
      <w:r w:rsidR="003D4DA6">
        <w:rPr>
          <w:b w:val="0"/>
        </w:rPr>
        <w:t xml:space="preserve"> recently</w:t>
      </w:r>
      <w:r w:rsidRPr="00734530">
        <w:rPr>
          <w:b w:val="0"/>
        </w:rPr>
        <w:t xml:space="preserve">. </w:t>
      </w:r>
    </w:p>
    <w:p w14:paraId="500A939E" w14:textId="4FC58F46" w:rsidR="00734530" w:rsidRPr="00734530" w:rsidRDefault="00734530" w:rsidP="000F4B59">
      <w:pPr>
        <w:pStyle w:val="Rubric"/>
        <w:contextualSpacing w:val="0"/>
        <w:rPr>
          <w:b w:val="0"/>
        </w:rPr>
      </w:pPr>
      <w:r>
        <w:t xml:space="preserve">8 </w:t>
      </w:r>
      <w:r w:rsidRPr="00734530">
        <w:rPr>
          <w:b w:val="0"/>
        </w:rPr>
        <w:t>If I</w:t>
      </w:r>
      <w:r w:rsidR="00805499">
        <w:rPr>
          <w:b w:val="0"/>
        </w:rPr>
        <w:t xml:space="preserve"> </w:t>
      </w:r>
      <w:r w:rsidR="00805499">
        <w:rPr>
          <w:rStyle w:val="GapFillchr"/>
        </w:rPr>
        <w:t>               </w:t>
      </w:r>
      <w:r w:rsidR="006F3A1C">
        <w:rPr>
          <w:b w:val="0"/>
        </w:rPr>
        <w:t xml:space="preserve"> (take)</w:t>
      </w:r>
      <w:r w:rsidRPr="00734530">
        <w:rPr>
          <w:b w:val="0"/>
        </w:rPr>
        <w:t xml:space="preserve"> more risks in my life</w:t>
      </w:r>
      <w:r w:rsidR="003D4DA6">
        <w:rPr>
          <w:b w:val="0"/>
        </w:rPr>
        <w:t xml:space="preserve"> when I was younger</w:t>
      </w:r>
      <w:r w:rsidRPr="00734530">
        <w:rPr>
          <w:b w:val="0"/>
        </w:rPr>
        <w:t xml:space="preserve">, maybe I </w:t>
      </w:r>
      <w:r w:rsidR="006F3A1C">
        <w:rPr>
          <w:b w:val="0"/>
        </w:rPr>
        <w:t>would feel</w:t>
      </w:r>
      <w:r w:rsidRPr="00734530">
        <w:rPr>
          <w:b w:val="0"/>
        </w:rPr>
        <w:t xml:space="preserve"> more fulfilled now.</w:t>
      </w:r>
    </w:p>
    <w:p w14:paraId="40CDF253" w14:textId="69163D74" w:rsidR="00734530" w:rsidRPr="00734530" w:rsidRDefault="00734530" w:rsidP="000F4B59">
      <w:pPr>
        <w:pStyle w:val="Rubric"/>
        <w:contextualSpacing w:val="0"/>
        <w:rPr>
          <w:b w:val="0"/>
        </w:rPr>
      </w:pPr>
      <w:r>
        <w:t xml:space="preserve">9 </w:t>
      </w:r>
      <w:r w:rsidRPr="00734530">
        <w:rPr>
          <w:b w:val="0"/>
        </w:rPr>
        <w:t xml:space="preserve">My university course </w:t>
      </w:r>
      <w:r w:rsidR="00805499">
        <w:rPr>
          <w:rStyle w:val="GapFillchr"/>
        </w:rPr>
        <w:t>               </w:t>
      </w:r>
      <w:r w:rsidRPr="00734530">
        <w:rPr>
          <w:b w:val="0"/>
        </w:rPr>
        <w:t xml:space="preserve"> (be) better if I’d had the opportunity to do some work experience. </w:t>
      </w:r>
    </w:p>
    <w:p w14:paraId="55FBBEB1" w14:textId="669C12BF" w:rsidR="00734530" w:rsidRPr="00734530" w:rsidRDefault="00734530" w:rsidP="000F4B59">
      <w:pPr>
        <w:pStyle w:val="Rubric"/>
        <w:contextualSpacing w:val="0"/>
        <w:rPr>
          <w:b w:val="0"/>
        </w:rPr>
      </w:pPr>
      <w:r>
        <w:t xml:space="preserve">10 </w:t>
      </w:r>
      <w:r w:rsidRPr="00734530">
        <w:rPr>
          <w:b w:val="0"/>
        </w:rPr>
        <w:t xml:space="preserve">If they had the choice, they </w:t>
      </w:r>
      <w:r w:rsidR="00805499">
        <w:rPr>
          <w:rStyle w:val="GapFillchr"/>
        </w:rPr>
        <w:t>               </w:t>
      </w:r>
      <w:r w:rsidR="00805499">
        <w:rPr>
          <w:b w:val="0"/>
        </w:rPr>
        <w:br/>
      </w:r>
      <w:r w:rsidRPr="00734530">
        <w:rPr>
          <w:b w:val="0"/>
        </w:rPr>
        <w:t>(live) nearer their children</w:t>
      </w:r>
      <w:r w:rsidR="003D4DA6">
        <w:rPr>
          <w:b w:val="0"/>
        </w:rPr>
        <w:t xml:space="preserve"> so they could visit more often</w:t>
      </w:r>
      <w:r w:rsidRPr="00734530">
        <w:rPr>
          <w:b w:val="0"/>
        </w:rPr>
        <w:t>.</w:t>
      </w:r>
    </w:p>
    <w:p w14:paraId="07454A8C" w14:textId="7E7B1C29" w:rsidR="00F2377F" w:rsidRDefault="00472DDD" w:rsidP="00FD0CE4">
      <w:pPr>
        <w:pStyle w:val="ScoreBox"/>
      </w:pPr>
      <w:r>
        <w:t>__</w:t>
      </w:r>
      <w:r w:rsidR="00F2377F" w:rsidRPr="00E84816">
        <w:t>/10</w:t>
      </w:r>
    </w:p>
    <w:p w14:paraId="3B25F191" w14:textId="77777777" w:rsidR="00E667AF" w:rsidRPr="00E84816" w:rsidRDefault="00E667AF" w:rsidP="00FD0CE4">
      <w:pPr>
        <w:pStyle w:val="ScoreBox"/>
      </w:pPr>
    </w:p>
    <w:p w14:paraId="17366BD1" w14:textId="5918D7EE" w:rsidR="00880D10" w:rsidRPr="000F4B59" w:rsidRDefault="00880D10" w:rsidP="000F4B59">
      <w:pPr>
        <w:pStyle w:val="HeadASection"/>
        <w:rPr>
          <w:lang w:val="en-GB"/>
        </w:rPr>
      </w:pPr>
      <w:r w:rsidRPr="000F4B59">
        <w:rPr>
          <w:lang w:val="en-GB"/>
        </w:rPr>
        <w:t>Lesson 7.3 Functional language</w:t>
      </w:r>
    </w:p>
    <w:p w14:paraId="1DD2FAE2" w14:textId="4D9DC494" w:rsidR="00880D10" w:rsidRDefault="00880D10" w:rsidP="00880D10">
      <w:pPr>
        <w:pStyle w:val="Rubric"/>
      </w:pPr>
      <w:r>
        <w:t xml:space="preserve">3 Complete the text with </w:t>
      </w:r>
      <w:r w:rsidR="007821C4">
        <w:t xml:space="preserve">one </w:t>
      </w:r>
      <w:r>
        <w:t>word in each gap.</w:t>
      </w:r>
    </w:p>
    <w:p w14:paraId="41EF6E4B" w14:textId="77777777" w:rsidR="00880D10" w:rsidRDefault="00880D10" w:rsidP="00880D10">
      <w:pPr>
        <w:pStyle w:val="Rubric"/>
        <w:rPr>
          <w:b w:val="0"/>
        </w:rPr>
      </w:pPr>
    </w:p>
    <w:p w14:paraId="196703F2" w14:textId="2F8BB7F0" w:rsidR="00880D10" w:rsidRDefault="00880D10" w:rsidP="00880D10">
      <w:pPr>
        <w:pStyle w:val="Text"/>
      </w:pPr>
      <w:r>
        <w:t>Obviously, going into the merger also comes with a</w:t>
      </w:r>
      <w:r w:rsidR="002B73C8">
        <w:t> </w:t>
      </w:r>
      <w:r>
        <w:t xml:space="preserve">certain </w:t>
      </w:r>
      <w:r w:rsidR="00C85D2C">
        <w:t xml:space="preserve">amount </w:t>
      </w:r>
      <w:r>
        <w:t xml:space="preserve">of risk. We can’t </w:t>
      </w:r>
      <w:r w:rsidRPr="001C59C2">
        <w:rPr>
          <w:vertAlign w:val="superscript"/>
        </w:rPr>
        <w:t>1</w:t>
      </w:r>
      <w:r w:rsidR="002B73C8" w:rsidRPr="002B73C8">
        <w:rPr>
          <w:rStyle w:val="GapFillchr"/>
        </w:rPr>
        <w:t>          </w:t>
      </w:r>
      <w:r>
        <w:t xml:space="preserve"> all the possible problems, but we need to be ready to deal with issues as they </w:t>
      </w:r>
      <w:r w:rsidRPr="001C59C2">
        <w:rPr>
          <w:vertAlign w:val="superscript"/>
        </w:rPr>
        <w:t>2</w:t>
      </w:r>
      <w:r w:rsidR="002B73C8" w:rsidRPr="002B73C8">
        <w:rPr>
          <w:rStyle w:val="GapFillchr"/>
        </w:rPr>
        <w:t>          </w:t>
      </w:r>
      <w:r>
        <w:t xml:space="preserve"> </w:t>
      </w:r>
      <w:r w:rsidR="004D3813">
        <w:t xml:space="preserve">. </w:t>
      </w:r>
      <w:r>
        <w:t>Remember that good planning also looks at the worst</w:t>
      </w:r>
      <w:r w:rsidRPr="001C59C2">
        <w:rPr>
          <w:vertAlign w:val="superscript"/>
        </w:rPr>
        <w:t xml:space="preserve"> 3</w:t>
      </w:r>
      <w:r w:rsidR="002B73C8" w:rsidRPr="002B73C8">
        <w:rPr>
          <w:rStyle w:val="GapFillchr"/>
        </w:rPr>
        <w:t>          </w:t>
      </w:r>
      <w:r>
        <w:t xml:space="preserve"> scenarios</w:t>
      </w:r>
      <w:r w:rsidR="002B73C8">
        <w:t>,</w:t>
      </w:r>
      <w:r>
        <w:t xml:space="preserve"> too.</w:t>
      </w:r>
    </w:p>
    <w:p w14:paraId="200F2672" w14:textId="0B698DE5" w:rsidR="00880D10" w:rsidRDefault="00880D10" w:rsidP="00880D10">
      <w:pPr>
        <w:pStyle w:val="Text"/>
      </w:pPr>
      <w:r>
        <w:t>This may sound like</w:t>
      </w:r>
      <w:r w:rsidRPr="00C31105">
        <w:t xml:space="preserve"> scaremongering</w:t>
      </w:r>
      <w:r>
        <w:t xml:space="preserve"> and I don’t want</w:t>
      </w:r>
      <w:r w:rsidR="002B73C8">
        <w:t> </w:t>
      </w:r>
      <w:r>
        <w:t xml:space="preserve">you to think that I think negatively about this merger. We just need to make sure we cover all </w:t>
      </w:r>
      <w:r>
        <w:rPr>
          <w:vertAlign w:val="superscript"/>
        </w:rPr>
        <w:t>4</w:t>
      </w:r>
      <w:r w:rsidR="002B73C8" w:rsidRPr="002B73C8">
        <w:rPr>
          <w:rStyle w:val="GapFillchr"/>
        </w:rPr>
        <w:t>          </w:t>
      </w:r>
      <w:r w:rsidR="004D3813">
        <w:t xml:space="preserve"> .</w:t>
      </w:r>
      <w:r>
        <w:t xml:space="preserve"> Remember, it’s a big step and although we hope it will go well, </w:t>
      </w:r>
      <w:r w:rsidR="009D2F16">
        <w:t>we’re not overcautious doing damage</w:t>
      </w:r>
      <w:r>
        <w:t xml:space="preserve"> </w:t>
      </w:r>
      <w:r w:rsidRPr="00C31105">
        <w:rPr>
          <w:vertAlign w:val="superscript"/>
        </w:rPr>
        <w:t>5</w:t>
      </w:r>
      <w:r w:rsidR="002B73C8" w:rsidRPr="002B73C8">
        <w:rPr>
          <w:rStyle w:val="GapFillchr"/>
        </w:rPr>
        <w:t>          </w:t>
      </w:r>
      <w:r>
        <w:t xml:space="preserve"> </w:t>
      </w:r>
      <w:r w:rsidR="008009E7">
        <w:t xml:space="preserve">, </w:t>
      </w:r>
      <w:r>
        <w:t>in case</w:t>
      </w:r>
      <w:r w:rsidR="008009E7">
        <w:t> </w:t>
      </w:r>
      <w:r>
        <w:t>there are any problems.</w:t>
      </w:r>
    </w:p>
    <w:p w14:paraId="199E212F" w14:textId="68D334A4" w:rsidR="00C26B14" w:rsidRDefault="00472DDD" w:rsidP="00FD0CE4">
      <w:pPr>
        <w:pStyle w:val="ScoreBox"/>
      </w:pPr>
      <w:r>
        <w:t>__</w:t>
      </w:r>
      <w:r w:rsidR="00C26B14" w:rsidRPr="00E84816">
        <w:t>/5</w:t>
      </w:r>
    </w:p>
    <w:p w14:paraId="7A21DAE0" w14:textId="77777777" w:rsidR="00090A86" w:rsidRDefault="00090A86">
      <w:pPr>
        <w:rPr>
          <w:rFonts w:ascii="Arial" w:hAnsi="Arial" w:cs="Arial"/>
          <w:b/>
          <w:sz w:val="28"/>
          <w:szCs w:val="28"/>
        </w:rPr>
      </w:pPr>
      <w:r>
        <w:rPr>
          <w:sz w:val="28"/>
          <w:szCs w:val="28"/>
        </w:rPr>
        <w:br w:type="page"/>
      </w:r>
    </w:p>
    <w:p w14:paraId="32686B00" w14:textId="1BADEB20" w:rsidR="00880D10" w:rsidRPr="000F4B59" w:rsidRDefault="00880D10" w:rsidP="00567D5C">
      <w:pPr>
        <w:pStyle w:val="HeadASection"/>
        <w:rPr>
          <w:lang w:val="en-GB"/>
        </w:rPr>
      </w:pPr>
      <w:r w:rsidRPr="000F4B59">
        <w:rPr>
          <w:lang w:val="en-GB"/>
        </w:rPr>
        <w:lastRenderedPageBreak/>
        <w:t>Lesson 7.4 Functional language</w:t>
      </w:r>
    </w:p>
    <w:p w14:paraId="539C2939" w14:textId="0123B4BF" w:rsidR="00880D10" w:rsidRDefault="00880D10" w:rsidP="00880D10">
      <w:pPr>
        <w:pStyle w:val="Rubric"/>
      </w:pPr>
      <w:r>
        <w:t xml:space="preserve">4 </w:t>
      </w:r>
      <w:r w:rsidR="00181129">
        <w:t>Choose the correct option.</w:t>
      </w:r>
    </w:p>
    <w:p w14:paraId="28E6401B" w14:textId="77777777" w:rsidR="00880D10" w:rsidRPr="00E84816" w:rsidRDefault="00880D10" w:rsidP="00880D10">
      <w:pPr>
        <w:pStyle w:val="Rubric"/>
      </w:pPr>
    </w:p>
    <w:p w14:paraId="243621D4" w14:textId="29B8FD68" w:rsidR="00880D10" w:rsidRDefault="00880D10" w:rsidP="00880D10">
      <w:pPr>
        <w:pStyle w:val="Rubric"/>
        <w:rPr>
          <w:b w:val="0"/>
        </w:rPr>
      </w:pPr>
      <w:r>
        <w:t xml:space="preserve">1 </w:t>
      </w:r>
      <w:r>
        <w:rPr>
          <w:b w:val="0"/>
        </w:rPr>
        <w:t xml:space="preserve">There is a(n) </w:t>
      </w:r>
      <w:r w:rsidR="00181129" w:rsidRPr="00181129">
        <w:rPr>
          <w:rStyle w:val="GapFillchr"/>
        </w:rPr>
        <w:t>     </w:t>
      </w:r>
      <w:r>
        <w:rPr>
          <w:b w:val="0"/>
        </w:rPr>
        <w:t xml:space="preserve"> need to find out more about the financial risks with this contract.</w:t>
      </w:r>
    </w:p>
    <w:p w14:paraId="4BBC8992" w14:textId="46467CA0" w:rsidR="00880D10" w:rsidRPr="00EB753D" w:rsidRDefault="00880D10" w:rsidP="000F4B59">
      <w:pPr>
        <w:tabs>
          <w:tab w:val="left" w:pos="993"/>
          <w:tab w:val="left" w:pos="2410"/>
          <w:tab w:val="left" w:pos="3402"/>
        </w:tabs>
        <w:rPr>
          <w:rFonts w:ascii="Arial" w:hAnsi="Arial" w:cs="Arial"/>
          <w:sz w:val="20"/>
          <w:szCs w:val="20"/>
        </w:rPr>
      </w:pPr>
      <w:r w:rsidRPr="004E7045">
        <w:rPr>
          <w:rFonts w:ascii="Arial" w:hAnsi="Arial" w:cs="Arial"/>
          <w:b/>
          <w:sz w:val="20"/>
          <w:szCs w:val="20"/>
        </w:rPr>
        <w:t>a</w:t>
      </w:r>
      <w:r>
        <w:rPr>
          <w:rFonts w:ascii="Arial" w:hAnsi="Arial" w:cs="Arial"/>
          <w:b/>
          <w:sz w:val="20"/>
          <w:szCs w:val="20"/>
        </w:rPr>
        <w:t xml:space="preserve"> </w:t>
      </w:r>
      <w:r w:rsidR="00B169F3">
        <w:rPr>
          <w:rFonts w:ascii="Arial" w:hAnsi="Arial" w:cs="Arial"/>
          <w:sz w:val="20"/>
          <w:szCs w:val="20"/>
        </w:rPr>
        <w:t>medium</w:t>
      </w:r>
      <w:r w:rsidR="00B169F3">
        <w:rPr>
          <w:rFonts w:ascii="Arial" w:hAnsi="Arial" w:cs="Arial"/>
          <w:sz w:val="20"/>
          <w:szCs w:val="20"/>
        </w:rPr>
        <w:tab/>
      </w:r>
      <w:r w:rsidRPr="004E7045">
        <w:rPr>
          <w:rFonts w:ascii="Arial" w:hAnsi="Arial" w:cs="Arial"/>
          <w:b/>
          <w:sz w:val="20"/>
          <w:szCs w:val="20"/>
        </w:rPr>
        <w:t>b</w:t>
      </w:r>
      <w:r>
        <w:rPr>
          <w:rFonts w:ascii="Arial" w:hAnsi="Arial" w:cs="Arial"/>
          <w:b/>
          <w:sz w:val="20"/>
          <w:szCs w:val="20"/>
        </w:rPr>
        <w:t xml:space="preserve"> </w:t>
      </w:r>
      <w:r w:rsidR="00B169F3">
        <w:rPr>
          <w:rFonts w:ascii="Arial" w:hAnsi="Arial" w:cs="Arial"/>
          <w:sz w:val="20"/>
          <w:szCs w:val="20"/>
        </w:rPr>
        <w:t>catastrophic</w:t>
      </w:r>
      <w:r w:rsidR="00B169F3">
        <w:rPr>
          <w:rFonts w:ascii="Arial" w:hAnsi="Arial" w:cs="Arial"/>
          <w:sz w:val="20"/>
          <w:szCs w:val="20"/>
        </w:rPr>
        <w:tab/>
      </w:r>
      <w:r w:rsidRPr="004E7045">
        <w:rPr>
          <w:rFonts w:ascii="Arial" w:hAnsi="Arial" w:cs="Arial"/>
          <w:b/>
          <w:sz w:val="20"/>
          <w:szCs w:val="20"/>
        </w:rPr>
        <w:t>c</w:t>
      </w:r>
      <w:r>
        <w:rPr>
          <w:rFonts w:ascii="Arial" w:hAnsi="Arial" w:cs="Arial"/>
          <w:b/>
          <w:sz w:val="20"/>
          <w:szCs w:val="20"/>
        </w:rPr>
        <w:t xml:space="preserve"> </w:t>
      </w:r>
      <w:r w:rsidR="00B169F3">
        <w:rPr>
          <w:rFonts w:ascii="Arial" w:hAnsi="Arial" w:cs="Arial"/>
          <w:sz w:val="20"/>
          <w:szCs w:val="20"/>
        </w:rPr>
        <w:t>very</w:t>
      </w:r>
      <w:r w:rsidR="00B169F3">
        <w:rPr>
          <w:rFonts w:ascii="Arial" w:hAnsi="Arial" w:cs="Arial"/>
          <w:sz w:val="20"/>
          <w:szCs w:val="20"/>
        </w:rPr>
        <w:tab/>
      </w:r>
      <w:r w:rsidRPr="004E7045">
        <w:rPr>
          <w:rFonts w:ascii="Arial" w:hAnsi="Arial" w:cs="Arial"/>
          <w:b/>
          <w:sz w:val="20"/>
          <w:szCs w:val="20"/>
        </w:rPr>
        <w:t>d</w:t>
      </w:r>
      <w:r>
        <w:rPr>
          <w:rFonts w:ascii="Arial" w:hAnsi="Arial" w:cs="Arial"/>
          <w:b/>
          <w:sz w:val="20"/>
          <w:szCs w:val="20"/>
        </w:rPr>
        <w:t xml:space="preserve"> </w:t>
      </w:r>
      <w:r>
        <w:rPr>
          <w:rFonts w:ascii="Arial" w:hAnsi="Arial" w:cs="Arial"/>
          <w:sz w:val="20"/>
          <w:szCs w:val="20"/>
        </w:rPr>
        <w:t>urgent</w:t>
      </w:r>
    </w:p>
    <w:p w14:paraId="1AF691CA" w14:textId="2BFB3F0E" w:rsidR="00880D10" w:rsidRDefault="00880D10" w:rsidP="00880D10">
      <w:pPr>
        <w:pStyle w:val="Rubric"/>
        <w:rPr>
          <w:b w:val="0"/>
        </w:rPr>
      </w:pPr>
      <w:r>
        <w:t xml:space="preserve">2 </w:t>
      </w:r>
      <w:proofErr w:type="spellStart"/>
      <w:r>
        <w:rPr>
          <w:b w:val="0"/>
        </w:rPr>
        <w:t>Let’s</w:t>
      </w:r>
      <w:proofErr w:type="spellEnd"/>
      <w:r>
        <w:rPr>
          <w:b w:val="0"/>
        </w:rPr>
        <w:t xml:space="preserve"> </w:t>
      </w:r>
      <w:r w:rsidR="00181129" w:rsidRPr="00181129">
        <w:rPr>
          <w:rStyle w:val="GapFillchr"/>
        </w:rPr>
        <w:t>     </w:t>
      </w:r>
      <w:r>
        <w:rPr>
          <w:b w:val="0"/>
        </w:rPr>
        <w:t xml:space="preserve"> the lack of staffing later. There are more important risks to focus on. </w:t>
      </w:r>
    </w:p>
    <w:p w14:paraId="0043AD81" w14:textId="6A836CAC" w:rsidR="00880D10" w:rsidRPr="00CD3B27" w:rsidRDefault="00880D10" w:rsidP="000F4B59">
      <w:pPr>
        <w:tabs>
          <w:tab w:val="left" w:pos="993"/>
          <w:tab w:val="left" w:pos="2410"/>
          <w:tab w:val="left" w:pos="3402"/>
        </w:tabs>
        <w:rPr>
          <w:rFonts w:ascii="Arial" w:hAnsi="Arial" w:cs="Arial"/>
          <w:sz w:val="20"/>
          <w:szCs w:val="20"/>
        </w:rPr>
      </w:pPr>
      <w:proofErr w:type="spellStart"/>
      <w:r>
        <w:rPr>
          <w:rFonts w:ascii="Arial" w:hAnsi="Arial" w:cs="Arial"/>
          <w:b/>
          <w:sz w:val="20"/>
          <w:szCs w:val="20"/>
        </w:rPr>
        <w:t>a</w:t>
      </w:r>
      <w:proofErr w:type="spellEnd"/>
      <w:r>
        <w:rPr>
          <w:rFonts w:ascii="Arial" w:hAnsi="Arial" w:cs="Arial"/>
          <w:b/>
          <w:sz w:val="20"/>
          <w:szCs w:val="20"/>
        </w:rPr>
        <w:t xml:space="preserve"> </w:t>
      </w:r>
      <w:r w:rsidR="00B169F3">
        <w:rPr>
          <w:rFonts w:ascii="Arial" w:hAnsi="Arial" w:cs="Arial"/>
          <w:sz w:val="20"/>
          <w:szCs w:val="20"/>
        </w:rPr>
        <w:t>address</w:t>
      </w:r>
      <w:r w:rsidR="00B169F3">
        <w:rPr>
          <w:rFonts w:ascii="Arial" w:hAnsi="Arial" w:cs="Arial"/>
          <w:sz w:val="20"/>
          <w:szCs w:val="20"/>
        </w:rPr>
        <w:tab/>
      </w:r>
      <w:r>
        <w:rPr>
          <w:rFonts w:ascii="Arial" w:hAnsi="Arial" w:cs="Arial"/>
          <w:b/>
          <w:sz w:val="20"/>
          <w:szCs w:val="20"/>
        </w:rPr>
        <w:t xml:space="preserve">b </w:t>
      </w:r>
      <w:r w:rsidR="00B169F3">
        <w:rPr>
          <w:rFonts w:ascii="Arial" w:hAnsi="Arial" w:cs="Arial"/>
          <w:sz w:val="20"/>
          <w:szCs w:val="20"/>
        </w:rPr>
        <w:t>analyse</w:t>
      </w:r>
      <w:r w:rsidR="00B169F3">
        <w:rPr>
          <w:rFonts w:ascii="Arial" w:hAnsi="Arial" w:cs="Arial"/>
          <w:sz w:val="20"/>
          <w:szCs w:val="20"/>
        </w:rPr>
        <w:tab/>
      </w:r>
      <w:r>
        <w:rPr>
          <w:rFonts w:ascii="Arial" w:hAnsi="Arial" w:cs="Arial"/>
          <w:b/>
          <w:sz w:val="20"/>
          <w:szCs w:val="20"/>
        </w:rPr>
        <w:t xml:space="preserve">c </w:t>
      </w:r>
      <w:r w:rsidR="00B169F3">
        <w:rPr>
          <w:rFonts w:ascii="Arial" w:hAnsi="Arial" w:cs="Arial"/>
          <w:sz w:val="20"/>
          <w:szCs w:val="20"/>
        </w:rPr>
        <w:t>establish</w:t>
      </w:r>
      <w:r w:rsidR="00B169F3">
        <w:rPr>
          <w:rFonts w:ascii="Arial" w:hAnsi="Arial" w:cs="Arial"/>
          <w:sz w:val="20"/>
          <w:szCs w:val="20"/>
        </w:rPr>
        <w:tab/>
      </w:r>
      <w:r>
        <w:rPr>
          <w:rFonts w:ascii="Arial" w:hAnsi="Arial" w:cs="Arial"/>
          <w:b/>
          <w:sz w:val="20"/>
          <w:szCs w:val="20"/>
        </w:rPr>
        <w:t xml:space="preserve">d </w:t>
      </w:r>
      <w:r>
        <w:rPr>
          <w:rFonts w:ascii="Arial" w:hAnsi="Arial" w:cs="Arial"/>
          <w:sz w:val="20"/>
          <w:szCs w:val="20"/>
        </w:rPr>
        <w:t>use</w:t>
      </w:r>
    </w:p>
    <w:p w14:paraId="3F63ED67" w14:textId="3AD32A99" w:rsidR="00880D10" w:rsidRDefault="00880D10" w:rsidP="00880D10">
      <w:pPr>
        <w:pStyle w:val="Rubric"/>
        <w:rPr>
          <w:b w:val="0"/>
        </w:rPr>
      </w:pPr>
      <w:r>
        <w:t xml:space="preserve">3 </w:t>
      </w:r>
      <w:r>
        <w:rPr>
          <w:b w:val="0"/>
        </w:rPr>
        <w:t xml:space="preserve">From our research, we have </w:t>
      </w:r>
      <w:r w:rsidR="00181129" w:rsidRPr="00181129">
        <w:rPr>
          <w:rStyle w:val="GapFillchr"/>
        </w:rPr>
        <w:t>     </w:t>
      </w:r>
      <w:r>
        <w:rPr>
          <w:b w:val="0"/>
        </w:rPr>
        <w:t xml:space="preserve"> several key areas of operational risk. </w:t>
      </w:r>
    </w:p>
    <w:p w14:paraId="77976374" w14:textId="168DC15A" w:rsidR="00880D10" w:rsidRPr="00CD3B27" w:rsidRDefault="00880D10" w:rsidP="000F4B59">
      <w:pPr>
        <w:tabs>
          <w:tab w:val="left" w:pos="993"/>
          <w:tab w:val="left" w:pos="2410"/>
          <w:tab w:val="left" w:pos="3402"/>
        </w:tabs>
        <w:rPr>
          <w:rFonts w:ascii="Arial" w:hAnsi="Arial" w:cs="Arial"/>
          <w:sz w:val="20"/>
          <w:szCs w:val="20"/>
        </w:rPr>
      </w:pPr>
      <w:r w:rsidRPr="000A6659">
        <w:rPr>
          <w:rFonts w:ascii="Arial" w:hAnsi="Arial" w:cs="Arial"/>
          <w:b/>
          <w:sz w:val="20"/>
          <w:szCs w:val="20"/>
        </w:rPr>
        <w:t>a</w:t>
      </w:r>
      <w:r>
        <w:rPr>
          <w:rFonts w:ascii="Arial" w:hAnsi="Arial" w:cs="Arial"/>
          <w:b/>
          <w:sz w:val="20"/>
          <w:szCs w:val="20"/>
        </w:rPr>
        <w:t xml:space="preserve"> </w:t>
      </w:r>
      <w:r w:rsidR="00B169F3">
        <w:rPr>
          <w:rFonts w:ascii="Arial" w:hAnsi="Arial" w:cs="Arial"/>
          <w:sz w:val="20"/>
          <w:szCs w:val="20"/>
        </w:rPr>
        <w:t>looked</w:t>
      </w:r>
      <w:r w:rsidR="00B169F3">
        <w:rPr>
          <w:rFonts w:ascii="Arial" w:hAnsi="Arial" w:cs="Arial"/>
          <w:sz w:val="20"/>
          <w:szCs w:val="20"/>
        </w:rPr>
        <w:tab/>
      </w:r>
      <w:r w:rsidRPr="000A6659">
        <w:rPr>
          <w:rFonts w:ascii="Arial" w:hAnsi="Arial" w:cs="Arial"/>
          <w:b/>
          <w:sz w:val="20"/>
          <w:szCs w:val="20"/>
        </w:rPr>
        <w:t>b</w:t>
      </w:r>
      <w:r>
        <w:rPr>
          <w:rFonts w:ascii="Arial" w:hAnsi="Arial" w:cs="Arial"/>
          <w:b/>
          <w:sz w:val="20"/>
          <w:szCs w:val="20"/>
        </w:rPr>
        <w:t xml:space="preserve"> </w:t>
      </w:r>
      <w:r w:rsidR="00B169F3">
        <w:rPr>
          <w:rFonts w:ascii="Arial" w:hAnsi="Arial" w:cs="Arial"/>
          <w:sz w:val="20"/>
          <w:szCs w:val="20"/>
        </w:rPr>
        <w:t>avoided</w:t>
      </w:r>
      <w:r w:rsidR="00B169F3">
        <w:rPr>
          <w:rFonts w:ascii="Arial" w:hAnsi="Arial" w:cs="Arial"/>
          <w:sz w:val="20"/>
          <w:szCs w:val="20"/>
        </w:rPr>
        <w:tab/>
      </w:r>
      <w:r w:rsidRPr="000A6659">
        <w:rPr>
          <w:rFonts w:ascii="Arial" w:hAnsi="Arial" w:cs="Arial"/>
          <w:b/>
          <w:sz w:val="20"/>
          <w:szCs w:val="20"/>
        </w:rPr>
        <w:t>c</w:t>
      </w:r>
      <w:r>
        <w:rPr>
          <w:rFonts w:ascii="Arial" w:hAnsi="Arial" w:cs="Arial"/>
          <w:b/>
          <w:sz w:val="20"/>
          <w:szCs w:val="20"/>
        </w:rPr>
        <w:t xml:space="preserve"> </w:t>
      </w:r>
      <w:r w:rsidR="00B169F3">
        <w:rPr>
          <w:rFonts w:ascii="Arial" w:hAnsi="Arial" w:cs="Arial"/>
          <w:sz w:val="20"/>
          <w:szCs w:val="20"/>
        </w:rPr>
        <w:t>caused</w:t>
      </w:r>
      <w:r w:rsidR="00B169F3">
        <w:rPr>
          <w:rFonts w:ascii="Arial" w:hAnsi="Arial" w:cs="Arial"/>
          <w:sz w:val="20"/>
          <w:szCs w:val="20"/>
        </w:rPr>
        <w:tab/>
      </w:r>
      <w:r w:rsidRPr="000A6659">
        <w:rPr>
          <w:rFonts w:ascii="Arial" w:hAnsi="Arial" w:cs="Arial"/>
          <w:b/>
          <w:sz w:val="20"/>
          <w:szCs w:val="20"/>
        </w:rPr>
        <w:t>d</w:t>
      </w:r>
      <w:r>
        <w:rPr>
          <w:rFonts w:ascii="Arial" w:hAnsi="Arial" w:cs="Arial"/>
          <w:b/>
          <w:sz w:val="20"/>
          <w:szCs w:val="20"/>
        </w:rPr>
        <w:t xml:space="preserve"> </w:t>
      </w:r>
      <w:r>
        <w:rPr>
          <w:rFonts w:ascii="Arial" w:hAnsi="Arial" w:cs="Arial"/>
          <w:sz w:val="20"/>
          <w:szCs w:val="20"/>
        </w:rPr>
        <w:t>identified</w:t>
      </w:r>
    </w:p>
    <w:p w14:paraId="05CF5BF8" w14:textId="344F2DD6" w:rsidR="00880D10" w:rsidRDefault="00880D10" w:rsidP="00880D10">
      <w:pPr>
        <w:pStyle w:val="Rubric"/>
        <w:rPr>
          <w:b w:val="0"/>
        </w:rPr>
      </w:pPr>
      <w:r>
        <w:t xml:space="preserve">4 </w:t>
      </w:r>
      <w:r>
        <w:rPr>
          <w:b w:val="0"/>
        </w:rPr>
        <w:t xml:space="preserve">We should </w:t>
      </w:r>
      <w:r w:rsidR="00181129" w:rsidRPr="00181129">
        <w:rPr>
          <w:rStyle w:val="GapFillchr"/>
        </w:rPr>
        <w:t>     </w:t>
      </w:r>
      <w:r>
        <w:rPr>
          <w:b w:val="0"/>
        </w:rPr>
        <w:t xml:space="preserve"> the economic situation so that we can better understand the risks involved in this project.</w:t>
      </w:r>
    </w:p>
    <w:p w14:paraId="7F07F243" w14:textId="47DACAAD" w:rsidR="00880D10" w:rsidRPr="00CD3B27" w:rsidRDefault="00880D10" w:rsidP="000F4B59">
      <w:pPr>
        <w:tabs>
          <w:tab w:val="left" w:pos="993"/>
          <w:tab w:val="left" w:pos="2410"/>
          <w:tab w:val="left" w:pos="3402"/>
        </w:tabs>
        <w:rPr>
          <w:rFonts w:ascii="Arial" w:hAnsi="Arial" w:cs="Arial"/>
          <w:sz w:val="20"/>
          <w:szCs w:val="20"/>
        </w:rPr>
      </w:pPr>
      <w:r>
        <w:rPr>
          <w:rFonts w:ascii="Arial" w:hAnsi="Arial" w:cs="Arial"/>
          <w:b/>
          <w:sz w:val="20"/>
          <w:szCs w:val="20"/>
        </w:rPr>
        <w:t xml:space="preserve">a </w:t>
      </w:r>
      <w:r w:rsidR="00B169F3">
        <w:rPr>
          <w:rFonts w:ascii="Arial" w:hAnsi="Arial" w:cs="Arial"/>
          <w:sz w:val="20"/>
          <w:szCs w:val="20"/>
        </w:rPr>
        <w:t>prepare</w:t>
      </w:r>
      <w:r w:rsidR="00B169F3">
        <w:rPr>
          <w:rFonts w:ascii="Arial" w:hAnsi="Arial" w:cs="Arial"/>
          <w:sz w:val="20"/>
          <w:szCs w:val="20"/>
        </w:rPr>
        <w:tab/>
      </w:r>
      <w:r>
        <w:rPr>
          <w:rFonts w:ascii="Arial" w:hAnsi="Arial" w:cs="Arial"/>
          <w:b/>
          <w:sz w:val="20"/>
          <w:szCs w:val="20"/>
        </w:rPr>
        <w:t xml:space="preserve">b </w:t>
      </w:r>
      <w:r w:rsidR="00B169F3">
        <w:rPr>
          <w:rFonts w:ascii="Arial" w:hAnsi="Arial" w:cs="Arial"/>
          <w:sz w:val="20"/>
          <w:szCs w:val="20"/>
        </w:rPr>
        <w:t>analyse</w:t>
      </w:r>
      <w:r w:rsidR="00B169F3">
        <w:rPr>
          <w:rFonts w:ascii="Arial" w:hAnsi="Arial" w:cs="Arial"/>
          <w:sz w:val="20"/>
          <w:szCs w:val="20"/>
        </w:rPr>
        <w:tab/>
      </w:r>
      <w:r>
        <w:rPr>
          <w:rFonts w:ascii="Arial" w:hAnsi="Arial" w:cs="Arial"/>
          <w:b/>
          <w:sz w:val="20"/>
          <w:szCs w:val="20"/>
        </w:rPr>
        <w:t xml:space="preserve">c </w:t>
      </w:r>
      <w:r w:rsidR="00B169F3">
        <w:rPr>
          <w:rFonts w:ascii="Arial" w:hAnsi="Arial" w:cs="Arial"/>
          <w:sz w:val="20"/>
          <w:szCs w:val="20"/>
        </w:rPr>
        <w:t>see</w:t>
      </w:r>
      <w:r w:rsidR="00B169F3">
        <w:rPr>
          <w:rFonts w:ascii="Arial" w:hAnsi="Arial" w:cs="Arial"/>
          <w:sz w:val="20"/>
          <w:szCs w:val="20"/>
        </w:rPr>
        <w:tab/>
      </w:r>
      <w:r>
        <w:rPr>
          <w:rFonts w:ascii="Arial" w:hAnsi="Arial" w:cs="Arial"/>
          <w:b/>
          <w:sz w:val="20"/>
          <w:szCs w:val="20"/>
        </w:rPr>
        <w:t xml:space="preserve">d </w:t>
      </w:r>
      <w:r>
        <w:rPr>
          <w:rFonts w:ascii="Arial" w:hAnsi="Arial" w:cs="Arial"/>
          <w:sz w:val="20"/>
          <w:szCs w:val="20"/>
        </w:rPr>
        <w:t xml:space="preserve">lead </w:t>
      </w:r>
    </w:p>
    <w:p w14:paraId="6EE5E4E1" w14:textId="61CDD6A2" w:rsidR="00880D10" w:rsidRDefault="00880D10" w:rsidP="00880D10">
      <w:pPr>
        <w:pStyle w:val="Rubric"/>
        <w:rPr>
          <w:b w:val="0"/>
        </w:rPr>
      </w:pPr>
      <w:r>
        <w:t xml:space="preserve">5 </w:t>
      </w:r>
      <w:r>
        <w:rPr>
          <w:b w:val="0"/>
        </w:rPr>
        <w:t xml:space="preserve">It’s important to </w:t>
      </w:r>
      <w:r w:rsidR="00181129" w:rsidRPr="00181129">
        <w:rPr>
          <w:rStyle w:val="GapFillchr"/>
        </w:rPr>
        <w:t>     </w:t>
      </w:r>
      <w:r>
        <w:rPr>
          <w:b w:val="0"/>
        </w:rPr>
        <w:t xml:space="preserve"> into the risks that the report highlighted before we do anything else. </w:t>
      </w:r>
    </w:p>
    <w:p w14:paraId="63232BF4" w14:textId="7178E2CA" w:rsidR="009016B4" w:rsidRPr="00880D10" w:rsidRDefault="00880D10" w:rsidP="000F4B59">
      <w:pPr>
        <w:tabs>
          <w:tab w:val="left" w:pos="993"/>
          <w:tab w:val="left" w:pos="2410"/>
          <w:tab w:val="left" w:pos="3402"/>
        </w:tabs>
        <w:rPr>
          <w:rFonts w:ascii="Arial" w:hAnsi="Arial" w:cs="Arial"/>
          <w:sz w:val="20"/>
          <w:szCs w:val="20"/>
        </w:rPr>
      </w:pPr>
      <w:r>
        <w:rPr>
          <w:rFonts w:ascii="Arial" w:hAnsi="Arial" w:cs="Arial"/>
          <w:b/>
          <w:sz w:val="20"/>
          <w:szCs w:val="20"/>
        </w:rPr>
        <w:t xml:space="preserve">a </w:t>
      </w:r>
      <w:r w:rsidR="00B169F3">
        <w:rPr>
          <w:rFonts w:ascii="Arial" w:hAnsi="Arial" w:cs="Arial"/>
          <w:sz w:val="20"/>
          <w:szCs w:val="20"/>
        </w:rPr>
        <w:t>research</w:t>
      </w:r>
      <w:r w:rsidR="00B169F3">
        <w:rPr>
          <w:rFonts w:ascii="Arial" w:hAnsi="Arial" w:cs="Arial"/>
          <w:sz w:val="20"/>
          <w:szCs w:val="20"/>
        </w:rPr>
        <w:tab/>
      </w:r>
      <w:r>
        <w:rPr>
          <w:rFonts w:ascii="Arial" w:hAnsi="Arial" w:cs="Arial"/>
          <w:b/>
          <w:sz w:val="20"/>
          <w:szCs w:val="20"/>
        </w:rPr>
        <w:t xml:space="preserve">b </w:t>
      </w:r>
      <w:r w:rsidR="00B169F3">
        <w:rPr>
          <w:rFonts w:ascii="Arial" w:hAnsi="Arial" w:cs="Arial"/>
          <w:sz w:val="20"/>
          <w:szCs w:val="20"/>
        </w:rPr>
        <w:t>understand</w:t>
      </w:r>
      <w:r w:rsidR="00B169F3">
        <w:rPr>
          <w:rFonts w:ascii="Arial" w:hAnsi="Arial" w:cs="Arial"/>
          <w:sz w:val="20"/>
          <w:szCs w:val="20"/>
        </w:rPr>
        <w:tab/>
      </w:r>
      <w:r>
        <w:rPr>
          <w:rFonts w:ascii="Arial" w:hAnsi="Arial" w:cs="Arial"/>
          <w:b/>
          <w:sz w:val="20"/>
          <w:szCs w:val="20"/>
        </w:rPr>
        <w:t xml:space="preserve">c </w:t>
      </w:r>
      <w:r w:rsidR="00B169F3">
        <w:rPr>
          <w:rFonts w:ascii="Arial" w:hAnsi="Arial" w:cs="Arial"/>
          <w:sz w:val="20"/>
          <w:szCs w:val="20"/>
        </w:rPr>
        <w:t>look</w:t>
      </w:r>
      <w:r w:rsidR="00B169F3">
        <w:rPr>
          <w:rFonts w:ascii="Arial" w:hAnsi="Arial" w:cs="Arial"/>
          <w:sz w:val="20"/>
          <w:szCs w:val="20"/>
        </w:rPr>
        <w:tab/>
      </w:r>
      <w:r>
        <w:rPr>
          <w:rFonts w:ascii="Arial" w:hAnsi="Arial" w:cs="Arial"/>
          <w:b/>
          <w:sz w:val="20"/>
          <w:szCs w:val="20"/>
        </w:rPr>
        <w:t xml:space="preserve">d </w:t>
      </w:r>
      <w:r>
        <w:rPr>
          <w:rFonts w:ascii="Arial" w:hAnsi="Arial" w:cs="Arial"/>
          <w:sz w:val="20"/>
          <w:szCs w:val="20"/>
        </w:rPr>
        <w:t>prioritise</w:t>
      </w:r>
    </w:p>
    <w:p w14:paraId="7234A71B" w14:textId="42AC56B8" w:rsidR="00C26B14" w:rsidRDefault="00472DDD" w:rsidP="00C26B14">
      <w:pPr>
        <w:pStyle w:val="ScoreBox"/>
      </w:pPr>
      <w:r>
        <w:t>__</w:t>
      </w:r>
      <w:r w:rsidR="00C26B14" w:rsidRPr="00E84816">
        <w:t>/5</w:t>
      </w:r>
    </w:p>
    <w:p w14:paraId="7029CDB4" w14:textId="77777777" w:rsidR="00880D10" w:rsidRPr="00E84816" w:rsidRDefault="00880D10" w:rsidP="000F4B59">
      <w:pPr>
        <w:pStyle w:val="ScoreBox"/>
        <w:jc w:val="left"/>
      </w:pPr>
    </w:p>
    <w:p w14:paraId="4C2E27DB" w14:textId="56E05D13" w:rsidR="00472DDD" w:rsidRPr="000F4B59" w:rsidRDefault="00F368FC" w:rsidP="000F4B59">
      <w:pPr>
        <w:pStyle w:val="HeadASection"/>
        <w:rPr>
          <w:lang w:val="en-GB"/>
        </w:rPr>
      </w:pPr>
      <w:r w:rsidRPr="000F4B59">
        <w:rPr>
          <w:lang w:val="en-GB"/>
        </w:rPr>
        <w:t xml:space="preserve">Lesson </w:t>
      </w:r>
      <w:r w:rsidR="00061203" w:rsidRPr="000F4B59">
        <w:rPr>
          <w:lang w:val="en-GB"/>
        </w:rPr>
        <w:t>7</w:t>
      </w:r>
      <w:r w:rsidR="00955030" w:rsidRPr="000F4B59">
        <w:rPr>
          <w:lang w:val="en-GB"/>
        </w:rPr>
        <w:t>.5 Functional language</w:t>
      </w:r>
    </w:p>
    <w:p w14:paraId="27D0645E" w14:textId="785F8075" w:rsidR="00C7445D" w:rsidRDefault="00955030" w:rsidP="008D2BFA">
      <w:pPr>
        <w:pStyle w:val="Rubric"/>
      </w:pPr>
      <w:r w:rsidRPr="00E84816">
        <w:t xml:space="preserve">5 </w:t>
      </w:r>
      <w:r w:rsidRPr="00E84816">
        <w:tab/>
      </w:r>
      <w:r w:rsidR="00E36523">
        <w:t xml:space="preserve">Complete </w:t>
      </w:r>
      <w:r w:rsidR="002A2803">
        <w:t>the report w</w:t>
      </w:r>
      <w:r w:rsidR="00E36523">
        <w:t>ith one word</w:t>
      </w:r>
      <w:r w:rsidR="002A2803">
        <w:t xml:space="preserve"> in each gap</w:t>
      </w:r>
      <w:r w:rsidR="00E36523">
        <w:t>.</w:t>
      </w:r>
    </w:p>
    <w:p w14:paraId="390E1413" w14:textId="6C24E92D" w:rsidR="00E36523" w:rsidRDefault="00E36523" w:rsidP="008D2BFA">
      <w:pPr>
        <w:pStyle w:val="Rubric"/>
      </w:pPr>
    </w:p>
    <w:p w14:paraId="5F12601A" w14:textId="02D0118D" w:rsidR="00E36523" w:rsidRDefault="00E36523" w:rsidP="008D2BFA">
      <w:pPr>
        <w:pStyle w:val="Rubric"/>
      </w:pPr>
      <w:r>
        <w:t xml:space="preserve">Accident </w:t>
      </w:r>
      <w:r w:rsidR="002A2803">
        <w:t>r</w:t>
      </w:r>
      <w:r>
        <w:t>eport</w:t>
      </w:r>
    </w:p>
    <w:p w14:paraId="62CC09B5" w14:textId="77777777" w:rsidR="00026807" w:rsidRDefault="00026807" w:rsidP="008D2BFA">
      <w:pPr>
        <w:pStyle w:val="Rubric"/>
      </w:pPr>
    </w:p>
    <w:p w14:paraId="74747425" w14:textId="4381D3D0" w:rsidR="00026807" w:rsidRPr="00026807" w:rsidRDefault="00026807" w:rsidP="00026807">
      <w:pPr>
        <w:pStyle w:val="Rubric"/>
        <w:rPr>
          <w:b w:val="0"/>
        </w:rPr>
      </w:pPr>
      <w:r w:rsidRPr="00026807">
        <w:t>Person(s)</w:t>
      </w:r>
      <w:r w:rsidR="00E36523">
        <w:t xml:space="preserve"> involved</w:t>
      </w:r>
      <w:r w:rsidRPr="00026807">
        <w:t>:</w:t>
      </w:r>
      <w:r w:rsidRPr="00026807">
        <w:rPr>
          <w:b w:val="0"/>
        </w:rPr>
        <w:t xml:space="preserve"> Andre </w:t>
      </w:r>
      <w:proofErr w:type="spellStart"/>
      <w:r w:rsidRPr="00026807">
        <w:rPr>
          <w:b w:val="0"/>
        </w:rPr>
        <w:t>Bizik</w:t>
      </w:r>
      <w:proofErr w:type="spellEnd"/>
    </w:p>
    <w:p w14:paraId="3298A54E" w14:textId="033E0A3F" w:rsidR="00026807" w:rsidRPr="00026807" w:rsidRDefault="00026807" w:rsidP="00026807">
      <w:pPr>
        <w:pStyle w:val="Rubric"/>
        <w:rPr>
          <w:b w:val="0"/>
        </w:rPr>
      </w:pPr>
      <w:r w:rsidRPr="00026807">
        <w:t xml:space="preserve">Date </w:t>
      </w:r>
      <w:r w:rsidR="002A2803">
        <w:t>and</w:t>
      </w:r>
      <w:r w:rsidRPr="00026807">
        <w:t xml:space="preserve"> time:</w:t>
      </w:r>
      <w:r w:rsidRPr="00026807">
        <w:rPr>
          <w:b w:val="0"/>
        </w:rPr>
        <w:t xml:space="preserve"> 04.09 at 3.25</w:t>
      </w:r>
      <w:r w:rsidR="001A1080">
        <w:rPr>
          <w:b w:val="0"/>
        </w:rPr>
        <w:t xml:space="preserve"> </w:t>
      </w:r>
      <w:r w:rsidRPr="00026807">
        <w:rPr>
          <w:b w:val="0"/>
        </w:rPr>
        <w:t>p</w:t>
      </w:r>
      <w:r w:rsidR="001A1080">
        <w:rPr>
          <w:b w:val="0"/>
        </w:rPr>
        <w:t>.</w:t>
      </w:r>
      <w:r w:rsidRPr="00026807">
        <w:rPr>
          <w:b w:val="0"/>
        </w:rPr>
        <w:t>m</w:t>
      </w:r>
      <w:r w:rsidR="001A1080">
        <w:rPr>
          <w:b w:val="0"/>
        </w:rPr>
        <w:t>.</w:t>
      </w:r>
    </w:p>
    <w:p w14:paraId="250A708A" w14:textId="3BB46A7B" w:rsidR="00026807" w:rsidRDefault="00E36523" w:rsidP="000F4B59">
      <w:pPr>
        <w:pStyle w:val="Text"/>
      </w:pPr>
      <w:r>
        <w:rPr>
          <w:vertAlign w:val="superscript"/>
        </w:rPr>
        <w:t>1</w:t>
      </w:r>
      <w:r w:rsidR="00805499" w:rsidRPr="00805499">
        <w:rPr>
          <w:rStyle w:val="GapFillchr"/>
        </w:rPr>
        <w:t>          </w:t>
      </w:r>
      <w:r w:rsidR="00805499" w:rsidRPr="000F4B59">
        <w:t xml:space="preserve"> </w:t>
      </w:r>
      <w:r w:rsidR="00026807" w:rsidRPr="00805499">
        <w:rPr>
          <w:b/>
        </w:rPr>
        <w:t>:</w:t>
      </w:r>
      <w:r w:rsidR="00026807" w:rsidRPr="00026807">
        <w:t xml:space="preserve"> Staff restaurant</w:t>
      </w:r>
    </w:p>
    <w:p w14:paraId="4B9045F1" w14:textId="77777777" w:rsidR="00E36523" w:rsidRPr="00026807" w:rsidRDefault="00E36523" w:rsidP="00026807">
      <w:pPr>
        <w:pStyle w:val="Rubric"/>
        <w:rPr>
          <w:b w:val="0"/>
        </w:rPr>
      </w:pPr>
    </w:p>
    <w:p w14:paraId="1C8C1163" w14:textId="4F1A9AF1" w:rsidR="00026807" w:rsidRPr="00026807" w:rsidRDefault="003D4DA6" w:rsidP="00026807">
      <w:pPr>
        <w:pStyle w:val="Rubric"/>
        <w:rPr>
          <w:b w:val="0"/>
        </w:rPr>
      </w:pPr>
      <w:r>
        <w:t>Events</w:t>
      </w:r>
      <w:r w:rsidR="00E36523">
        <w:t xml:space="preserve"> </w:t>
      </w:r>
      <w:r w:rsidR="00E36523">
        <w:rPr>
          <w:b w:val="0"/>
          <w:vertAlign w:val="superscript"/>
        </w:rPr>
        <w:t>2</w:t>
      </w:r>
      <w:r w:rsidR="00805499" w:rsidRPr="00805499">
        <w:rPr>
          <w:rStyle w:val="GapFillchr"/>
        </w:rPr>
        <w:t>          </w:t>
      </w:r>
      <w:r w:rsidR="00026807" w:rsidRPr="00026807">
        <w:t xml:space="preserve"> </w:t>
      </w:r>
      <w:r>
        <w:t>to</w:t>
      </w:r>
      <w:r w:rsidR="00026807" w:rsidRPr="00026807">
        <w:t xml:space="preserve"> </w:t>
      </w:r>
      <w:r>
        <w:t>accident</w:t>
      </w:r>
      <w:r w:rsidR="00026807" w:rsidRPr="00026807">
        <w:t>:</w:t>
      </w:r>
      <w:r w:rsidR="00026807" w:rsidRPr="00026807">
        <w:rPr>
          <w:b w:val="0"/>
        </w:rPr>
        <w:t xml:space="preserve"> Andre dropped a</w:t>
      </w:r>
      <w:r w:rsidR="002A2803">
        <w:rPr>
          <w:b w:val="0"/>
        </w:rPr>
        <w:t> </w:t>
      </w:r>
      <w:r w:rsidR="00026807" w:rsidRPr="00026807">
        <w:rPr>
          <w:b w:val="0"/>
        </w:rPr>
        <w:t xml:space="preserve">pot of </w:t>
      </w:r>
      <w:r w:rsidR="00E36523">
        <w:rPr>
          <w:b w:val="0"/>
        </w:rPr>
        <w:t>hot coffee</w:t>
      </w:r>
      <w:r w:rsidR="00026807" w:rsidRPr="00026807">
        <w:rPr>
          <w:b w:val="0"/>
        </w:rPr>
        <w:t xml:space="preserve">. </w:t>
      </w:r>
    </w:p>
    <w:p w14:paraId="4483BFBB" w14:textId="37B236C2" w:rsidR="00026807" w:rsidRPr="00026807" w:rsidRDefault="00026807" w:rsidP="00026807">
      <w:pPr>
        <w:pStyle w:val="Rubric"/>
        <w:rPr>
          <w:b w:val="0"/>
        </w:rPr>
      </w:pPr>
      <w:r w:rsidRPr="00E36523">
        <w:t>Injuries and</w:t>
      </w:r>
      <w:r w:rsidR="00E36523">
        <w:t xml:space="preserve"> </w:t>
      </w:r>
      <w:r w:rsidR="00E36523" w:rsidRPr="000F4B59">
        <w:rPr>
          <w:b w:val="0"/>
          <w:vertAlign w:val="superscript"/>
        </w:rPr>
        <w:t>3</w:t>
      </w:r>
      <w:r w:rsidR="00805499" w:rsidRPr="00805499">
        <w:rPr>
          <w:rStyle w:val="GapFillchr"/>
        </w:rPr>
        <w:t>          </w:t>
      </w:r>
      <w:r w:rsidR="00E36523">
        <w:rPr>
          <w:b w:val="0"/>
        </w:rPr>
        <w:t xml:space="preserve"> </w:t>
      </w:r>
      <w:r w:rsidRPr="00E36523">
        <w:t>:</w:t>
      </w:r>
      <w:r w:rsidRPr="00026807">
        <w:rPr>
          <w:b w:val="0"/>
        </w:rPr>
        <w:t xml:space="preserve"> He burned his left hand. The first aider checked the burn and applied some cream</w:t>
      </w:r>
      <w:r w:rsidR="00E36523">
        <w:rPr>
          <w:b w:val="0"/>
        </w:rPr>
        <w:t>.</w:t>
      </w:r>
    </w:p>
    <w:p w14:paraId="0D5F4EB1" w14:textId="27AB5712" w:rsidR="00026807" w:rsidRPr="00026807" w:rsidRDefault="00E36523" w:rsidP="00026807">
      <w:pPr>
        <w:pStyle w:val="Rubric"/>
        <w:rPr>
          <w:b w:val="0"/>
        </w:rPr>
      </w:pPr>
      <w:r>
        <w:rPr>
          <w:b w:val="0"/>
          <w:vertAlign w:val="superscript"/>
        </w:rPr>
        <w:t>4</w:t>
      </w:r>
      <w:r w:rsidR="00805499" w:rsidRPr="00805499">
        <w:rPr>
          <w:rStyle w:val="GapFillchr"/>
        </w:rPr>
        <w:t>          </w:t>
      </w:r>
      <w:r w:rsidR="00F677AA">
        <w:rPr>
          <w:b w:val="0"/>
        </w:rPr>
        <w:t xml:space="preserve"> </w:t>
      </w:r>
      <w:r w:rsidR="00026807" w:rsidRPr="00026807">
        <w:t>:</w:t>
      </w:r>
      <w:r w:rsidR="00026807" w:rsidRPr="00026807">
        <w:rPr>
          <w:b w:val="0"/>
        </w:rPr>
        <w:t xml:space="preserve"> The table for the coffee </w:t>
      </w:r>
      <w:r>
        <w:rPr>
          <w:b w:val="0"/>
        </w:rPr>
        <w:t>pots is too</w:t>
      </w:r>
      <w:r w:rsidR="00805499">
        <w:rPr>
          <w:b w:val="0"/>
        </w:rPr>
        <w:t> </w:t>
      </w:r>
      <w:r w:rsidR="00026807" w:rsidRPr="00026807">
        <w:rPr>
          <w:b w:val="0"/>
        </w:rPr>
        <w:t>small</w:t>
      </w:r>
      <w:r>
        <w:rPr>
          <w:b w:val="0"/>
        </w:rPr>
        <w:t>.</w:t>
      </w:r>
    </w:p>
    <w:p w14:paraId="27F2D453" w14:textId="2C87F107" w:rsidR="00026807" w:rsidRPr="00026807" w:rsidRDefault="00E36523" w:rsidP="00026807">
      <w:pPr>
        <w:pStyle w:val="Rubric"/>
        <w:rPr>
          <w:b w:val="0"/>
        </w:rPr>
      </w:pPr>
      <w:r w:rsidRPr="000F4B59">
        <w:rPr>
          <w:b w:val="0"/>
          <w:vertAlign w:val="superscript"/>
        </w:rPr>
        <w:t>5</w:t>
      </w:r>
      <w:r w:rsidR="00805499" w:rsidRPr="00805499">
        <w:rPr>
          <w:rStyle w:val="GapFillchr"/>
        </w:rPr>
        <w:t>          </w:t>
      </w:r>
      <w:r w:rsidR="00F677AA">
        <w:rPr>
          <w:b w:val="0"/>
        </w:rPr>
        <w:t xml:space="preserve"> </w:t>
      </w:r>
      <w:r w:rsidR="00026807" w:rsidRPr="00E36523">
        <w:t>:</w:t>
      </w:r>
      <w:r w:rsidR="00026807" w:rsidRPr="00026807">
        <w:rPr>
          <w:b w:val="0"/>
        </w:rPr>
        <w:t xml:space="preserve"> The table should be replaced with a</w:t>
      </w:r>
      <w:r w:rsidR="001A1080">
        <w:rPr>
          <w:b w:val="0"/>
        </w:rPr>
        <w:t> </w:t>
      </w:r>
      <w:r w:rsidR="00026807" w:rsidRPr="00026807">
        <w:rPr>
          <w:b w:val="0"/>
        </w:rPr>
        <w:t>larger one to give staff more space to work.</w:t>
      </w:r>
    </w:p>
    <w:p w14:paraId="27B0254F" w14:textId="74C22432" w:rsidR="003451A9" w:rsidRPr="00E84816" w:rsidRDefault="00472DDD" w:rsidP="005B6C4E">
      <w:pPr>
        <w:pStyle w:val="ScoreBox"/>
      </w:pPr>
      <w:r>
        <w:t>__</w:t>
      </w:r>
      <w:r w:rsidR="003451A9" w:rsidRPr="00E84816">
        <w:t>/5</w:t>
      </w:r>
    </w:p>
    <w:p w14:paraId="6F22503F" w14:textId="1F54A68A" w:rsidR="001A1080" w:rsidRPr="00E84816" w:rsidRDefault="001A1080" w:rsidP="000F4B59">
      <w:pPr>
        <w:pStyle w:val="Text"/>
      </w:pPr>
      <w:r>
        <w:br w:type="column"/>
      </w:r>
    </w:p>
    <w:p w14:paraId="18EC48FA" w14:textId="77777777" w:rsidR="00472DDD" w:rsidRPr="00492D51" w:rsidRDefault="00472DDD" w:rsidP="000F4B59">
      <w:pPr>
        <w:pStyle w:val="HeadUnit"/>
        <w:spacing w:before="0"/>
      </w:pPr>
      <w:r>
        <w:t>SKILLS</w:t>
      </w:r>
    </w:p>
    <w:p w14:paraId="62D5E2DE" w14:textId="77777777" w:rsidR="00C37AE8" w:rsidRPr="000F4B59" w:rsidRDefault="00C37AE8" w:rsidP="00567D5C">
      <w:pPr>
        <w:pStyle w:val="HeadASection"/>
        <w:rPr>
          <w:lang w:val="en-GB"/>
        </w:rPr>
      </w:pPr>
      <w:r w:rsidRPr="000F4B59">
        <w:rPr>
          <w:lang w:val="en-GB"/>
        </w:rPr>
        <w:t>Short listening</w:t>
      </w:r>
    </w:p>
    <w:p w14:paraId="0AC607C2" w14:textId="77777777" w:rsidR="002A2803" w:rsidRPr="00492D51" w:rsidRDefault="002A2803" w:rsidP="002A2803">
      <w:pPr>
        <w:pStyle w:val="EXAMTASKTYPE"/>
      </w:pPr>
      <w:r>
        <w:t>B2 Business Vantage / C1 Business Higher</w:t>
      </w:r>
    </w:p>
    <w:p w14:paraId="73E8FBE6" w14:textId="2643B997" w:rsidR="00C37AE8" w:rsidRDefault="00C37AE8" w:rsidP="00C37AE8">
      <w:pPr>
        <w:pStyle w:val="Rubric"/>
      </w:pPr>
      <w:r w:rsidRPr="003806EB">
        <w:t xml:space="preserve">6 </w:t>
      </w:r>
      <w:bookmarkStart w:id="2" w:name="_Hlk528746940"/>
      <w:r w:rsidRPr="003806EB">
        <w:t>[BP_</w:t>
      </w:r>
      <w:r w:rsidR="00B945CF" w:rsidRPr="003806EB">
        <w:t>B</w:t>
      </w:r>
      <w:r w:rsidRPr="003806EB">
        <w:t>2+_Test_</w:t>
      </w:r>
      <w:r w:rsidR="0066186C" w:rsidRPr="003806EB">
        <w:t>07</w:t>
      </w:r>
      <w:r w:rsidRPr="003806EB">
        <w:t xml:space="preserve">_01.mp3] </w:t>
      </w:r>
      <w:bookmarkEnd w:id="2"/>
      <w:r w:rsidR="007F7F5D" w:rsidRPr="003806EB">
        <w:t>You will hear two</w:t>
      </w:r>
      <w:r w:rsidR="007F7F5D">
        <w:t xml:space="preserve"> telephone conversations. For each question, write one or two words or a number.</w:t>
      </w:r>
      <w:r w:rsidR="002A2803">
        <w:t xml:space="preserve"> You will hear each recording twice.</w:t>
      </w:r>
    </w:p>
    <w:p w14:paraId="4C148E41" w14:textId="77777777" w:rsidR="00C37AE8" w:rsidRDefault="00C37AE8" w:rsidP="00C37AE8">
      <w:pPr>
        <w:pStyle w:val="Rubric"/>
      </w:pPr>
    </w:p>
    <w:p w14:paraId="227B7BA5" w14:textId="77777777" w:rsidR="007F7F5D" w:rsidRDefault="00C37AE8" w:rsidP="00C37AE8">
      <w:pPr>
        <w:pStyle w:val="Rubric"/>
      </w:pPr>
      <w:r>
        <w:t>Listening 1</w:t>
      </w:r>
      <w:r w:rsidR="007F7F5D">
        <w:t xml:space="preserve"> </w:t>
      </w:r>
    </w:p>
    <w:p w14:paraId="4BA23C70" w14:textId="5A8373F7" w:rsidR="00C37AE8" w:rsidRDefault="007F7F5D" w:rsidP="00C37AE8">
      <w:pPr>
        <w:pStyle w:val="Rubric"/>
        <w:rPr>
          <w:rStyle w:val="CommentReference"/>
          <w:rFonts w:ascii="Times New Roman" w:hAnsi="Times New Roman" w:cs="Times New Roman"/>
          <w:b w:val="0"/>
        </w:rPr>
      </w:pPr>
      <w:r>
        <w:t>Look at the notes below. You will hear</w:t>
      </w:r>
      <w:r w:rsidR="0051770B">
        <w:t xml:space="preserve"> a manager talking to an employee about an accident.</w:t>
      </w:r>
    </w:p>
    <w:p w14:paraId="3EEA31C0" w14:textId="398376EE" w:rsidR="007F7F5D" w:rsidRDefault="007F7F5D" w:rsidP="00C37AE8">
      <w:pPr>
        <w:pStyle w:val="Rubric"/>
      </w:pPr>
    </w:p>
    <w:tbl>
      <w:tblPr>
        <w:tblStyle w:val="TableGrid"/>
        <w:tblW w:w="0" w:type="auto"/>
        <w:tblLook w:val="04A0" w:firstRow="1" w:lastRow="0" w:firstColumn="1" w:lastColumn="0" w:noHBand="0" w:noVBand="1"/>
      </w:tblPr>
      <w:tblGrid>
        <w:gridCol w:w="4719"/>
      </w:tblGrid>
      <w:tr w:rsidR="007F7F5D" w14:paraId="7E83E7D4" w14:textId="77777777" w:rsidTr="007F7F5D">
        <w:tc>
          <w:tcPr>
            <w:tcW w:w="4719" w:type="dxa"/>
          </w:tcPr>
          <w:p w14:paraId="62893159" w14:textId="0004AD1E" w:rsidR="007F7F5D" w:rsidRPr="000F4B59" w:rsidRDefault="0051770B" w:rsidP="00C37AE8">
            <w:pPr>
              <w:pStyle w:val="Rubric"/>
              <w:rPr>
                <w:lang w:val="en-GB"/>
              </w:rPr>
            </w:pPr>
            <w:r w:rsidRPr="000F4B59">
              <w:rPr>
                <w:lang w:val="en-GB"/>
              </w:rPr>
              <w:t>Accident report notes – Jim Sargent</w:t>
            </w:r>
          </w:p>
          <w:p w14:paraId="64394AB0" w14:textId="0369B5FA" w:rsidR="0051770B" w:rsidRPr="000F4B59" w:rsidRDefault="0051770B" w:rsidP="00C37AE8">
            <w:pPr>
              <w:pStyle w:val="Rubric"/>
              <w:rPr>
                <w:lang w:val="en-GB"/>
              </w:rPr>
            </w:pPr>
          </w:p>
          <w:p w14:paraId="21795C3E" w14:textId="2971F5E9" w:rsidR="0051770B" w:rsidRPr="000F4B59" w:rsidRDefault="0051770B" w:rsidP="00C37AE8">
            <w:pPr>
              <w:pStyle w:val="Rubric"/>
              <w:rPr>
                <w:b w:val="0"/>
                <w:lang w:val="en-GB"/>
              </w:rPr>
            </w:pPr>
            <w:r w:rsidRPr="000F4B59">
              <w:rPr>
                <w:b w:val="0"/>
                <w:lang w:val="en-GB"/>
              </w:rPr>
              <w:t xml:space="preserve">Accident details = Leo and Jim moving </w:t>
            </w:r>
            <w:r w:rsidRPr="000F4B59">
              <w:rPr>
                <w:b w:val="0"/>
                <w:vertAlign w:val="superscript"/>
                <w:lang w:val="en-GB"/>
              </w:rPr>
              <w:t>1</w:t>
            </w:r>
            <w:r w:rsidR="00805499" w:rsidRPr="000F4B59">
              <w:rPr>
                <w:rStyle w:val="GapFillchr"/>
                <w:lang w:val="en-GB"/>
              </w:rPr>
              <w:t>          </w:t>
            </w:r>
            <w:r w:rsidR="0015265C" w:rsidRPr="000F4B59">
              <w:rPr>
                <w:b w:val="0"/>
                <w:lang w:val="en-GB"/>
              </w:rPr>
              <w:t xml:space="preserve"> </w:t>
            </w:r>
            <w:r w:rsidR="00CB3912" w:rsidRPr="000F4B59">
              <w:rPr>
                <w:b w:val="0"/>
                <w:lang w:val="en-GB"/>
              </w:rPr>
              <w:t>in</w:t>
            </w:r>
            <w:r w:rsidR="0015265C" w:rsidRPr="000F4B59">
              <w:rPr>
                <w:b w:val="0"/>
                <w:lang w:val="en-GB"/>
              </w:rPr>
              <w:t>to</w:t>
            </w:r>
            <w:r w:rsidRPr="000F4B59">
              <w:rPr>
                <w:b w:val="0"/>
                <w:lang w:val="en-GB"/>
              </w:rPr>
              <w:t xml:space="preserve"> meeting room</w:t>
            </w:r>
          </w:p>
          <w:p w14:paraId="01619A1E" w14:textId="038AE1C9" w:rsidR="0051770B" w:rsidRPr="000F4B59" w:rsidRDefault="0051770B" w:rsidP="00C37AE8">
            <w:pPr>
              <w:pStyle w:val="Rubric"/>
              <w:rPr>
                <w:b w:val="0"/>
                <w:lang w:val="en-GB"/>
              </w:rPr>
            </w:pPr>
            <w:r w:rsidRPr="000F4B59">
              <w:rPr>
                <w:b w:val="0"/>
                <w:lang w:val="en-GB"/>
              </w:rPr>
              <w:t xml:space="preserve">Table </w:t>
            </w:r>
            <w:r w:rsidRPr="000F4B59">
              <w:rPr>
                <w:b w:val="0"/>
                <w:vertAlign w:val="superscript"/>
                <w:lang w:val="en-GB"/>
              </w:rPr>
              <w:t>2</w:t>
            </w:r>
            <w:r w:rsidR="00805499" w:rsidRPr="000F4B59">
              <w:rPr>
                <w:rStyle w:val="GapFillchr"/>
                <w:lang w:val="en-GB"/>
              </w:rPr>
              <w:t>          </w:t>
            </w:r>
            <w:r w:rsidR="00805499" w:rsidRPr="000F4B59">
              <w:rPr>
                <w:b w:val="0"/>
                <w:lang w:val="en-GB"/>
              </w:rPr>
              <w:t xml:space="preserve"> </w:t>
            </w:r>
            <w:r w:rsidRPr="000F4B59">
              <w:rPr>
                <w:b w:val="0"/>
                <w:lang w:val="en-GB"/>
              </w:rPr>
              <w:t>fell on Jim’s foot.</w:t>
            </w:r>
          </w:p>
          <w:p w14:paraId="1780CB9C" w14:textId="7EC81E59" w:rsidR="0051770B" w:rsidRPr="000F4B59" w:rsidRDefault="0051770B" w:rsidP="00C37AE8">
            <w:pPr>
              <w:pStyle w:val="Rubric"/>
              <w:rPr>
                <w:b w:val="0"/>
                <w:lang w:val="en-GB"/>
              </w:rPr>
            </w:pPr>
            <w:r w:rsidRPr="000F4B59">
              <w:rPr>
                <w:b w:val="0"/>
                <w:lang w:val="en-GB"/>
              </w:rPr>
              <w:t xml:space="preserve">Make sure all tables checked by building </w:t>
            </w:r>
            <w:r w:rsidR="0015265C" w:rsidRPr="000F4B59">
              <w:rPr>
                <w:b w:val="0"/>
                <w:lang w:val="en-GB"/>
              </w:rPr>
              <w:br/>
            </w:r>
            <w:r w:rsidRPr="000F4B59">
              <w:rPr>
                <w:b w:val="0"/>
                <w:vertAlign w:val="superscript"/>
                <w:lang w:val="en-GB"/>
              </w:rPr>
              <w:t>3</w:t>
            </w:r>
            <w:r w:rsidR="00805499" w:rsidRPr="000F4B59">
              <w:rPr>
                <w:rStyle w:val="GapFillchr"/>
                <w:lang w:val="en-GB"/>
              </w:rPr>
              <w:t>          </w:t>
            </w:r>
            <w:r w:rsidR="00805499" w:rsidRPr="000F4B59">
              <w:rPr>
                <w:b w:val="0"/>
                <w:lang w:val="en-GB"/>
              </w:rPr>
              <w:t xml:space="preserve"> </w:t>
            </w:r>
            <w:r w:rsidRPr="000F4B59">
              <w:rPr>
                <w:b w:val="0"/>
                <w:lang w:val="en-GB"/>
              </w:rPr>
              <w:t>dept.</w:t>
            </w:r>
          </w:p>
          <w:p w14:paraId="3AE7848E" w14:textId="098FE2ED" w:rsidR="0051770B" w:rsidRPr="000F4B59" w:rsidRDefault="00BE0318" w:rsidP="00C37AE8">
            <w:pPr>
              <w:pStyle w:val="Rubric"/>
              <w:rPr>
                <w:b w:val="0"/>
                <w:lang w:val="en-GB"/>
              </w:rPr>
            </w:pPr>
            <w:r w:rsidRPr="000F4B59">
              <w:rPr>
                <w:b w:val="0"/>
                <w:lang w:val="en-GB"/>
              </w:rPr>
              <w:t xml:space="preserve">Raise this topic in the staff meeting about </w:t>
            </w:r>
            <w:r w:rsidR="0015265C" w:rsidRPr="000F4B59">
              <w:rPr>
                <w:b w:val="0"/>
                <w:lang w:val="en-GB"/>
              </w:rPr>
              <w:br/>
            </w:r>
            <w:r w:rsidRPr="000F4B59">
              <w:rPr>
                <w:b w:val="0"/>
                <w:vertAlign w:val="superscript"/>
                <w:lang w:val="en-GB"/>
              </w:rPr>
              <w:t>4</w:t>
            </w:r>
            <w:r w:rsidR="00805499" w:rsidRPr="000F4B59">
              <w:rPr>
                <w:rStyle w:val="GapFillchr"/>
                <w:lang w:val="en-GB"/>
              </w:rPr>
              <w:t>          </w:t>
            </w:r>
            <w:r w:rsidR="00805499" w:rsidRPr="000F4B59">
              <w:rPr>
                <w:b w:val="0"/>
                <w:lang w:val="en-GB"/>
              </w:rPr>
              <w:t xml:space="preserve"> .</w:t>
            </w:r>
          </w:p>
          <w:p w14:paraId="726A9931" w14:textId="3CBABA48" w:rsidR="007F7F5D" w:rsidRPr="000F4B59" w:rsidRDefault="007F7F5D" w:rsidP="00C37AE8">
            <w:pPr>
              <w:pStyle w:val="Rubric"/>
              <w:rPr>
                <w:lang w:val="en-GB"/>
              </w:rPr>
            </w:pPr>
          </w:p>
        </w:tc>
      </w:tr>
    </w:tbl>
    <w:p w14:paraId="29F572F3" w14:textId="77777777" w:rsidR="00C37AE8" w:rsidRDefault="00C37AE8" w:rsidP="00C37AE8">
      <w:pPr>
        <w:pStyle w:val="Rubric"/>
      </w:pPr>
    </w:p>
    <w:p w14:paraId="509FFCC4" w14:textId="76432A47" w:rsidR="00C37AE8" w:rsidRDefault="00C37AE8" w:rsidP="00C37AE8">
      <w:pPr>
        <w:pStyle w:val="Rubric"/>
      </w:pPr>
      <w:r>
        <w:t>Listening 2</w:t>
      </w:r>
    </w:p>
    <w:p w14:paraId="09B9CE9F" w14:textId="51B657E4" w:rsidR="007F7F5D" w:rsidRDefault="007F7F5D" w:rsidP="00C37AE8">
      <w:pPr>
        <w:pStyle w:val="Rubric"/>
      </w:pPr>
      <w:r>
        <w:t>Look at the notes below. You will hear</w:t>
      </w:r>
      <w:r w:rsidR="00F219D5">
        <w:t xml:space="preserve"> two colleagues talking about a new product range.</w:t>
      </w:r>
    </w:p>
    <w:p w14:paraId="2BCEEFD8" w14:textId="3CD3FF52" w:rsidR="007F7F5D" w:rsidRDefault="007F7F5D" w:rsidP="00C37AE8">
      <w:pPr>
        <w:pStyle w:val="Rubric"/>
      </w:pPr>
    </w:p>
    <w:tbl>
      <w:tblPr>
        <w:tblStyle w:val="TableGrid"/>
        <w:tblW w:w="0" w:type="auto"/>
        <w:tblLook w:val="04A0" w:firstRow="1" w:lastRow="0" w:firstColumn="1" w:lastColumn="0" w:noHBand="0" w:noVBand="1"/>
      </w:tblPr>
      <w:tblGrid>
        <w:gridCol w:w="4719"/>
      </w:tblGrid>
      <w:tr w:rsidR="007F7F5D" w14:paraId="3AE4BD3D" w14:textId="77777777" w:rsidTr="00906A3D">
        <w:trPr>
          <w:trHeight w:val="2537"/>
        </w:trPr>
        <w:tc>
          <w:tcPr>
            <w:tcW w:w="4719" w:type="dxa"/>
          </w:tcPr>
          <w:p w14:paraId="5369F8FE" w14:textId="6130DB08" w:rsidR="007F7F5D" w:rsidRPr="000F4B59" w:rsidRDefault="00F219D5" w:rsidP="00C37AE8">
            <w:pPr>
              <w:pStyle w:val="Rubric"/>
              <w:rPr>
                <w:lang w:val="en-GB"/>
              </w:rPr>
            </w:pPr>
            <w:r w:rsidRPr="000F4B59">
              <w:rPr>
                <w:lang w:val="en-GB"/>
              </w:rPr>
              <w:t>Peter and Jose’s discussion</w:t>
            </w:r>
          </w:p>
          <w:p w14:paraId="2A4F9B39" w14:textId="4B02A0F7" w:rsidR="00F219D5" w:rsidRPr="000F4B59" w:rsidRDefault="00F219D5" w:rsidP="00C37AE8">
            <w:pPr>
              <w:pStyle w:val="Rubric"/>
              <w:rPr>
                <w:lang w:val="en-GB"/>
              </w:rPr>
            </w:pPr>
          </w:p>
          <w:p w14:paraId="7C5214D4" w14:textId="77777777" w:rsidR="00F219D5" w:rsidRPr="000F4B59" w:rsidRDefault="00F219D5" w:rsidP="00C37AE8">
            <w:pPr>
              <w:pStyle w:val="Rubric"/>
              <w:rPr>
                <w:b w:val="0"/>
                <w:u w:val="single"/>
                <w:lang w:val="en-GB"/>
              </w:rPr>
            </w:pPr>
            <w:r w:rsidRPr="000F4B59">
              <w:rPr>
                <w:b w:val="0"/>
                <w:u w:val="single"/>
                <w:lang w:val="en-GB"/>
              </w:rPr>
              <w:t>Peter</w:t>
            </w:r>
          </w:p>
          <w:p w14:paraId="3EE5F39B" w14:textId="5B0B3D91" w:rsidR="00F219D5" w:rsidRPr="000F4B59" w:rsidRDefault="00805499" w:rsidP="00C37AE8">
            <w:pPr>
              <w:pStyle w:val="Rubric"/>
              <w:rPr>
                <w:b w:val="0"/>
                <w:lang w:val="en-GB"/>
              </w:rPr>
            </w:pPr>
            <w:r w:rsidRPr="000F4B59">
              <w:rPr>
                <w:b w:val="0"/>
                <w:lang w:val="en-GB"/>
              </w:rPr>
              <w:t>–</w:t>
            </w:r>
            <w:r w:rsidR="00F219D5" w:rsidRPr="000F4B59">
              <w:rPr>
                <w:b w:val="0"/>
                <w:lang w:val="en-GB"/>
              </w:rPr>
              <w:t xml:space="preserve"> thinks the product is aimed at the wrong </w:t>
            </w:r>
            <w:r w:rsidR="0015265C" w:rsidRPr="000F4B59">
              <w:rPr>
                <w:b w:val="0"/>
                <w:lang w:val="en-GB"/>
              </w:rPr>
              <w:br/>
            </w:r>
            <w:r w:rsidR="001A1080" w:rsidRPr="000F4B59">
              <w:rPr>
                <w:b w:val="0"/>
                <w:vertAlign w:val="superscript"/>
                <w:lang w:val="en-GB"/>
              </w:rPr>
              <w:t>5</w:t>
            </w:r>
            <w:r w:rsidRPr="000F4B59">
              <w:rPr>
                <w:rStyle w:val="GapFillchr"/>
                <w:lang w:val="en-GB"/>
              </w:rPr>
              <w:t>          </w:t>
            </w:r>
          </w:p>
          <w:p w14:paraId="5FEFDD12" w14:textId="2B10A86D" w:rsidR="00F219D5" w:rsidRPr="000F4B59" w:rsidRDefault="00805499" w:rsidP="00C37AE8">
            <w:pPr>
              <w:pStyle w:val="Rubric"/>
              <w:rPr>
                <w:b w:val="0"/>
                <w:lang w:val="en-GB"/>
              </w:rPr>
            </w:pPr>
            <w:r w:rsidRPr="000F4B59">
              <w:rPr>
                <w:b w:val="0"/>
                <w:lang w:val="en-GB"/>
              </w:rPr>
              <w:t>–</w:t>
            </w:r>
            <w:r w:rsidR="00F219D5" w:rsidRPr="000F4B59">
              <w:rPr>
                <w:b w:val="0"/>
                <w:lang w:val="en-GB"/>
              </w:rPr>
              <w:t xml:space="preserve"> says competitors’ </w:t>
            </w:r>
            <w:r w:rsidR="001A1080" w:rsidRPr="000F4B59">
              <w:rPr>
                <w:b w:val="0"/>
                <w:vertAlign w:val="superscript"/>
                <w:lang w:val="en-GB"/>
              </w:rPr>
              <w:t>6</w:t>
            </w:r>
            <w:r w:rsidRPr="000F4B59">
              <w:rPr>
                <w:rStyle w:val="GapFillchr"/>
                <w:lang w:val="en-GB"/>
              </w:rPr>
              <w:t>          </w:t>
            </w:r>
            <w:r w:rsidRPr="000F4B59">
              <w:rPr>
                <w:b w:val="0"/>
                <w:lang w:val="en-GB"/>
              </w:rPr>
              <w:t xml:space="preserve"> </w:t>
            </w:r>
            <w:r w:rsidR="00F219D5" w:rsidRPr="000F4B59">
              <w:rPr>
                <w:b w:val="0"/>
                <w:lang w:val="en-GB"/>
              </w:rPr>
              <w:t xml:space="preserve">are </w:t>
            </w:r>
            <w:r w:rsidR="006316E3" w:rsidRPr="000F4B59">
              <w:rPr>
                <w:b w:val="0"/>
                <w:lang w:val="en-GB"/>
              </w:rPr>
              <w:t>very popular with teenagers</w:t>
            </w:r>
          </w:p>
          <w:p w14:paraId="06BE852E" w14:textId="5607EC55" w:rsidR="00F219D5" w:rsidRPr="000F4B59" w:rsidRDefault="00F219D5" w:rsidP="00C37AE8">
            <w:pPr>
              <w:pStyle w:val="Rubric"/>
              <w:rPr>
                <w:b w:val="0"/>
                <w:lang w:val="en-GB"/>
              </w:rPr>
            </w:pPr>
          </w:p>
          <w:p w14:paraId="090262AE" w14:textId="1767546C" w:rsidR="00F219D5" w:rsidRPr="000F4B59" w:rsidRDefault="00F219D5" w:rsidP="00C37AE8">
            <w:pPr>
              <w:pStyle w:val="Rubric"/>
              <w:rPr>
                <w:b w:val="0"/>
                <w:u w:val="single"/>
                <w:lang w:val="en-GB"/>
              </w:rPr>
            </w:pPr>
            <w:r w:rsidRPr="000F4B59">
              <w:rPr>
                <w:b w:val="0"/>
                <w:u w:val="single"/>
                <w:lang w:val="en-GB"/>
              </w:rPr>
              <w:t>Jose</w:t>
            </w:r>
          </w:p>
          <w:p w14:paraId="721E7D1C" w14:textId="53E04C8A" w:rsidR="00F219D5" w:rsidRPr="000F4B59" w:rsidRDefault="00805499" w:rsidP="00C37AE8">
            <w:pPr>
              <w:pStyle w:val="Rubric"/>
              <w:rPr>
                <w:b w:val="0"/>
                <w:lang w:val="en-GB"/>
              </w:rPr>
            </w:pPr>
            <w:r w:rsidRPr="000F4B59">
              <w:rPr>
                <w:b w:val="0"/>
                <w:lang w:val="en-GB"/>
              </w:rPr>
              <w:t>–</w:t>
            </w:r>
            <w:r w:rsidR="00F219D5" w:rsidRPr="000F4B59">
              <w:rPr>
                <w:b w:val="0"/>
                <w:lang w:val="en-GB"/>
              </w:rPr>
              <w:t xml:space="preserve"> thinks the </w:t>
            </w:r>
            <w:r w:rsidR="006316E3" w:rsidRPr="000F4B59">
              <w:rPr>
                <w:b w:val="0"/>
                <w:lang w:val="en-GB"/>
              </w:rPr>
              <w:t xml:space="preserve">level </w:t>
            </w:r>
            <w:r w:rsidR="00F219D5" w:rsidRPr="000F4B59">
              <w:rPr>
                <w:b w:val="0"/>
                <w:lang w:val="en-GB"/>
              </w:rPr>
              <w:t xml:space="preserve">of </w:t>
            </w:r>
            <w:r w:rsidR="001A1080" w:rsidRPr="000F4B59">
              <w:rPr>
                <w:b w:val="0"/>
                <w:vertAlign w:val="superscript"/>
                <w:lang w:val="en-GB"/>
              </w:rPr>
              <w:t>7</w:t>
            </w:r>
            <w:r w:rsidRPr="000F4B59">
              <w:rPr>
                <w:rStyle w:val="GapFillchr"/>
                <w:lang w:val="en-GB"/>
              </w:rPr>
              <w:t>          </w:t>
            </w:r>
            <w:r w:rsidRPr="000F4B59">
              <w:rPr>
                <w:b w:val="0"/>
                <w:lang w:val="en-GB"/>
              </w:rPr>
              <w:t xml:space="preserve"> </w:t>
            </w:r>
            <w:r w:rsidR="00F219D5" w:rsidRPr="000F4B59">
              <w:rPr>
                <w:b w:val="0"/>
                <w:lang w:val="en-GB"/>
              </w:rPr>
              <w:t xml:space="preserve">is not very </w:t>
            </w:r>
            <w:r w:rsidR="006316E3" w:rsidRPr="000F4B59">
              <w:rPr>
                <w:b w:val="0"/>
                <w:lang w:val="en-GB"/>
              </w:rPr>
              <w:t>high</w:t>
            </w:r>
          </w:p>
          <w:p w14:paraId="117BF4F1" w14:textId="46FCB4AC" w:rsidR="007F7F5D" w:rsidRPr="000F4B59" w:rsidRDefault="00805499" w:rsidP="00C37AE8">
            <w:pPr>
              <w:pStyle w:val="Rubric"/>
              <w:rPr>
                <w:b w:val="0"/>
                <w:lang w:val="en-GB"/>
              </w:rPr>
            </w:pPr>
            <w:r w:rsidRPr="000F4B59">
              <w:rPr>
                <w:b w:val="0"/>
                <w:lang w:val="en-GB"/>
              </w:rPr>
              <w:t>–</w:t>
            </w:r>
            <w:r w:rsidR="00F219D5" w:rsidRPr="000F4B59">
              <w:rPr>
                <w:b w:val="0"/>
                <w:lang w:val="en-GB"/>
              </w:rPr>
              <w:t xml:space="preserve"> says </w:t>
            </w:r>
            <w:r w:rsidR="00B2017A" w:rsidRPr="000F4B59">
              <w:rPr>
                <w:b w:val="0"/>
                <w:lang w:val="en-GB"/>
              </w:rPr>
              <w:t xml:space="preserve">the aim is to </w:t>
            </w:r>
            <w:r w:rsidR="006316E3" w:rsidRPr="000F4B59">
              <w:rPr>
                <w:b w:val="0"/>
                <w:lang w:val="en-GB"/>
              </w:rPr>
              <w:t xml:space="preserve">gain the </w:t>
            </w:r>
            <w:r w:rsidR="00B2017A" w:rsidRPr="000F4B59">
              <w:rPr>
                <w:b w:val="0"/>
                <w:lang w:val="en-GB"/>
              </w:rPr>
              <w:t>loyalty</w:t>
            </w:r>
            <w:r w:rsidR="006316E3" w:rsidRPr="000F4B59">
              <w:rPr>
                <w:b w:val="0"/>
                <w:lang w:val="en-GB"/>
              </w:rPr>
              <w:t xml:space="preserve"> of</w:t>
            </w:r>
            <w:r w:rsidR="00B2017A" w:rsidRPr="000F4B59">
              <w:rPr>
                <w:b w:val="0"/>
                <w:lang w:val="en-GB"/>
              </w:rPr>
              <w:t xml:space="preserve"> </w:t>
            </w:r>
            <w:r w:rsidR="001A1080" w:rsidRPr="000F4B59">
              <w:rPr>
                <w:b w:val="0"/>
                <w:vertAlign w:val="superscript"/>
                <w:lang w:val="en-GB"/>
              </w:rPr>
              <w:t>8</w:t>
            </w:r>
            <w:r w:rsidRPr="000F4B59">
              <w:rPr>
                <w:rStyle w:val="GapFillchr"/>
                <w:lang w:val="en-GB"/>
              </w:rPr>
              <w:t>          </w:t>
            </w:r>
            <w:r w:rsidRPr="000F4B59">
              <w:rPr>
                <w:b w:val="0"/>
                <w:lang w:val="en-GB"/>
              </w:rPr>
              <w:t xml:space="preserve"> </w:t>
            </w:r>
            <w:r w:rsidR="00B2017A" w:rsidRPr="000F4B59">
              <w:rPr>
                <w:b w:val="0"/>
                <w:lang w:val="en-GB"/>
              </w:rPr>
              <w:t>customers</w:t>
            </w:r>
            <w:r w:rsidR="006316E3" w:rsidRPr="000F4B59">
              <w:rPr>
                <w:b w:val="0"/>
                <w:lang w:val="en-GB"/>
              </w:rPr>
              <w:t xml:space="preserve"> to the range</w:t>
            </w:r>
          </w:p>
          <w:p w14:paraId="2B8C27EF" w14:textId="34072750" w:rsidR="0015265C" w:rsidRPr="000F4B59" w:rsidRDefault="0015265C" w:rsidP="00C37AE8">
            <w:pPr>
              <w:pStyle w:val="Rubric"/>
              <w:rPr>
                <w:lang w:val="en-GB"/>
              </w:rPr>
            </w:pPr>
          </w:p>
        </w:tc>
      </w:tr>
    </w:tbl>
    <w:p w14:paraId="15E11F1E" w14:textId="7B8E756D" w:rsidR="00E46DC2" w:rsidRDefault="00DF1307" w:rsidP="00981659">
      <w:pPr>
        <w:pStyle w:val="ScoreBox"/>
      </w:pPr>
      <w:r>
        <w:t>__</w:t>
      </w:r>
      <w:r w:rsidR="00C57A21" w:rsidRPr="00E84816">
        <w:t>/8</w:t>
      </w:r>
    </w:p>
    <w:p w14:paraId="254CB1A4" w14:textId="77777777" w:rsidR="00537778" w:rsidRPr="00E84816" w:rsidRDefault="00537778" w:rsidP="00C37AE8">
      <w:pPr>
        <w:pStyle w:val="ScoreBox"/>
        <w:jc w:val="left"/>
      </w:pPr>
    </w:p>
    <w:p w14:paraId="6CF75810" w14:textId="77777777" w:rsidR="00090A86" w:rsidRDefault="00090A86">
      <w:pPr>
        <w:rPr>
          <w:rFonts w:ascii="Arial" w:hAnsi="Arial" w:cs="Arial"/>
          <w:b/>
          <w:sz w:val="28"/>
          <w:szCs w:val="28"/>
        </w:rPr>
      </w:pPr>
      <w:r>
        <w:rPr>
          <w:sz w:val="28"/>
          <w:szCs w:val="28"/>
        </w:rPr>
        <w:br w:type="page"/>
      </w:r>
    </w:p>
    <w:p w14:paraId="2A7BA405" w14:textId="67AC1687" w:rsidR="00FE59F3" w:rsidRPr="000F4B59" w:rsidRDefault="00E84816" w:rsidP="00567D5C">
      <w:pPr>
        <w:pStyle w:val="HeadASection"/>
        <w:rPr>
          <w:lang w:val="en-GB"/>
        </w:rPr>
      </w:pPr>
      <w:r w:rsidRPr="000F4B59">
        <w:rPr>
          <w:lang w:val="en-GB"/>
        </w:rPr>
        <w:lastRenderedPageBreak/>
        <w:t>Reading</w:t>
      </w:r>
    </w:p>
    <w:p w14:paraId="552A78D9" w14:textId="77777777" w:rsidR="00665A78" w:rsidRPr="00492D51" w:rsidRDefault="00665A78" w:rsidP="00665A78">
      <w:pPr>
        <w:pStyle w:val="EXAMTASKTYPE"/>
      </w:pPr>
      <w:r>
        <w:t>B2 Business Vantage / C1 Business Higher</w:t>
      </w:r>
    </w:p>
    <w:p w14:paraId="089E657C" w14:textId="550CAE4A" w:rsidR="00FC70A7" w:rsidRDefault="00477262" w:rsidP="00FC70A7">
      <w:pPr>
        <w:pStyle w:val="Rubric"/>
      </w:pPr>
      <w:r w:rsidRPr="00E84816">
        <w:t xml:space="preserve">7 </w:t>
      </w:r>
      <w:bookmarkStart w:id="3" w:name="_Hlk497471749"/>
      <w:r w:rsidR="00FC70A7">
        <w:t>Read the article and choose the correct answer.</w:t>
      </w:r>
    </w:p>
    <w:p w14:paraId="1237B41D" w14:textId="0EAC73C6" w:rsidR="009D2585" w:rsidRDefault="009D2585" w:rsidP="00FC70A7">
      <w:pPr>
        <w:pStyle w:val="Rubric"/>
      </w:pPr>
    </w:p>
    <w:p w14:paraId="75B6571F" w14:textId="628735EE" w:rsidR="009D2585" w:rsidRPr="009D2585" w:rsidRDefault="009D2585" w:rsidP="009D2585">
      <w:pPr>
        <w:pStyle w:val="Rubric"/>
        <w:pBdr>
          <w:top w:val="dotted" w:sz="4" w:space="1" w:color="auto"/>
          <w:left w:val="dotted" w:sz="4" w:space="4" w:color="auto"/>
          <w:bottom w:val="dotted" w:sz="4" w:space="1" w:color="auto"/>
          <w:right w:val="dotted" w:sz="4" w:space="4" w:color="auto"/>
        </w:pBdr>
      </w:pPr>
      <w:r w:rsidRPr="009D2585">
        <w:t xml:space="preserve">A </w:t>
      </w:r>
      <w:r>
        <w:t>risky</w:t>
      </w:r>
      <w:r w:rsidRPr="009D2585">
        <w:t xml:space="preserve"> </w:t>
      </w:r>
      <w:r>
        <w:t xml:space="preserve">but </w:t>
      </w:r>
      <w:r w:rsidRPr="009D2585">
        <w:t xml:space="preserve">rewarding road </w:t>
      </w:r>
    </w:p>
    <w:p w14:paraId="03735B15" w14:textId="77777777" w:rsidR="009D2585" w:rsidRDefault="009D2585" w:rsidP="009D2585">
      <w:pPr>
        <w:pStyle w:val="Rubric"/>
        <w:pBdr>
          <w:top w:val="dotted" w:sz="4" w:space="1" w:color="auto"/>
          <w:left w:val="dotted" w:sz="4" w:space="4" w:color="auto"/>
          <w:bottom w:val="dotted" w:sz="4" w:space="1" w:color="auto"/>
          <w:right w:val="dotted" w:sz="4" w:space="4" w:color="auto"/>
        </w:pBdr>
        <w:rPr>
          <w:b w:val="0"/>
        </w:rPr>
      </w:pPr>
    </w:p>
    <w:p w14:paraId="65D55BD2" w14:textId="20D1C71A"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r w:rsidRPr="009D2585">
        <w:rPr>
          <w:b w:val="0"/>
        </w:rPr>
        <w:t xml:space="preserve">At some point in our lives everyone dreams of starting their own business, even if we know it will never become a reality. We might think we’re the next Steve Jobs or be convinced that we’ve thought of a great product that the world will want. Either way, for most people these daydreams tend to happen after a tiring time at the office, or while sitting on a crowded commuter train wondering about the meaning of life. Likewise, for most of us these dreams are passing thoughts which are never acted upon. But, some of us are a bit different. For a few people, the idea sticks and they decide to go it alone. Starting a business </w:t>
      </w:r>
      <w:r w:rsidR="00BC5773">
        <w:rPr>
          <w:b w:val="0"/>
        </w:rPr>
        <w:t>involves a lot of</w:t>
      </w:r>
      <w:r w:rsidRPr="009D2585">
        <w:rPr>
          <w:b w:val="0"/>
        </w:rPr>
        <w:t xml:space="preserve"> organisation and paperwork, </w:t>
      </w:r>
      <w:r w:rsidR="00BC5773">
        <w:rPr>
          <w:b w:val="0"/>
        </w:rPr>
        <w:t xml:space="preserve">but </w:t>
      </w:r>
      <w:r w:rsidRPr="009D2585">
        <w:rPr>
          <w:b w:val="0"/>
        </w:rPr>
        <w:t>it’s keeping it going</w:t>
      </w:r>
      <w:r w:rsidR="00BC5773">
        <w:rPr>
          <w:b w:val="0"/>
        </w:rPr>
        <w:t xml:space="preserve"> in the future</w:t>
      </w:r>
      <w:r w:rsidRPr="009D2585">
        <w:rPr>
          <w:b w:val="0"/>
        </w:rPr>
        <w:t xml:space="preserve"> that is the </w:t>
      </w:r>
      <w:r w:rsidR="00BC5773">
        <w:rPr>
          <w:b w:val="0"/>
        </w:rPr>
        <w:t xml:space="preserve">really </w:t>
      </w:r>
      <w:r w:rsidRPr="009D2585">
        <w:rPr>
          <w:b w:val="0"/>
        </w:rPr>
        <w:t>hard part.</w:t>
      </w:r>
    </w:p>
    <w:p w14:paraId="4530633A" w14:textId="77777777"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p>
    <w:p w14:paraId="6C5B7D09" w14:textId="08C29828"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r w:rsidRPr="009D2585">
        <w:rPr>
          <w:b w:val="0"/>
        </w:rPr>
        <w:t>If you decide to start a business, you’re going to face many risks, so it is worth exploring some of them beforehand. Remember that</w:t>
      </w:r>
      <w:r w:rsidR="00BC5773">
        <w:rPr>
          <w:b w:val="0"/>
        </w:rPr>
        <w:t xml:space="preserve"> many businesses do not</w:t>
      </w:r>
      <w:r w:rsidR="001A1080">
        <w:rPr>
          <w:b w:val="0"/>
        </w:rPr>
        <w:t> </w:t>
      </w:r>
      <w:r w:rsidR="00BC5773">
        <w:rPr>
          <w:b w:val="0"/>
        </w:rPr>
        <w:t>survive in the long term</w:t>
      </w:r>
      <w:r w:rsidR="00261987">
        <w:rPr>
          <w:b w:val="0"/>
        </w:rPr>
        <w:t>.</w:t>
      </w:r>
      <w:r w:rsidRPr="009D2585">
        <w:rPr>
          <w:b w:val="0"/>
        </w:rPr>
        <w:t xml:space="preserve"> This suggests that being</w:t>
      </w:r>
      <w:r w:rsidR="001A1080">
        <w:rPr>
          <w:b w:val="0"/>
        </w:rPr>
        <w:t> </w:t>
      </w:r>
      <w:r w:rsidRPr="009D2585">
        <w:rPr>
          <w:b w:val="0"/>
        </w:rPr>
        <w:t>your own boss may not be as liberating as it</w:t>
      </w:r>
      <w:r w:rsidR="001A1080">
        <w:rPr>
          <w:b w:val="0"/>
        </w:rPr>
        <w:t> </w:t>
      </w:r>
      <w:r w:rsidRPr="009D2585">
        <w:rPr>
          <w:b w:val="0"/>
        </w:rPr>
        <w:t xml:space="preserve">sounds. Some of the risks are clearly outside anyone’s control. Your product may suddenly face new competition that you couldn’t have predicted. Or perhaps a change in the economy means people can no longer afford what you are selling. It is obvious that no one can plan for these things and sometimes small businesses fail due to bad luck alone. </w:t>
      </w:r>
    </w:p>
    <w:p w14:paraId="0CD8C1BA" w14:textId="77777777"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p>
    <w:p w14:paraId="728CAEFF" w14:textId="77777777"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r w:rsidRPr="009D2585">
        <w:rPr>
          <w:b w:val="0"/>
        </w:rPr>
        <w:t xml:space="preserve">Yet many risks are associated with the person or people who start the business. Working for yourself can be liberating in one sense, but it is also likely to be much more of an emotional journey than working for someone else. This journey can often have far more ups and downs than a regular job as well and this can affect the performance and success of the business. For example, at the beginning few people understand the implications of not being able to rely on a regular salary. This uncertainty can be stressful to live with on a daily basis especially as the company is developing. In addition, many people finance their businesses themselves and can risk losing their life savings if things go wrong. </w:t>
      </w:r>
    </w:p>
    <w:p w14:paraId="1A224FD8" w14:textId="77777777"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p>
    <w:p w14:paraId="08E223B6" w14:textId="3FBA783F" w:rsidR="009D2585" w:rsidRDefault="009D2585" w:rsidP="009D2585">
      <w:pPr>
        <w:pStyle w:val="Rubric"/>
        <w:pBdr>
          <w:top w:val="dotted" w:sz="4" w:space="1" w:color="auto"/>
          <w:left w:val="dotted" w:sz="4" w:space="4" w:color="auto"/>
          <w:bottom w:val="dotted" w:sz="4" w:space="1" w:color="auto"/>
          <w:right w:val="dotted" w:sz="4" w:space="4" w:color="auto"/>
        </w:pBdr>
        <w:rPr>
          <w:b w:val="0"/>
        </w:rPr>
      </w:pPr>
      <w:r w:rsidRPr="009D2585">
        <w:rPr>
          <w:b w:val="0"/>
        </w:rPr>
        <w:t xml:space="preserve">Money is something that new businesses require, but equally as important is time. There is no end to the amount of time you can spend on your new business. This situation has been made worse by the need to </w:t>
      </w:r>
      <w:r w:rsidR="00173016">
        <w:rPr>
          <w:b w:val="0"/>
        </w:rPr>
        <w:t>constantly find ways to market your new business and find customers</w:t>
      </w:r>
      <w:r w:rsidRPr="009D2585">
        <w:rPr>
          <w:b w:val="0"/>
        </w:rPr>
        <w:t xml:space="preserve">, which takes up far more time than the boring administration tasks such as filing </w:t>
      </w:r>
      <w:r w:rsidRPr="009D2585">
        <w:rPr>
          <w:b w:val="0"/>
        </w:rPr>
        <w:t>and accounting. In fact, it seems strange that so many people do decide to start their own business given the amount of work and potential risks involved. However, for those that succeed, the rewards are numerous; there is much pride in having created something from nothing, and being master of your own destiny is extremely fulfilling</w:t>
      </w:r>
      <w:r w:rsidR="003E5AC7">
        <w:rPr>
          <w:b w:val="0"/>
        </w:rPr>
        <w:t>,</w:t>
      </w:r>
      <w:r w:rsidRPr="009D2585">
        <w:rPr>
          <w:b w:val="0"/>
        </w:rPr>
        <w:t xml:space="preserve"> which can sustain people through all the difficult times.</w:t>
      </w:r>
    </w:p>
    <w:p w14:paraId="10739258" w14:textId="77777777" w:rsidR="009D2585" w:rsidRPr="009D2585" w:rsidRDefault="009D2585" w:rsidP="009D2585">
      <w:pPr>
        <w:pStyle w:val="Rubric"/>
        <w:pBdr>
          <w:top w:val="dotted" w:sz="4" w:space="1" w:color="auto"/>
          <w:left w:val="dotted" w:sz="4" w:space="4" w:color="auto"/>
          <w:bottom w:val="dotted" w:sz="4" w:space="1" w:color="auto"/>
          <w:right w:val="dotted" w:sz="4" w:space="4" w:color="auto"/>
        </w:pBdr>
        <w:rPr>
          <w:b w:val="0"/>
        </w:rPr>
      </w:pPr>
    </w:p>
    <w:p w14:paraId="083C9CC7" w14:textId="32B705C4" w:rsidR="00FC70A7" w:rsidRDefault="00FC70A7" w:rsidP="008D2BFA">
      <w:pPr>
        <w:pStyle w:val="Rubric"/>
      </w:pPr>
    </w:p>
    <w:p w14:paraId="180A40DD" w14:textId="267E7C6D" w:rsidR="00FC70A7" w:rsidRPr="00FC70A7" w:rsidRDefault="00FC70A7" w:rsidP="00FC70A7">
      <w:pPr>
        <w:pStyle w:val="Rubric"/>
        <w:rPr>
          <w:b w:val="0"/>
        </w:rPr>
      </w:pPr>
      <w:r>
        <w:t xml:space="preserve">1 </w:t>
      </w:r>
      <w:r w:rsidRPr="00FC70A7">
        <w:rPr>
          <w:b w:val="0"/>
        </w:rPr>
        <w:t>People usually daydream about starting a</w:t>
      </w:r>
      <w:r w:rsidR="001A1080">
        <w:rPr>
          <w:b w:val="0"/>
        </w:rPr>
        <w:t> </w:t>
      </w:r>
      <w:r w:rsidRPr="00FC70A7">
        <w:rPr>
          <w:b w:val="0"/>
        </w:rPr>
        <w:t>business</w:t>
      </w:r>
      <w:r w:rsidR="001A1080">
        <w:rPr>
          <w:b w:val="0"/>
        </w:rPr>
        <w:t> </w:t>
      </w:r>
    </w:p>
    <w:p w14:paraId="5C672E88" w14:textId="00EBD736" w:rsidR="00FC70A7" w:rsidRPr="00FC70A7" w:rsidRDefault="00FC70A7" w:rsidP="00FC70A7">
      <w:pPr>
        <w:pStyle w:val="Rubric"/>
        <w:rPr>
          <w:b w:val="0"/>
        </w:rPr>
      </w:pPr>
      <w:proofErr w:type="spellStart"/>
      <w:r>
        <w:t>a</w:t>
      </w:r>
      <w:proofErr w:type="spellEnd"/>
      <w:r>
        <w:t xml:space="preserve"> </w:t>
      </w:r>
      <w:r w:rsidRPr="00FC70A7">
        <w:rPr>
          <w:b w:val="0"/>
        </w:rPr>
        <w:t>when they reach a certain age</w:t>
      </w:r>
      <w:r w:rsidR="001A1080">
        <w:rPr>
          <w:b w:val="0"/>
        </w:rPr>
        <w:t>.</w:t>
      </w:r>
    </w:p>
    <w:p w14:paraId="7D7105D9" w14:textId="72ABDA67" w:rsidR="00FC70A7" w:rsidRPr="00FC70A7" w:rsidRDefault="00FC70A7" w:rsidP="00FC70A7">
      <w:pPr>
        <w:pStyle w:val="Rubric"/>
        <w:rPr>
          <w:b w:val="0"/>
        </w:rPr>
      </w:pPr>
      <w:r>
        <w:t xml:space="preserve">b </w:t>
      </w:r>
      <w:r>
        <w:rPr>
          <w:b w:val="0"/>
        </w:rPr>
        <w:t>b</w:t>
      </w:r>
      <w:r w:rsidRPr="00FC70A7">
        <w:rPr>
          <w:b w:val="0"/>
        </w:rPr>
        <w:t>ecause they want to change their life</w:t>
      </w:r>
      <w:r w:rsidR="001A1080">
        <w:rPr>
          <w:b w:val="0"/>
        </w:rPr>
        <w:t>.</w:t>
      </w:r>
    </w:p>
    <w:p w14:paraId="73FA4BFE" w14:textId="45E68C91" w:rsidR="00FC70A7" w:rsidRPr="00FC70A7" w:rsidRDefault="00FC70A7" w:rsidP="00FC70A7">
      <w:pPr>
        <w:pStyle w:val="Rubric"/>
        <w:rPr>
          <w:b w:val="0"/>
        </w:rPr>
      </w:pPr>
      <w:r>
        <w:t xml:space="preserve">c </w:t>
      </w:r>
      <w:r>
        <w:rPr>
          <w:b w:val="0"/>
        </w:rPr>
        <w:t>a</w:t>
      </w:r>
      <w:r w:rsidRPr="00FC70A7">
        <w:rPr>
          <w:b w:val="0"/>
        </w:rPr>
        <w:t>t the end of a long day at work</w:t>
      </w:r>
      <w:r w:rsidR="001A1080">
        <w:rPr>
          <w:b w:val="0"/>
        </w:rPr>
        <w:t>.</w:t>
      </w:r>
    </w:p>
    <w:p w14:paraId="64423A58" w14:textId="38AB7250" w:rsidR="00FC70A7" w:rsidRPr="00FC70A7" w:rsidRDefault="00FC70A7" w:rsidP="00FC70A7">
      <w:pPr>
        <w:pStyle w:val="Rubric"/>
        <w:rPr>
          <w:b w:val="0"/>
        </w:rPr>
      </w:pPr>
      <w:r>
        <w:t xml:space="preserve">d </w:t>
      </w:r>
      <w:r w:rsidR="00BC5773">
        <w:rPr>
          <w:b w:val="0"/>
        </w:rPr>
        <w:t>because they think they will become famous</w:t>
      </w:r>
      <w:r w:rsidR="001A1080">
        <w:rPr>
          <w:b w:val="0"/>
        </w:rPr>
        <w:t>.</w:t>
      </w:r>
    </w:p>
    <w:p w14:paraId="5BC53189" w14:textId="77777777" w:rsidR="00FC70A7" w:rsidRPr="00FC70A7" w:rsidRDefault="00FC70A7" w:rsidP="00FC70A7">
      <w:pPr>
        <w:pStyle w:val="Rubric"/>
        <w:rPr>
          <w:b w:val="0"/>
        </w:rPr>
      </w:pPr>
    </w:p>
    <w:p w14:paraId="370A405E" w14:textId="01E48C34" w:rsidR="00FC70A7" w:rsidRPr="00FC70A7" w:rsidRDefault="00FC70A7" w:rsidP="00FC70A7">
      <w:pPr>
        <w:pStyle w:val="Rubric"/>
        <w:rPr>
          <w:b w:val="0"/>
        </w:rPr>
      </w:pPr>
      <w:r>
        <w:t xml:space="preserve">2 </w:t>
      </w:r>
      <w:r w:rsidRPr="00FC70A7">
        <w:rPr>
          <w:b w:val="0"/>
        </w:rPr>
        <w:t xml:space="preserve">What is difficult about </w:t>
      </w:r>
      <w:r w:rsidR="00BC5773">
        <w:rPr>
          <w:b w:val="0"/>
        </w:rPr>
        <w:t>running your own</w:t>
      </w:r>
      <w:r w:rsidRPr="00FC70A7">
        <w:rPr>
          <w:b w:val="0"/>
        </w:rPr>
        <w:t xml:space="preserve"> business?</w:t>
      </w:r>
    </w:p>
    <w:p w14:paraId="1F5429B2" w14:textId="3AD4F0E0" w:rsidR="00FC70A7" w:rsidRPr="00FC70A7" w:rsidRDefault="00FC70A7" w:rsidP="00FC70A7">
      <w:pPr>
        <w:pStyle w:val="Rubric"/>
        <w:rPr>
          <w:b w:val="0"/>
        </w:rPr>
      </w:pPr>
      <w:r>
        <w:t xml:space="preserve">a </w:t>
      </w:r>
      <w:r>
        <w:rPr>
          <w:b w:val="0"/>
        </w:rPr>
        <w:t>m</w:t>
      </w:r>
      <w:r w:rsidRPr="00FC70A7">
        <w:rPr>
          <w:b w:val="0"/>
        </w:rPr>
        <w:t>aintaining it over time</w:t>
      </w:r>
    </w:p>
    <w:p w14:paraId="7AD05971" w14:textId="78A6BDF2" w:rsidR="00FC70A7" w:rsidRPr="00FC70A7" w:rsidRDefault="00FC70A7" w:rsidP="00FC70A7">
      <w:pPr>
        <w:pStyle w:val="Rubric"/>
        <w:rPr>
          <w:b w:val="0"/>
        </w:rPr>
      </w:pPr>
      <w:r>
        <w:t xml:space="preserve">b </w:t>
      </w:r>
      <w:r w:rsidR="00A2104D">
        <w:rPr>
          <w:b w:val="0"/>
        </w:rPr>
        <w:t>d</w:t>
      </w:r>
      <w:r w:rsidRPr="00FC70A7">
        <w:rPr>
          <w:b w:val="0"/>
        </w:rPr>
        <w:t>oing all the administration</w:t>
      </w:r>
    </w:p>
    <w:p w14:paraId="260444B4" w14:textId="3E8B0434" w:rsidR="00FC70A7" w:rsidRPr="00FC70A7" w:rsidRDefault="00FC70A7" w:rsidP="00FC70A7">
      <w:pPr>
        <w:pStyle w:val="Rubric"/>
        <w:rPr>
          <w:b w:val="0"/>
        </w:rPr>
      </w:pPr>
      <w:r>
        <w:t xml:space="preserve">c </w:t>
      </w:r>
      <w:r w:rsidR="00525332">
        <w:rPr>
          <w:b w:val="0"/>
        </w:rPr>
        <w:t>making lots of decisions</w:t>
      </w:r>
      <w:r w:rsidR="009F21B9">
        <w:rPr>
          <w:b w:val="0"/>
        </w:rPr>
        <w:t xml:space="preserve"> </w:t>
      </w:r>
    </w:p>
    <w:p w14:paraId="3264F8CF" w14:textId="76F42F8B" w:rsidR="00FC70A7" w:rsidRDefault="00FC70A7" w:rsidP="00FC70A7">
      <w:pPr>
        <w:pStyle w:val="Rubric"/>
        <w:rPr>
          <w:b w:val="0"/>
        </w:rPr>
      </w:pPr>
      <w:r>
        <w:t xml:space="preserve">d </w:t>
      </w:r>
      <w:r w:rsidR="00A2104D">
        <w:rPr>
          <w:b w:val="0"/>
        </w:rPr>
        <w:t>b</w:t>
      </w:r>
      <w:r w:rsidRPr="00FC70A7">
        <w:rPr>
          <w:b w:val="0"/>
        </w:rPr>
        <w:t xml:space="preserve">eing well-organised  </w:t>
      </w:r>
    </w:p>
    <w:p w14:paraId="10D0D5CB" w14:textId="4FD16BA5" w:rsidR="004B202C" w:rsidRDefault="004B202C" w:rsidP="00FC70A7">
      <w:pPr>
        <w:pStyle w:val="Rubric"/>
        <w:rPr>
          <w:b w:val="0"/>
        </w:rPr>
      </w:pPr>
    </w:p>
    <w:p w14:paraId="42086CC6" w14:textId="03F3BDF5" w:rsidR="004B202C" w:rsidRPr="004B202C" w:rsidRDefault="004B202C" w:rsidP="004B202C">
      <w:pPr>
        <w:pStyle w:val="Rubric"/>
        <w:rPr>
          <w:b w:val="0"/>
        </w:rPr>
      </w:pPr>
      <w:r>
        <w:t xml:space="preserve">3 </w:t>
      </w:r>
      <w:r w:rsidRPr="004B202C">
        <w:rPr>
          <w:b w:val="0"/>
        </w:rPr>
        <w:t>Wh</w:t>
      </w:r>
      <w:r w:rsidR="00261987">
        <w:rPr>
          <w:b w:val="0"/>
        </w:rPr>
        <w:t>at</w:t>
      </w:r>
      <w:r w:rsidRPr="004B202C">
        <w:rPr>
          <w:b w:val="0"/>
        </w:rPr>
        <w:t xml:space="preserve"> </w:t>
      </w:r>
      <w:r w:rsidR="00261987">
        <w:rPr>
          <w:b w:val="0"/>
        </w:rPr>
        <w:t xml:space="preserve">suggests that </w:t>
      </w:r>
      <w:r w:rsidRPr="004B202C">
        <w:rPr>
          <w:b w:val="0"/>
        </w:rPr>
        <w:t xml:space="preserve">running a business </w:t>
      </w:r>
      <w:r w:rsidR="00261987">
        <w:rPr>
          <w:b w:val="0"/>
        </w:rPr>
        <w:t xml:space="preserve">might </w:t>
      </w:r>
      <w:r w:rsidRPr="004B202C">
        <w:rPr>
          <w:b w:val="0"/>
        </w:rPr>
        <w:t>be harder than it appears?</w:t>
      </w:r>
    </w:p>
    <w:p w14:paraId="5841D001" w14:textId="5D781C1D" w:rsidR="004B202C" w:rsidRPr="004B202C" w:rsidRDefault="004B202C" w:rsidP="004B202C">
      <w:pPr>
        <w:pStyle w:val="Rubric"/>
        <w:rPr>
          <w:b w:val="0"/>
        </w:rPr>
      </w:pPr>
      <w:r>
        <w:t xml:space="preserve">a </w:t>
      </w:r>
      <w:r w:rsidR="001A1080">
        <w:rPr>
          <w:b w:val="0"/>
        </w:rPr>
        <w:t>P</w:t>
      </w:r>
      <w:r w:rsidRPr="004B202C">
        <w:rPr>
          <w:b w:val="0"/>
        </w:rPr>
        <w:t>eople don’t understand the risks</w:t>
      </w:r>
      <w:r w:rsidR="001A1080">
        <w:rPr>
          <w:b w:val="0"/>
        </w:rPr>
        <w:t>.</w:t>
      </w:r>
    </w:p>
    <w:p w14:paraId="6FD59BAA" w14:textId="63DB7F6A" w:rsidR="004B202C" w:rsidRPr="004B202C" w:rsidRDefault="004B202C" w:rsidP="004B202C">
      <w:pPr>
        <w:pStyle w:val="Rubric"/>
        <w:rPr>
          <w:b w:val="0"/>
        </w:rPr>
      </w:pPr>
      <w:r>
        <w:t xml:space="preserve">b </w:t>
      </w:r>
      <w:r w:rsidR="001A1080">
        <w:rPr>
          <w:b w:val="0"/>
        </w:rPr>
        <w:t>B</w:t>
      </w:r>
      <w:r w:rsidRPr="004B202C">
        <w:rPr>
          <w:b w:val="0"/>
        </w:rPr>
        <w:t>usinesses are difficult to control</w:t>
      </w:r>
      <w:r w:rsidR="001A1080">
        <w:rPr>
          <w:b w:val="0"/>
        </w:rPr>
        <w:t>.</w:t>
      </w:r>
      <w:r w:rsidRPr="004B202C">
        <w:rPr>
          <w:b w:val="0"/>
        </w:rPr>
        <w:tab/>
      </w:r>
    </w:p>
    <w:p w14:paraId="70C1B8C6" w14:textId="76B40183" w:rsidR="004B202C" w:rsidRPr="004B202C" w:rsidRDefault="004B202C" w:rsidP="004B202C">
      <w:pPr>
        <w:pStyle w:val="Rubric"/>
        <w:rPr>
          <w:b w:val="0"/>
        </w:rPr>
      </w:pPr>
      <w:r>
        <w:t xml:space="preserve">c </w:t>
      </w:r>
      <w:r w:rsidR="001A1080">
        <w:rPr>
          <w:b w:val="0"/>
        </w:rPr>
        <w:t>M</w:t>
      </w:r>
      <w:r w:rsidRPr="004B202C">
        <w:rPr>
          <w:b w:val="0"/>
        </w:rPr>
        <w:t>any people don’t do any research</w:t>
      </w:r>
      <w:r w:rsidR="001A1080">
        <w:rPr>
          <w:b w:val="0"/>
        </w:rPr>
        <w:t>.</w:t>
      </w:r>
    </w:p>
    <w:p w14:paraId="52DA730C" w14:textId="72AAF007" w:rsidR="004B202C" w:rsidRPr="004B202C" w:rsidRDefault="004B202C" w:rsidP="004B202C">
      <w:pPr>
        <w:pStyle w:val="Rubric"/>
        <w:rPr>
          <w:b w:val="0"/>
        </w:rPr>
      </w:pPr>
      <w:r>
        <w:t xml:space="preserve">d </w:t>
      </w:r>
      <w:r w:rsidR="001A1080">
        <w:rPr>
          <w:b w:val="0"/>
        </w:rPr>
        <w:t>M</w:t>
      </w:r>
      <w:r w:rsidRPr="004B202C">
        <w:rPr>
          <w:b w:val="0"/>
        </w:rPr>
        <w:t>ost businesses fail in a short time</w:t>
      </w:r>
      <w:r w:rsidR="001A1080">
        <w:rPr>
          <w:b w:val="0"/>
        </w:rPr>
        <w:t>.</w:t>
      </w:r>
    </w:p>
    <w:p w14:paraId="217C7B96" w14:textId="77777777" w:rsidR="004B202C" w:rsidRPr="004B202C" w:rsidRDefault="004B202C" w:rsidP="004B202C">
      <w:pPr>
        <w:pStyle w:val="Rubric"/>
        <w:rPr>
          <w:b w:val="0"/>
        </w:rPr>
      </w:pPr>
    </w:p>
    <w:p w14:paraId="3F9DF65E" w14:textId="22C73D0C" w:rsidR="004B202C" w:rsidRPr="004B202C" w:rsidRDefault="004B202C" w:rsidP="004B202C">
      <w:pPr>
        <w:pStyle w:val="Rubric"/>
        <w:rPr>
          <w:b w:val="0"/>
        </w:rPr>
      </w:pPr>
      <w:r>
        <w:t xml:space="preserve">4 </w:t>
      </w:r>
      <w:r w:rsidRPr="004B202C">
        <w:rPr>
          <w:b w:val="0"/>
        </w:rPr>
        <w:t>Sometimes businesses don’t succeed because</w:t>
      </w:r>
    </w:p>
    <w:p w14:paraId="2A015BED" w14:textId="6C63118E" w:rsidR="004B202C" w:rsidRPr="004B202C" w:rsidRDefault="004B202C" w:rsidP="004B202C">
      <w:pPr>
        <w:pStyle w:val="Rubric"/>
        <w:rPr>
          <w:b w:val="0"/>
        </w:rPr>
      </w:pPr>
      <w:proofErr w:type="spellStart"/>
      <w:r>
        <w:t>a</w:t>
      </w:r>
      <w:proofErr w:type="spellEnd"/>
      <w:r>
        <w:t xml:space="preserve"> </w:t>
      </w:r>
      <w:r w:rsidRPr="004B202C">
        <w:rPr>
          <w:b w:val="0"/>
        </w:rPr>
        <w:t>their products are too expensive</w:t>
      </w:r>
      <w:r w:rsidR="001A1080">
        <w:rPr>
          <w:b w:val="0"/>
        </w:rPr>
        <w:t>.</w:t>
      </w:r>
    </w:p>
    <w:p w14:paraId="11305C88" w14:textId="2FA5704B" w:rsidR="004B202C" w:rsidRPr="004B202C" w:rsidRDefault="004B202C" w:rsidP="004B202C">
      <w:pPr>
        <w:pStyle w:val="Rubric"/>
        <w:rPr>
          <w:b w:val="0"/>
        </w:rPr>
      </w:pPr>
      <w:r>
        <w:t xml:space="preserve">b </w:t>
      </w:r>
      <w:r w:rsidRPr="004B202C">
        <w:rPr>
          <w:b w:val="0"/>
        </w:rPr>
        <w:t>of unexpected world events</w:t>
      </w:r>
      <w:r w:rsidR="001A1080">
        <w:rPr>
          <w:b w:val="0"/>
        </w:rPr>
        <w:t>.</w:t>
      </w:r>
    </w:p>
    <w:p w14:paraId="075A812F" w14:textId="78D1C2E3" w:rsidR="004B202C" w:rsidRPr="004B202C" w:rsidRDefault="004B202C" w:rsidP="004B202C">
      <w:pPr>
        <w:pStyle w:val="Rubric"/>
        <w:rPr>
          <w:b w:val="0"/>
        </w:rPr>
      </w:pPr>
      <w:r>
        <w:t xml:space="preserve">c </w:t>
      </w:r>
      <w:r w:rsidRPr="004B202C">
        <w:rPr>
          <w:b w:val="0"/>
        </w:rPr>
        <w:t>they did not plan well</w:t>
      </w:r>
      <w:r w:rsidR="001A1080">
        <w:rPr>
          <w:b w:val="0"/>
        </w:rPr>
        <w:t>.</w:t>
      </w:r>
    </w:p>
    <w:p w14:paraId="301B7315" w14:textId="222E6FE9" w:rsidR="004B202C" w:rsidRPr="00FC70A7" w:rsidRDefault="004B202C" w:rsidP="004B202C">
      <w:pPr>
        <w:pStyle w:val="Rubric"/>
        <w:rPr>
          <w:b w:val="0"/>
        </w:rPr>
      </w:pPr>
      <w:r>
        <w:t xml:space="preserve">d </w:t>
      </w:r>
      <w:r w:rsidRPr="004B202C">
        <w:rPr>
          <w:b w:val="0"/>
        </w:rPr>
        <w:t>of a lack of resources</w:t>
      </w:r>
      <w:r w:rsidR="001A1080">
        <w:rPr>
          <w:b w:val="0"/>
        </w:rPr>
        <w:t>.</w:t>
      </w:r>
    </w:p>
    <w:bookmarkEnd w:id="3"/>
    <w:p w14:paraId="00102767" w14:textId="324DC8FF" w:rsidR="00356826" w:rsidRDefault="00356826" w:rsidP="008D2BFA">
      <w:pPr>
        <w:pStyle w:val="Text"/>
      </w:pPr>
    </w:p>
    <w:p w14:paraId="6EBF23BE" w14:textId="77777777" w:rsidR="005C2E26" w:rsidRPr="005C2E26" w:rsidRDefault="004B202C" w:rsidP="005C2E26">
      <w:pPr>
        <w:pStyle w:val="Text"/>
      </w:pPr>
      <w:r>
        <w:rPr>
          <w:b/>
        </w:rPr>
        <w:t xml:space="preserve">5 </w:t>
      </w:r>
      <w:r w:rsidR="005C2E26" w:rsidRPr="005C2E26">
        <w:t>How is working for yourself different from working for a company?</w:t>
      </w:r>
    </w:p>
    <w:p w14:paraId="35CB1434" w14:textId="2B9D6D50" w:rsidR="005C2E26" w:rsidRPr="005C2E26" w:rsidRDefault="005C2E26" w:rsidP="005C2E26">
      <w:pPr>
        <w:pStyle w:val="Text"/>
      </w:pPr>
      <w:proofErr w:type="spellStart"/>
      <w:r>
        <w:rPr>
          <w:b/>
        </w:rPr>
        <w:t>a</w:t>
      </w:r>
      <w:proofErr w:type="spellEnd"/>
      <w:r>
        <w:rPr>
          <w:b/>
        </w:rPr>
        <w:t xml:space="preserve"> </w:t>
      </w:r>
      <w:r w:rsidR="001A1080">
        <w:t>I</w:t>
      </w:r>
      <w:r w:rsidRPr="005C2E26">
        <w:t>t gives you a</w:t>
      </w:r>
      <w:r w:rsidR="00261987">
        <w:t xml:space="preserve"> better work</w:t>
      </w:r>
      <w:r w:rsidR="0060054F">
        <w:t>–</w:t>
      </w:r>
      <w:r w:rsidR="00261987">
        <w:t>life balance</w:t>
      </w:r>
      <w:r w:rsidR="001A1080">
        <w:t>.</w:t>
      </w:r>
      <w:r w:rsidRPr="005C2E26">
        <w:t xml:space="preserve"> </w:t>
      </w:r>
    </w:p>
    <w:p w14:paraId="4AD2E32F" w14:textId="51776FD3" w:rsidR="005C2E26" w:rsidRPr="005C2E26" w:rsidRDefault="005C2E26" w:rsidP="005C2E26">
      <w:pPr>
        <w:pStyle w:val="Text"/>
      </w:pPr>
      <w:r>
        <w:rPr>
          <w:b/>
        </w:rPr>
        <w:t xml:space="preserve">b </w:t>
      </w:r>
      <w:r w:rsidR="001A1080">
        <w:t>I</w:t>
      </w:r>
      <w:r w:rsidRPr="005C2E26">
        <w:t>t produces a wide range of feelings</w:t>
      </w:r>
      <w:r w:rsidR="001A1080">
        <w:t>.</w:t>
      </w:r>
    </w:p>
    <w:p w14:paraId="1762692E" w14:textId="6E09E2B7" w:rsidR="005C2E26" w:rsidRPr="005C2E26" w:rsidRDefault="005C2E26" w:rsidP="005C2E26">
      <w:pPr>
        <w:pStyle w:val="Text"/>
      </w:pPr>
      <w:r>
        <w:rPr>
          <w:b/>
        </w:rPr>
        <w:t xml:space="preserve">c </w:t>
      </w:r>
      <w:r w:rsidR="001A1080">
        <w:t>I</w:t>
      </w:r>
      <w:r w:rsidRPr="005C2E26">
        <w:t xml:space="preserve">t </w:t>
      </w:r>
      <w:r w:rsidR="00173016">
        <w:t>helps you become more efficient</w:t>
      </w:r>
      <w:r w:rsidR="001A1080">
        <w:t>.</w:t>
      </w:r>
    </w:p>
    <w:p w14:paraId="3569BACA" w14:textId="0C4B8A5C" w:rsidR="005C2E26" w:rsidRPr="005C2E26" w:rsidRDefault="005C2E26" w:rsidP="005C2E26">
      <w:pPr>
        <w:pStyle w:val="Text"/>
      </w:pPr>
      <w:r>
        <w:rPr>
          <w:b/>
        </w:rPr>
        <w:t xml:space="preserve">d </w:t>
      </w:r>
      <w:r w:rsidR="001A1080">
        <w:t>I</w:t>
      </w:r>
      <w:r w:rsidRPr="005C2E26">
        <w:t>t makes you more positive</w:t>
      </w:r>
      <w:r w:rsidR="001A1080">
        <w:t>.</w:t>
      </w:r>
    </w:p>
    <w:p w14:paraId="342FB040" w14:textId="77777777" w:rsidR="005C2E26" w:rsidRPr="005C2E26" w:rsidRDefault="005C2E26" w:rsidP="005C2E26">
      <w:pPr>
        <w:pStyle w:val="Text"/>
      </w:pPr>
    </w:p>
    <w:p w14:paraId="30AB2714" w14:textId="33E48F85" w:rsidR="005C2E26" w:rsidRPr="005C2E26" w:rsidRDefault="005C2E26" w:rsidP="005C2E26">
      <w:pPr>
        <w:pStyle w:val="Text"/>
      </w:pPr>
      <w:r>
        <w:rPr>
          <w:b/>
        </w:rPr>
        <w:t xml:space="preserve">6 </w:t>
      </w:r>
      <w:r w:rsidRPr="005C2E26">
        <w:t>What aspect of running a business is sometimes stressful?</w:t>
      </w:r>
    </w:p>
    <w:p w14:paraId="3106FD70" w14:textId="7FBC24B4" w:rsidR="005C2E26" w:rsidRPr="005C2E26" w:rsidRDefault="005C2E26" w:rsidP="005C2E26">
      <w:pPr>
        <w:pStyle w:val="Text"/>
      </w:pPr>
      <w:proofErr w:type="spellStart"/>
      <w:r>
        <w:rPr>
          <w:b/>
        </w:rPr>
        <w:t>a</w:t>
      </w:r>
      <w:proofErr w:type="spellEnd"/>
      <w:r>
        <w:rPr>
          <w:b/>
        </w:rPr>
        <w:t xml:space="preserve"> </w:t>
      </w:r>
      <w:r>
        <w:t>h</w:t>
      </w:r>
      <w:r w:rsidRPr="005C2E26">
        <w:t>aving an irregular salary</w:t>
      </w:r>
    </w:p>
    <w:p w14:paraId="74357CFD" w14:textId="0395899A" w:rsidR="005C2E26" w:rsidRPr="005C2E26" w:rsidRDefault="005C2E26" w:rsidP="005C2E26">
      <w:pPr>
        <w:pStyle w:val="Text"/>
      </w:pPr>
      <w:r>
        <w:rPr>
          <w:b/>
        </w:rPr>
        <w:t xml:space="preserve">b </w:t>
      </w:r>
      <w:r>
        <w:t>d</w:t>
      </w:r>
      <w:r w:rsidRPr="005C2E26">
        <w:t>eveloping the business</w:t>
      </w:r>
    </w:p>
    <w:p w14:paraId="4308E4CE" w14:textId="6A21CB2F" w:rsidR="005C2E26" w:rsidRPr="005C2E26" w:rsidRDefault="005C2E26" w:rsidP="005C2E26">
      <w:pPr>
        <w:pStyle w:val="Text"/>
      </w:pPr>
      <w:r>
        <w:rPr>
          <w:b/>
        </w:rPr>
        <w:t xml:space="preserve">c </w:t>
      </w:r>
      <w:r>
        <w:t>l</w:t>
      </w:r>
      <w:r w:rsidRPr="005C2E26">
        <w:t>osing your life savings</w:t>
      </w:r>
    </w:p>
    <w:p w14:paraId="6D249A6D" w14:textId="36405996" w:rsidR="004B202C" w:rsidRDefault="005C2E26" w:rsidP="005C2E26">
      <w:pPr>
        <w:pStyle w:val="Text"/>
      </w:pPr>
      <w:r>
        <w:rPr>
          <w:b/>
        </w:rPr>
        <w:t xml:space="preserve">d </w:t>
      </w:r>
      <w:r w:rsidR="00173016">
        <w:t>doing the administration</w:t>
      </w:r>
    </w:p>
    <w:p w14:paraId="38640EA8" w14:textId="71930F61" w:rsidR="005C2E26" w:rsidRDefault="005C2E26" w:rsidP="005C2E26">
      <w:pPr>
        <w:pStyle w:val="Text"/>
      </w:pPr>
    </w:p>
    <w:p w14:paraId="0DAA0564" w14:textId="06BD68D6" w:rsidR="005C1099" w:rsidRPr="005C1099" w:rsidRDefault="005C2E26" w:rsidP="005C1099">
      <w:pPr>
        <w:pStyle w:val="Text"/>
      </w:pPr>
      <w:r>
        <w:rPr>
          <w:b/>
        </w:rPr>
        <w:t>7</w:t>
      </w:r>
      <w:r w:rsidR="005C1099" w:rsidRPr="005C1099">
        <w:t xml:space="preserve"> Why are new businesses so time-consuming?</w:t>
      </w:r>
    </w:p>
    <w:p w14:paraId="4E9D7B1C" w14:textId="490792E9" w:rsidR="005C1099" w:rsidRPr="005C1099" w:rsidRDefault="005C1099" w:rsidP="005C1099">
      <w:pPr>
        <w:pStyle w:val="Text"/>
      </w:pPr>
      <w:proofErr w:type="spellStart"/>
      <w:r>
        <w:rPr>
          <w:b/>
        </w:rPr>
        <w:t>a</w:t>
      </w:r>
      <w:proofErr w:type="spellEnd"/>
      <w:r>
        <w:rPr>
          <w:b/>
        </w:rPr>
        <w:t xml:space="preserve"> </w:t>
      </w:r>
      <w:r w:rsidR="001A1080">
        <w:t>T</w:t>
      </w:r>
      <w:r w:rsidRPr="005C1099">
        <w:t>here is so much paperwork to do</w:t>
      </w:r>
      <w:r w:rsidR="001A1080">
        <w:t>.</w:t>
      </w:r>
    </w:p>
    <w:p w14:paraId="0A88BA57" w14:textId="429BC3EB" w:rsidR="005C1099" w:rsidRPr="005C1099" w:rsidRDefault="005C1099" w:rsidP="005C1099">
      <w:pPr>
        <w:pStyle w:val="Text"/>
      </w:pPr>
      <w:r>
        <w:rPr>
          <w:b/>
        </w:rPr>
        <w:t xml:space="preserve">b </w:t>
      </w:r>
      <w:r w:rsidR="001A1080">
        <w:t>P</w:t>
      </w:r>
      <w:r w:rsidRPr="005C1099">
        <w:t>eople have to work very long hours</w:t>
      </w:r>
      <w:r w:rsidR="001A1080">
        <w:t>.</w:t>
      </w:r>
    </w:p>
    <w:p w14:paraId="3A6154ED" w14:textId="6CB7EEF4" w:rsidR="005C1099" w:rsidRPr="005C1099" w:rsidRDefault="005C1099" w:rsidP="005C1099">
      <w:pPr>
        <w:pStyle w:val="Text"/>
      </w:pPr>
      <w:r>
        <w:rPr>
          <w:b/>
        </w:rPr>
        <w:t xml:space="preserve">c </w:t>
      </w:r>
      <w:r w:rsidR="001A1080">
        <w:t>O</w:t>
      </w:r>
      <w:r w:rsidRPr="005C1099">
        <w:t xml:space="preserve">wners </w:t>
      </w:r>
      <w:r w:rsidR="0072583C">
        <w:t xml:space="preserve">must </w:t>
      </w:r>
      <w:r w:rsidR="00173016">
        <w:t>try to find work all the time</w:t>
      </w:r>
      <w:r w:rsidR="001A1080">
        <w:t>.</w:t>
      </w:r>
    </w:p>
    <w:p w14:paraId="27B08AFB" w14:textId="6756E5A6" w:rsidR="005C2E26" w:rsidRDefault="005C1099" w:rsidP="005C1099">
      <w:pPr>
        <w:pStyle w:val="Text"/>
      </w:pPr>
      <w:r>
        <w:rPr>
          <w:b/>
        </w:rPr>
        <w:t xml:space="preserve">d </w:t>
      </w:r>
      <w:r w:rsidR="001A1080">
        <w:t>C</w:t>
      </w:r>
      <w:r w:rsidRPr="005C1099">
        <w:t>ompany accounts are difficult</w:t>
      </w:r>
      <w:r w:rsidR="001A1080">
        <w:t>.</w:t>
      </w:r>
    </w:p>
    <w:p w14:paraId="7A699291" w14:textId="388526E8" w:rsidR="00090A86" w:rsidRDefault="00DF1307" w:rsidP="000F4B59">
      <w:pPr>
        <w:pStyle w:val="ScoreBox"/>
      </w:pPr>
      <w:r>
        <w:t>__</w:t>
      </w:r>
      <w:r w:rsidR="001A1080">
        <w:t>/</w:t>
      </w:r>
      <w:r w:rsidR="00E61142" w:rsidRPr="00E84816">
        <w:t>7</w:t>
      </w:r>
      <w:r w:rsidR="00090A86">
        <w:br w:type="page"/>
      </w:r>
    </w:p>
    <w:p w14:paraId="04FB53F6" w14:textId="46B07447" w:rsidR="00C57A21" w:rsidRPr="000F4B59" w:rsidRDefault="00930F27" w:rsidP="00567D5C">
      <w:pPr>
        <w:pStyle w:val="HeadASection"/>
        <w:rPr>
          <w:lang w:val="en-GB"/>
        </w:rPr>
      </w:pPr>
      <w:r w:rsidRPr="000F4B59">
        <w:rPr>
          <w:lang w:val="en-GB"/>
        </w:rPr>
        <w:lastRenderedPageBreak/>
        <w:t>Writing</w:t>
      </w:r>
    </w:p>
    <w:p w14:paraId="30C19D0F" w14:textId="77777777" w:rsidR="0060054F" w:rsidRPr="00E653E6" w:rsidRDefault="0060054F" w:rsidP="0060054F">
      <w:pPr>
        <w:pStyle w:val="EXAMTASKTYPE"/>
      </w:pPr>
      <w:r>
        <w:t>B2 Business Vantage</w:t>
      </w:r>
    </w:p>
    <w:p w14:paraId="6FEF3A64" w14:textId="7D391BB5" w:rsidR="004138D0" w:rsidRDefault="00930F27" w:rsidP="008D2BFA">
      <w:pPr>
        <w:pStyle w:val="Rubric"/>
      </w:pPr>
      <w:r w:rsidRPr="00E84816">
        <w:t>8</w:t>
      </w:r>
      <w:r w:rsidR="00C57A21" w:rsidRPr="00E84816">
        <w:t xml:space="preserve"> </w:t>
      </w:r>
      <w:r w:rsidR="004138D0">
        <w:t>You are the manager of</w:t>
      </w:r>
      <w:r w:rsidR="00E34822">
        <w:t xml:space="preserve"> a fitness centre called</w:t>
      </w:r>
      <w:r w:rsidR="004138D0">
        <w:t xml:space="preserve"> Ready Gyms. </w:t>
      </w:r>
      <w:r w:rsidR="00E34822">
        <w:t xml:space="preserve">You manage a team of </w:t>
      </w:r>
      <w:r w:rsidR="00CE00E6">
        <w:t>six</w:t>
      </w:r>
      <w:r w:rsidR="00E34822">
        <w:t xml:space="preserve"> instructors. </w:t>
      </w:r>
      <w:r w:rsidR="00CC27C6">
        <w:t>Last week one of your team</w:t>
      </w:r>
      <w:r w:rsidR="004138D0">
        <w:t>, Helen Potter,</w:t>
      </w:r>
      <w:r w:rsidR="00CC27C6">
        <w:t xml:space="preserve"> had an accident at work. </w:t>
      </w:r>
      <w:r w:rsidR="004138D0">
        <w:t xml:space="preserve">Read the notes about the accident and write an accident report. </w:t>
      </w:r>
    </w:p>
    <w:p w14:paraId="610158AC" w14:textId="77777777" w:rsidR="004138D0" w:rsidRDefault="004138D0" w:rsidP="008D2BFA">
      <w:pPr>
        <w:pStyle w:val="Rubric"/>
      </w:pPr>
    </w:p>
    <w:p w14:paraId="01F4F49A" w14:textId="003A8702" w:rsidR="004138D0" w:rsidRDefault="004138D0" w:rsidP="004138D0">
      <w:pPr>
        <w:pStyle w:val="Rubric"/>
        <w:pBdr>
          <w:top w:val="double" w:sz="4" w:space="1" w:color="auto"/>
          <w:left w:val="double" w:sz="4" w:space="4" w:color="auto"/>
          <w:bottom w:val="double" w:sz="4" w:space="1" w:color="auto"/>
          <w:right w:val="double" w:sz="4" w:space="4" w:color="auto"/>
        </w:pBdr>
        <w:rPr>
          <w:b w:val="0"/>
        </w:rPr>
      </w:pPr>
      <w:r>
        <w:rPr>
          <w:b w:val="0"/>
        </w:rPr>
        <w:t>Accident notes</w:t>
      </w:r>
    </w:p>
    <w:p w14:paraId="36822FDC" w14:textId="77777777" w:rsidR="004138D0" w:rsidRDefault="004138D0" w:rsidP="004138D0">
      <w:pPr>
        <w:pStyle w:val="Rubric"/>
        <w:pBdr>
          <w:top w:val="double" w:sz="4" w:space="1" w:color="auto"/>
          <w:left w:val="double" w:sz="4" w:space="4" w:color="auto"/>
          <w:bottom w:val="double" w:sz="4" w:space="1" w:color="auto"/>
          <w:right w:val="double" w:sz="4" w:space="4" w:color="auto"/>
        </w:pBdr>
        <w:rPr>
          <w:b w:val="0"/>
        </w:rPr>
      </w:pPr>
    </w:p>
    <w:p w14:paraId="03818FE1" w14:textId="77777777" w:rsidR="004138D0" w:rsidRDefault="00CC27C6" w:rsidP="004138D0">
      <w:pPr>
        <w:pStyle w:val="Rubric"/>
        <w:pBdr>
          <w:top w:val="double" w:sz="4" w:space="1" w:color="auto"/>
          <w:left w:val="double" w:sz="4" w:space="4" w:color="auto"/>
          <w:bottom w:val="double" w:sz="4" w:space="1" w:color="auto"/>
          <w:right w:val="double" w:sz="4" w:space="4" w:color="auto"/>
        </w:pBdr>
        <w:rPr>
          <w:b w:val="0"/>
        </w:rPr>
      </w:pPr>
      <w:r w:rsidRPr="004138D0">
        <w:rPr>
          <w:b w:val="0"/>
        </w:rPr>
        <w:t xml:space="preserve">Helen </w:t>
      </w:r>
      <w:r w:rsidR="004138D0" w:rsidRPr="004138D0">
        <w:rPr>
          <w:b w:val="0"/>
        </w:rPr>
        <w:t xml:space="preserve">Potter slipped down the stairs. She hit her head and cut her leg. She was carrying yoga mats. The first aider checked her injuries. Helen went to hospital for a further check. </w:t>
      </w:r>
    </w:p>
    <w:p w14:paraId="4B301DE1" w14:textId="3C91DF18" w:rsidR="002532EE" w:rsidRDefault="004138D0" w:rsidP="004138D0">
      <w:pPr>
        <w:pStyle w:val="Rubric"/>
        <w:pBdr>
          <w:top w:val="double" w:sz="4" w:space="1" w:color="auto"/>
          <w:left w:val="double" w:sz="4" w:space="4" w:color="auto"/>
          <w:bottom w:val="double" w:sz="4" w:space="1" w:color="auto"/>
          <w:right w:val="double" w:sz="4" w:space="4" w:color="auto"/>
        </w:pBdr>
        <w:rPr>
          <w:b w:val="0"/>
        </w:rPr>
      </w:pPr>
      <w:r w:rsidRPr="004138D0">
        <w:rPr>
          <w:b w:val="0"/>
        </w:rPr>
        <w:t>This should not happen –</w:t>
      </w:r>
      <w:r w:rsidR="00CE00E6">
        <w:rPr>
          <w:b w:val="0"/>
        </w:rPr>
        <w:t xml:space="preserve"> </w:t>
      </w:r>
      <w:r w:rsidR="00E34822">
        <w:rPr>
          <w:b w:val="0"/>
        </w:rPr>
        <w:t xml:space="preserve">need </w:t>
      </w:r>
      <w:r w:rsidRPr="004138D0">
        <w:rPr>
          <w:b w:val="0"/>
        </w:rPr>
        <w:t>equipment</w:t>
      </w:r>
      <w:r w:rsidR="00E34822">
        <w:rPr>
          <w:b w:val="0"/>
        </w:rPr>
        <w:t xml:space="preserve"> in ALL rooms so staff don’t carry equipment around the buildin</w:t>
      </w:r>
      <w:r w:rsidR="00E34822">
        <w:rPr>
          <w:rStyle w:val="CommentReference"/>
          <w:rFonts w:ascii="Times New Roman" w:hAnsi="Times New Roman" w:cs="Times New Roman"/>
          <w:b w:val="0"/>
          <w:sz w:val="24"/>
          <w:szCs w:val="24"/>
        </w:rPr>
        <w:t>g</w:t>
      </w:r>
      <w:r w:rsidRPr="004138D0">
        <w:rPr>
          <w:b w:val="0"/>
        </w:rPr>
        <w:t>.</w:t>
      </w:r>
    </w:p>
    <w:p w14:paraId="770B36FA" w14:textId="77777777" w:rsidR="004138D0" w:rsidRPr="004138D0" w:rsidRDefault="004138D0" w:rsidP="004138D0">
      <w:pPr>
        <w:pStyle w:val="Rubric"/>
        <w:pBdr>
          <w:top w:val="double" w:sz="4" w:space="1" w:color="auto"/>
          <w:left w:val="double" w:sz="4" w:space="4" w:color="auto"/>
          <w:bottom w:val="double" w:sz="4" w:space="1" w:color="auto"/>
          <w:right w:val="double" w:sz="4" w:space="4" w:color="auto"/>
        </w:pBdr>
        <w:rPr>
          <w:b w:val="0"/>
        </w:rPr>
      </w:pPr>
    </w:p>
    <w:p w14:paraId="6E40D585" w14:textId="1C7950CE" w:rsidR="00C57A21" w:rsidRDefault="00C57A21" w:rsidP="00C57A21">
      <w:pPr>
        <w:pStyle w:val="Text"/>
      </w:pPr>
    </w:p>
    <w:p w14:paraId="751DACCC" w14:textId="21756D8B" w:rsidR="004138D0" w:rsidRPr="004138D0" w:rsidRDefault="004138D0" w:rsidP="00C57A21">
      <w:pPr>
        <w:pStyle w:val="Text"/>
        <w:rPr>
          <w:b/>
        </w:rPr>
      </w:pPr>
      <w:r w:rsidRPr="004138D0">
        <w:rPr>
          <w:b/>
        </w:rPr>
        <w:t xml:space="preserve">Write </w:t>
      </w:r>
      <w:r w:rsidR="001A1080">
        <w:rPr>
          <w:b/>
        </w:rPr>
        <w:t>180–</w:t>
      </w:r>
      <w:r w:rsidRPr="004138D0">
        <w:rPr>
          <w:b/>
        </w:rPr>
        <w:t>200 words.</w:t>
      </w:r>
    </w:p>
    <w:p w14:paraId="1AFFB060" w14:textId="12E8E106" w:rsidR="00805983" w:rsidRPr="00E84816" w:rsidRDefault="00805983" w:rsidP="00C305B9">
      <w:pPr>
        <w:pStyle w:val="Rubric"/>
        <w:spacing w:line="360" w:lineRule="auto"/>
      </w:pPr>
      <w:r w:rsidRPr="00E84816">
        <w:t>__________________________________________</w:t>
      </w:r>
      <w:r w:rsidR="00090A86"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90A86"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8481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AE500C" w14:textId="2FD974F7" w:rsidR="00ED7890" w:rsidRPr="0092288B" w:rsidRDefault="00DF1307" w:rsidP="00D915E3">
      <w:pPr>
        <w:pStyle w:val="ScoreBox"/>
      </w:pPr>
      <w:r>
        <w:t>__</w:t>
      </w:r>
      <w:r w:rsidR="00461DB7" w:rsidRPr="00E84816">
        <w:t>/10</w:t>
      </w:r>
    </w:p>
    <w:sectPr w:rsidR="00ED7890" w:rsidRPr="0092288B" w:rsidSect="009A4DDF">
      <w:headerReference w:type="even" r:id="rId7"/>
      <w:headerReference w:type="default" r:id="rId8"/>
      <w:footerReference w:type="default" r:id="rId9"/>
      <w:headerReference w:type="first" r:id="rId10"/>
      <w:footerReference w:type="first" r:id="rId11"/>
      <w:pgSz w:w="11900" w:h="16840" w:code="9"/>
      <w:pgMar w:top="1560" w:right="994" w:bottom="1134" w:left="994" w:header="0" w:footer="158" w:gutter="0"/>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3FF57" w14:textId="77777777" w:rsidR="00D75BA2" w:rsidRDefault="00D75BA2">
      <w:r>
        <w:separator/>
      </w:r>
    </w:p>
    <w:p w14:paraId="56176A7F" w14:textId="77777777" w:rsidR="00D75BA2" w:rsidRDefault="00D75BA2"/>
    <w:p w14:paraId="5B5D6553" w14:textId="77777777" w:rsidR="00D75BA2" w:rsidRDefault="00D75BA2"/>
    <w:p w14:paraId="2904FD2A" w14:textId="77777777" w:rsidR="00D75BA2" w:rsidRDefault="00D75BA2"/>
    <w:p w14:paraId="3F711032" w14:textId="77777777" w:rsidR="00D75BA2" w:rsidRDefault="00D75BA2"/>
    <w:p w14:paraId="6F872321" w14:textId="77777777" w:rsidR="00D75BA2" w:rsidRDefault="00D75BA2"/>
  </w:endnote>
  <w:endnote w:type="continuationSeparator" w:id="0">
    <w:p w14:paraId="0D59CFD8" w14:textId="77777777" w:rsidR="00D75BA2" w:rsidRDefault="00D75BA2">
      <w:r>
        <w:continuationSeparator/>
      </w:r>
    </w:p>
    <w:p w14:paraId="49874E4F" w14:textId="77777777" w:rsidR="00D75BA2" w:rsidRDefault="00D75BA2"/>
    <w:p w14:paraId="66D4196B" w14:textId="77777777" w:rsidR="00D75BA2" w:rsidRDefault="00D75BA2"/>
    <w:p w14:paraId="71E00D36" w14:textId="77777777" w:rsidR="00D75BA2" w:rsidRDefault="00D75BA2"/>
    <w:p w14:paraId="3B67CDAC" w14:textId="77777777" w:rsidR="00D75BA2" w:rsidRDefault="00D75BA2"/>
    <w:p w14:paraId="184A1F78" w14:textId="77777777" w:rsidR="00D75BA2" w:rsidRDefault="00D75B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haris SIL">
    <w:altName w:val="Times New Roman"/>
    <w:charset w:val="00"/>
    <w:family w:val="auto"/>
    <w:pitch w:val="variable"/>
    <w:sig w:usb0="A00002FF" w:usb1="5200E1FF" w:usb2="02000029" w:usb3="00000000" w:csb0="00000197" w:csb1="00000000"/>
  </w:font>
  <w:font w:name="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C517" w14:textId="4C33CD49" w:rsidR="00472DDD" w:rsidRPr="00BA26FD" w:rsidRDefault="00472DDD" w:rsidP="006B29A8">
    <w:pPr>
      <w:pStyle w:val="Text"/>
      <w:tabs>
        <w:tab w:val="right" w:pos="9720"/>
      </w:tabs>
    </w:pPr>
    <w:r w:rsidRPr="00BA26FD">
      <w:t>© Pearson</w:t>
    </w:r>
    <w:r w:rsidR="001A1080" w:rsidRPr="00BA26FD">
      <w:t xml:space="preserve"> Education 2019</w:t>
    </w:r>
    <w:r w:rsidR="00BA26FD" w:rsidRPr="00BA26FD">
      <w:t xml:space="preserve">       </w:t>
    </w:r>
    <w:r w:rsidR="00BA26FD" w:rsidRPr="00BA26FD">
      <w:rPr>
        <w:b/>
      </w:rPr>
      <w:t>PHOTOCOPIABLE</w:t>
    </w:r>
    <w:r w:rsidRPr="00BA26FD">
      <w:tab/>
    </w:r>
    <w:r w:rsidRPr="000F4B59">
      <w:fldChar w:fldCharType="begin"/>
    </w:r>
    <w:r w:rsidRPr="000F4B59">
      <w:instrText xml:space="preserve"> PAGE </w:instrText>
    </w:r>
    <w:r w:rsidRPr="000F4B59">
      <w:fldChar w:fldCharType="separate"/>
    </w:r>
    <w:r w:rsidR="000B220E" w:rsidRPr="000F4B59">
      <w:rPr>
        <w:noProof/>
      </w:rPr>
      <w:t>1</w:t>
    </w:r>
    <w:r w:rsidRPr="000F4B59">
      <w:fldChar w:fldCharType="end"/>
    </w:r>
  </w:p>
  <w:p w14:paraId="2B78EA9C" w14:textId="77777777" w:rsidR="00472DDD" w:rsidRPr="00B60917" w:rsidRDefault="00472DDD" w:rsidP="005623CF">
    <w:pPr>
      <w:pStyle w:val="Text"/>
    </w:pPr>
  </w:p>
  <w:p w14:paraId="58CD21AF" w14:textId="77777777" w:rsidR="00472DDD" w:rsidRDefault="00472DD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BEC2" w14:textId="77777777" w:rsidR="00472DDD" w:rsidRPr="00D40881" w:rsidRDefault="00472DDD"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46D0DF0F" w14:textId="77777777" w:rsidR="00472DDD" w:rsidRPr="00D40881" w:rsidRDefault="00472DDD" w:rsidP="00B74096">
    <w:pPr>
      <w:pStyle w:val="TextList"/>
    </w:pPr>
  </w:p>
  <w:p w14:paraId="560A2055" w14:textId="77777777" w:rsidR="00472DDD" w:rsidRDefault="00472D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A689C" w14:textId="77777777" w:rsidR="00D75BA2" w:rsidRDefault="00D75BA2">
      <w:r>
        <w:separator/>
      </w:r>
    </w:p>
    <w:p w14:paraId="565BDDCC" w14:textId="77777777" w:rsidR="00D75BA2" w:rsidRDefault="00D75BA2"/>
    <w:p w14:paraId="1D58ACA2" w14:textId="77777777" w:rsidR="00D75BA2" w:rsidRDefault="00D75BA2"/>
    <w:p w14:paraId="6DE38E4D" w14:textId="77777777" w:rsidR="00D75BA2" w:rsidRDefault="00D75BA2"/>
    <w:p w14:paraId="4DD71CCD" w14:textId="77777777" w:rsidR="00D75BA2" w:rsidRDefault="00D75BA2"/>
    <w:p w14:paraId="5078D5FD" w14:textId="77777777" w:rsidR="00D75BA2" w:rsidRDefault="00D75BA2"/>
  </w:footnote>
  <w:footnote w:type="continuationSeparator" w:id="0">
    <w:p w14:paraId="55BDBF23" w14:textId="77777777" w:rsidR="00D75BA2" w:rsidRDefault="00D75BA2">
      <w:r>
        <w:continuationSeparator/>
      </w:r>
    </w:p>
    <w:p w14:paraId="6B5A733C" w14:textId="77777777" w:rsidR="00D75BA2" w:rsidRDefault="00D75BA2"/>
    <w:p w14:paraId="0803B69E" w14:textId="77777777" w:rsidR="00D75BA2" w:rsidRDefault="00D75BA2"/>
    <w:p w14:paraId="11817B95" w14:textId="77777777" w:rsidR="00D75BA2" w:rsidRDefault="00D75BA2"/>
    <w:p w14:paraId="2F6EAEBD" w14:textId="77777777" w:rsidR="00D75BA2" w:rsidRDefault="00D75BA2"/>
    <w:p w14:paraId="4432578F" w14:textId="77777777" w:rsidR="00D75BA2" w:rsidRDefault="00D75B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9D290" w14:textId="77777777" w:rsidR="00472DDD" w:rsidRDefault="00472DDD"/>
  <w:p w14:paraId="004FD082" w14:textId="77777777" w:rsidR="00472DDD" w:rsidRDefault="00472DDD"/>
  <w:p w14:paraId="10FEB7D0" w14:textId="77777777" w:rsidR="00472DDD" w:rsidRDefault="00472DDD"/>
  <w:p w14:paraId="16DE5CF7" w14:textId="77777777" w:rsidR="00472DDD" w:rsidRDefault="00472DDD"/>
  <w:p w14:paraId="6BA12CA0" w14:textId="77777777" w:rsidR="00472DDD" w:rsidRDefault="00472DD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D642" w14:textId="0704FDD3" w:rsidR="00472DDD" w:rsidRPr="002370A3" w:rsidRDefault="00B06CF7" w:rsidP="002370A3">
    <w:pPr>
      <w:ind w:left="-993"/>
    </w:pPr>
    <w:r>
      <w:rPr>
        <w:noProof/>
      </w:rPr>
      <mc:AlternateContent>
        <mc:Choice Requires="wps">
          <w:drawing>
            <wp:anchor distT="0" distB="0" distL="114300" distR="114300" simplePos="0" relativeHeight="251655680" behindDoc="0" locked="0" layoutInCell="1" allowOverlap="1" wp14:anchorId="659083FE" wp14:editId="10E084F3">
              <wp:simplePos x="0" y="0"/>
              <wp:positionH relativeFrom="column">
                <wp:posOffset>3471683</wp:posOffset>
              </wp:positionH>
              <wp:positionV relativeFrom="paragraph">
                <wp:posOffset>119270</wp:posOffset>
              </wp:positionV>
              <wp:extent cx="3396367" cy="103124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6367" cy="10312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type="none" w="med" len="med"/>
                            <a:tailEnd type="none" w="med" len="med"/>
                          </a14:hiddenLine>
                        </a:ext>
                      </a:extLst>
                    </wps:spPr>
                    <wps:txbx>
                      <w:txbxContent>
                        <w:p w14:paraId="2AE5367B" w14:textId="7F53F804" w:rsidR="00472DDD" w:rsidRDefault="00472DDD" w:rsidP="000F4B59">
                          <w:pPr>
                            <w:rPr>
                              <w:rFonts w:ascii="Arial" w:hAnsi="Arial"/>
                              <w:b/>
                              <w:sz w:val="28"/>
                              <w:szCs w:val="28"/>
                            </w:rPr>
                          </w:pPr>
                          <w:r>
                            <w:rPr>
                              <w:rFonts w:ascii="Arial" w:hAnsi="Arial"/>
                              <w:b/>
                              <w:sz w:val="28"/>
                              <w:szCs w:val="28"/>
                            </w:rPr>
                            <w:t xml:space="preserve">UNIT </w:t>
                          </w:r>
                          <w:r w:rsidR="003E14CB">
                            <w:rPr>
                              <w:rFonts w:ascii="Arial" w:hAnsi="Arial"/>
                              <w:b/>
                              <w:sz w:val="28"/>
                              <w:szCs w:val="28"/>
                            </w:rPr>
                            <w:t>7</w:t>
                          </w:r>
                          <w:r>
                            <w:rPr>
                              <w:rFonts w:ascii="Arial" w:hAnsi="Arial"/>
                              <w:b/>
                              <w:sz w:val="28"/>
                              <w:szCs w:val="28"/>
                            </w:rPr>
                            <w:t>: Language and skills test</w:t>
                          </w:r>
                        </w:p>
                        <w:p w14:paraId="531FDE73" w14:textId="77777777" w:rsidR="001B6A58" w:rsidRDefault="001B6A58" w:rsidP="00D64E33">
                          <w:pPr>
                            <w:jc w:val="center"/>
                            <w:rPr>
                              <w:rFonts w:ascii="Arial" w:hAnsi="Arial"/>
                              <w:b/>
                              <w:sz w:val="28"/>
                              <w:szCs w:val="28"/>
                            </w:rPr>
                          </w:pPr>
                        </w:p>
                        <w:p w14:paraId="5CA7C534" w14:textId="4837D3F8" w:rsidR="001B6A58" w:rsidRDefault="001B6A58" w:rsidP="001B6A58">
                          <w:r>
                            <w:rPr>
                              <w:rFonts w:ascii="Arial" w:hAnsi="Arial" w:cs="Arial"/>
                              <w:b/>
                              <w:bCs/>
                              <w:sz w:val="20"/>
                              <w:szCs w:val="20"/>
                            </w:rPr>
                            <w:t>Name:</w:t>
                          </w:r>
                          <w:r w:rsidR="00B06CF7">
                            <w:rPr>
                              <w:rFonts w:ascii="Arial" w:hAnsi="Arial" w:cs="Arial"/>
                              <w:b/>
                              <w:bCs/>
                              <w:sz w:val="20"/>
                              <w:szCs w:val="20"/>
                            </w:rPr>
                            <w:t xml:space="preserve"> </w:t>
                          </w:r>
                          <w:r w:rsidRPr="00D62CFE">
                            <w:rPr>
                              <w:rFonts w:ascii="Arial" w:hAnsi="Arial" w:cs="Arial"/>
                              <w:b/>
                              <w:bCs/>
                              <w:sz w:val="20"/>
                              <w:szCs w:val="20"/>
                            </w:rPr>
                            <w:t>_________________________________</w:t>
                          </w:r>
                        </w:p>
                        <w:p w14:paraId="08A5D34C" w14:textId="77777777" w:rsidR="001B6A58" w:rsidRPr="004A4A63" w:rsidRDefault="001B6A58" w:rsidP="00D64E33">
                          <w:pPr>
                            <w:jc w:val="center"/>
                            <w:rPr>
                              <w:rFonts w:ascii="Arial" w:hAnsi="Arial"/>
                              <w:b/>
                              <w:sz w:val="28"/>
                              <w:szCs w:val="28"/>
                            </w:rPr>
                          </w:pPr>
                        </w:p>
                        <w:p w14:paraId="3667E986" w14:textId="77777777" w:rsidR="00472DDD" w:rsidRDefault="00472DDD"/>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083FE" id="_x0000_t202" coordsize="21600,21600" o:spt="202" path="m,l,21600r21600,l21600,xe">
              <v:stroke joinstyle="miter"/>
              <v:path gradientshapeok="t" o:connecttype="rect"/>
            </v:shapetype>
            <v:shape id="Text Box 14" o:spid="_x0000_s1026" type="#_x0000_t202" style="position:absolute;left:0;text-align:left;margin-left:273.35pt;margin-top:9.4pt;width:267.45pt;height:8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" filled="f" stroked="f">
              <v:textbox inset=",7.2pt,,7.2pt">
                <w:txbxContent>
                  <w:p w14:paraId="2AE5367B" w14:textId="7F53F804" w:rsidR="00472DDD" w:rsidRDefault="00472DDD" w:rsidP="000F4B59">
                    <w:pPr>
                      <w:rPr>
                        <w:rFonts w:ascii="Arial" w:hAnsi="Arial"/>
                        <w:b/>
                        <w:sz w:val="28"/>
                        <w:szCs w:val="28"/>
                      </w:rPr>
                    </w:pPr>
                    <w:r>
                      <w:rPr>
                        <w:rFonts w:ascii="Arial" w:hAnsi="Arial"/>
                        <w:b/>
                        <w:sz w:val="28"/>
                        <w:szCs w:val="28"/>
                      </w:rPr>
                      <w:t xml:space="preserve">UNIT </w:t>
                    </w:r>
                    <w:r w:rsidR="003E14CB">
                      <w:rPr>
                        <w:rFonts w:ascii="Arial" w:hAnsi="Arial"/>
                        <w:b/>
                        <w:sz w:val="28"/>
                        <w:szCs w:val="28"/>
                      </w:rPr>
                      <w:t>7</w:t>
                    </w:r>
                    <w:r>
                      <w:rPr>
                        <w:rFonts w:ascii="Arial" w:hAnsi="Arial"/>
                        <w:b/>
                        <w:sz w:val="28"/>
                        <w:szCs w:val="28"/>
                      </w:rPr>
                      <w:t>: Language and skills test</w:t>
                    </w:r>
                  </w:p>
                  <w:p w14:paraId="531FDE73" w14:textId="77777777" w:rsidR="001B6A58" w:rsidRDefault="001B6A58" w:rsidP="00D64E33">
                    <w:pPr>
                      <w:jc w:val="center"/>
                      <w:rPr>
                        <w:rFonts w:ascii="Arial" w:hAnsi="Arial"/>
                        <w:b/>
                        <w:sz w:val="28"/>
                        <w:szCs w:val="28"/>
                      </w:rPr>
                    </w:pPr>
                  </w:p>
                  <w:p w14:paraId="5CA7C534" w14:textId="4837D3F8" w:rsidR="001B6A58" w:rsidRDefault="001B6A58" w:rsidP="001B6A58">
                    <w:r>
                      <w:rPr>
                        <w:rFonts w:ascii="Arial" w:hAnsi="Arial" w:cs="Arial"/>
                        <w:b/>
                        <w:bCs/>
                        <w:sz w:val="20"/>
                        <w:szCs w:val="20"/>
                      </w:rPr>
                      <w:t>Name:</w:t>
                    </w:r>
                    <w:r w:rsidR="00B06CF7">
                      <w:rPr>
                        <w:rFonts w:ascii="Arial" w:hAnsi="Arial" w:cs="Arial"/>
                        <w:b/>
                        <w:bCs/>
                        <w:sz w:val="20"/>
                        <w:szCs w:val="20"/>
                      </w:rPr>
                      <w:t xml:space="preserve"> </w:t>
                    </w:r>
                    <w:r w:rsidRPr="00D62CFE">
                      <w:rPr>
                        <w:rFonts w:ascii="Arial" w:hAnsi="Arial" w:cs="Arial"/>
                        <w:b/>
                        <w:bCs/>
                        <w:sz w:val="20"/>
                        <w:szCs w:val="20"/>
                      </w:rPr>
                      <w:t>_________________________________</w:t>
                    </w:r>
                  </w:p>
                  <w:p w14:paraId="08A5D34C" w14:textId="77777777" w:rsidR="001B6A58" w:rsidRPr="004A4A63" w:rsidRDefault="001B6A58" w:rsidP="00D64E33">
                    <w:pPr>
                      <w:jc w:val="center"/>
                      <w:rPr>
                        <w:rFonts w:ascii="Arial" w:hAnsi="Arial"/>
                        <w:b/>
                        <w:sz w:val="28"/>
                        <w:szCs w:val="28"/>
                      </w:rPr>
                    </w:pPr>
                  </w:p>
                  <w:p w14:paraId="3667E986" w14:textId="77777777" w:rsidR="00472DDD" w:rsidRDefault="00472DDD"/>
                </w:txbxContent>
              </v:textbox>
            </v:shape>
          </w:pict>
        </mc:Fallback>
      </mc:AlternateContent>
    </w:r>
    <w:r w:rsidR="007F021C">
      <w:rPr>
        <w:noProof/>
      </w:rPr>
      <w:drawing>
        <wp:anchor distT="0" distB="0" distL="114300" distR="114300" simplePos="0" relativeHeight="251662848" behindDoc="0" locked="0" layoutInCell="1" allowOverlap="1" wp14:anchorId="7F1A5386" wp14:editId="790F8B81">
          <wp:simplePos x="0" y="0"/>
          <wp:positionH relativeFrom="column">
            <wp:posOffset>-623846</wp:posOffset>
          </wp:positionH>
          <wp:positionV relativeFrom="paragraph">
            <wp:posOffset>-39757</wp:posOffset>
          </wp:positionV>
          <wp:extent cx="4160520" cy="1234440"/>
          <wp:effectExtent l="0" t="0" r="5080" b="1016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_B2+.tif"/>
                  <pic:cNvPicPr/>
                </pic:nvPicPr>
                <pic:blipFill>
                  <a:blip r:embed="rId1">
                    <a:extLst>
                      <a:ext uri="{28A0092B-C50C-407E-A947-70E740481C1C}">
                        <a14:useLocalDpi xmlns:a14="http://schemas.microsoft.com/office/drawing/2010/main" val="0"/>
                      </a:ext>
                    </a:extLst>
                  </a:blip>
                  <a:stretch>
                    <a:fillRect/>
                  </a:stretch>
                </pic:blipFill>
                <pic:spPr>
                  <a:xfrm>
                    <a:off x="0" y="0"/>
                    <a:ext cx="4160520" cy="1234440"/>
                  </a:xfrm>
                  <a:prstGeom prst="rect">
                    <a:avLst/>
                  </a:prstGeom>
                </pic:spPr>
              </pic:pic>
            </a:graphicData>
          </a:graphic>
          <wp14:sizeRelH relativeFrom="page">
            <wp14:pctWidth>0</wp14:pctWidth>
          </wp14:sizeRelH>
          <wp14:sizeRelV relativeFrom="page">
            <wp14:pctHeight>0</wp14:pctHeight>
          </wp14:sizeRelV>
        </wp:anchor>
      </w:drawing>
    </w:r>
    <w:r w:rsidR="00472DDD">
      <w:rPr>
        <w:noProof/>
      </w:rPr>
      <mc:AlternateContent>
        <mc:Choice Requires="wps">
          <w:drawing>
            <wp:anchor distT="0" distB="0" distL="114300" distR="114300" simplePos="0" relativeHeight="251661824" behindDoc="0" locked="0" layoutInCell="1" allowOverlap="1" wp14:anchorId="3B5C9A76" wp14:editId="7BA44339">
              <wp:simplePos x="0" y="0"/>
              <wp:positionH relativeFrom="column">
                <wp:posOffset>5135245</wp:posOffset>
              </wp:positionH>
              <wp:positionV relativeFrom="paragraph">
                <wp:posOffset>345440</wp:posOffset>
              </wp:positionV>
              <wp:extent cx="1714500" cy="4572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type="none" w="med" len="med"/>
                            <a:tailEnd type="none" w="med" len="med"/>
                          </a14:hiddenLine>
                        </a:ext>
                      </a:extLst>
                    </wps:spPr>
                    <wps:txbx>
                      <w:txbxContent>
                        <w:p w14:paraId="7DE3029B" w14:textId="219D28EA" w:rsidR="00472DDD" w:rsidRDefault="00472DDD" w:rsidP="004F631A">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C9A76" id="Text Box 15" o:spid="_x0000_s1027" type="#_x0000_t202" style="position:absolute;left:0;text-align:left;margin-left:404.35pt;margin-top:27.2pt;width:135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" filled="f" stroked="f">
              <v:textbox inset=",7.2pt,,7.2pt">
                <w:txbxContent>
                  <w:p w14:paraId="7DE3029B" w14:textId="219D28EA" w:rsidR="00472DDD" w:rsidRDefault="00472DDD" w:rsidP="004F631A">
                    <w:pPr>
                      <w:jc w:val="cente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AB1E0" w14:textId="77777777" w:rsidR="00472DDD" w:rsidRPr="00D40881" w:rsidRDefault="00472DDD"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50B69991" w14:textId="77777777" w:rsidR="00472DDD" w:rsidRPr="00D40881" w:rsidRDefault="00472DDD"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082E3C8D" w14:textId="77777777" w:rsidR="00472DDD" w:rsidRPr="00D40881" w:rsidRDefault="00472DDD" w:rsidP="005623CF">
    <w:pPr>
      <w:pStyle w:val="Text"/>
    </w:pPr>
  </w:p>
  <w:p w14:paraId="70D59DC6" w14:textId="77777777" w:rsidR="00472DDD" w:rsidRDefault="00472DDD" w:rsidP="00492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09D30CD9"/>
    <w:multiLevelType w:val="hybridMultilevel"/>
    <w:tmpl w:val="289416E2"/>
    <w:lvl w:ilvl="0" w:tplc="4242537E">
      <w:start w:val="6"/>
      <w:numFmt w:val="decimal"/>
      <w:lvlText w:val="%1"/>
      <w:lvlJc w:val="left"/>
      <w:pPr>
        <w:ind w:left="415" w:hanging="312"/>
      </w:pPr>
      <w:rPr>
        <w:rFonts w:ascii="Arial" w:eastAsia="Arial" w:hAnsi="Arial" w:hint="default"/>
        <w:b/>
        <w:bCs/>
        <w:color w:val="231F20"/>
        <w:w w:val="106"/>
        <w:sz w:val="20"/>
        <w:szCs w:val="20"/>
      </w:rPr>
    </w:lvl>
    <w:lvl w:ilvl="1" w:tplc="58E47F2E">
      <w:start w:val="1"/>
      <w:numFmt w:val="decimal"/>
      <w:lvlText w:val="%2"/>
      <w:lvlJc w:val="left"/>
      <w:pPr>
        <w:ind w:left="699" w:hanging="284"/>
      </w:pPr>
      <w:rPr>
        <w:rFonts w:ascii="Arial" w:eastAsia="Arial" w:hAnsi="Arial" w:hint="default"/>
        <w:b/>
        <w:bCs/>
        <w:color w:val="58595B"/>
        <w:w w:val="106"/>
        <w:sz w:val="18"/>
        <w:szCs w:val="18"/>
      </w:rPr>
    </w:lvl>
    <w:lvl w:ilvl="2" w:tplc="72966D42">
      <w:start w:val="1"/>
      <w:numFmt w:val="bullet"/>
      <w:lvlText w:val="•"/>
      <w:lvlJc w:val="left"/>
      <w:pPr>
        <w:ind w:left="1218" w:hanging="284"/>
      </w:pPr>
      <w:rPr>
        <w:rFonts w:hint="default"/>
      </w:rPr>
    </w:lvl>
    <w:lvl w:ilvl="3" w:tplc="F87E899E">
      <w:start w:val="1"/>
      <w:numFmt w:val="bullet"/>
      <w:lvlText w:val="•"/>
      <w:lvlJc w:val="left"/>
      <w:pPr>
        <w:ind w:left="1737" w:hanging="284"/>
      </w:pPr>
      <w:rPr>
        <w:rFonts w:hint="default"/>
      </w:rPr>
    </w:lvl>
    <w:lvl w:ilvl="4" w:tplc="FED863B8">
      <w:start w:val="1"/>
      <w:numFmt w:val="bullet"/>
      <w:lvlText w:val="•"/>
      <w:lvlJc w:val="left"/>
      <w:pPr>
        <w:ind w:left="2256" w:hanging="284"/>
      </w:pPr>
      <w:rPr>
        <w:rFonts w:hint="default"/>
      </w:rPr>
    </w:lvl>
    <w:lvl w:ilvl="5" w:tplc="25C6810E">
      <w:start w:val="1"/>
      <w:numFmt w:val="bullet"/>
      <w:lvlText w:val="•"/>
      <w:lvlJc w:val="left"/>
      <w:pPr>
        <w:ind w:left="2775" w:hanging="284"/>
      </w:pPr>
      <w:rPr>
        <w:rFonts w:hint="default"/>
      </w:rPr>
    </w:lvl>
    <w:lvl w:ilvl="6" w:tplc="756AD34E">
      <w:start w:val="1"/>
      <w:numFmt w:val="bullet"/>
      <w:lvlText w:val="•"/>
      <w:lvlJc w:val="left"/>
      <w:pPr>
        <w:ind w:left="3294" w:hanging="284"/>
      </w:pPr>
      <w:rPr>
        <w:rFonts w:hint="default"/>
      </w:rPr>
    </w:lvl>
    <w:lvl w:ilvl="7" w:tplc="F1FE334C">
      <w:start w:val="1"/>
      <w:numFmt w:val="bullet"/>
      <w:lvlText w:val="•"/>
      <w:lvlJc w:val="left"/>
      <w:pPr>
        <w:ind w:left="3813" w:hanging="284"/>
      </w:pPr>
      <w:rPr>
        <w:rFonts w:hint="default"/>
      </w:rPr>
    </w:lvl>
    <w:lvl w:ilvl="8" w:tplc="540E118C">
      <w:start w:val="1"/>
      <w:numFmt w:val="bullet"/>
      <w:lvlText w:val="•"/>
      <w:lvlJc w:val="left"/>
      <w:pPr>
        <w:ind w:left="4332" w:hanging="284"/>
      </w:pPr>
      <w:rPr>
        <w:rFonts w:hint="default"/>
      </w:rPr>
    </w:lvl>
  </w:abstractNum>
  <w:abstractNum w:abstractNumId="7"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D20E0"/>
    <w:multiLevelType w:val="hybridMultilevel"/>
    <w:tmpl w:val="CF463E2E"/>
    <w:lvl w:ilvl="0" w:tplc="B652E26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0E376C"/>
    <w:multiLevelType w:val="hybridMultilevel"/>
    <w:tmpl w:val="8C727CBE"/>
    <w:lvl w:ilvl="0" w:tplc="E10667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320C62"/>
    <w:multiLevelType w:val="hybridMultilevel"/>
    <w:tmpl w:val="726AE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B5D6C83"/>
    <w:multiLevelType w:val="hybridMultilevel"/>
    <w:tmpl w:val="D4B8491C"/>
    <w:lvl w:ilvl="0" w:tplc="3FDAEAC6">
      <w:start w:val="1"/>
      <w:numFmt w:val="decimal"/>
      <w:lvlText w:val="%1"/>
      <w:lvlJc w:val="left"/>
      <w:pPr>
        <w:ind w:left="1284" w:hanging="360"/>
      </w:pPr>
      <w:rPr>
        <w:rFonts w:hint="default"/>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13" w15:restartNumberingAfterBreak="0">
    <w:nsid w:val="1B83168D"/>
    <w:multiLevelType w:val="hybridMultilevel"/>
    <w:tmpl w:val="982A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66324E"/>
    <w:multiLevelType w:val="hybridMultilevel"/>
    <w:tmpl w:val="B53EB1E0"/>
    <w:lvl w:ilvl="0" w:tplc="454495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F70377D"/>
    <w:multiLevelType w:val="hybridMultilevel"/>
    <w:tmpl w:val="755EF8B4"/>
    <w:lvl w:ilvl="0" w:tplc="3FDAEA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4001FC"/>
    <w:multiLevelType w:val="hybridMultilevel"/>
    <w:tmpl w:val="61DA77C8"/>
    <w:lvl w:ilvl="0" w:tplc="7B968F72">
      <w:start w:val="2"/>
      <w:numFmt w:val="decimal"/>
      <w:lvlText w:val="%1"/>
      <w:lvlJc w:val="left"/>
      <w:pPr>
        <w:ind w:left="415" w:hanging="312"/>
      </w:pPr>
      <w:rPr>
        <w:rFonts w:ascii="Arial" w:eastAsia="Arial" w:hAnsi="Arial" w:hint="default"/>
        <w:b/>
        <w:bCs/>
        <w:color w:val="231F20"/>
        <w:w w:val="106"/>
        <w:sz w:val="20"/>
        <w:szCs w:val="20"/>
      </w:rPr>
    </w:lvl>
    <w:lvl w:ilvl="1" w:tplc="A14ED04E">
      <w:start w:val="1"/>
      <w:numFmt w:val="decimal"/>
      <w:lvlText w:val="%2"/>
      <w:lvlJc w:val="left"/>
      <w:pPr>
        <w:ind w:left="699" w:hanging="284"/>
      </w:pPr>
      <w:rPr>
        <w:rFonts w:ascii="Arial" w:eastAsia="Arial" w:hAnsi="Arial" w:hint="default"/>
        <w:b/>
        <w:bCs/>
        <w:color w:val="58595B"/>
        <w:w w:val="106"/>
        <w:sz w:val="18"/>
        <w:szCs w:val="18"/>
      </w:rPr>
    </w:lvl>
    <w:lvl w:ilvl="2" w:tplc="DC5071BC">
      <w:start w:val="1"/>
      <w:numFmt w:val="bullet"/>
      <w:lvlText w:val="•"/>
      <w:lvlJc w:val="left"/>
      <w:pPr>
        <w:ind w:left="792" w:hanging="284"/>
      </w:pPr>
      <w:rPr>
        <w:rFonts w:hint="default"/>
      </w:rPr>
    </w:lvl>
    <w:lvl w:ilvl="3" w:tplc="B48CF5DA">
      <w:start w:val="1"/>
      <w:numFmt w:val="bullet"/>
      <w:lvlText w:val="•"/>
      <w:lvlJc w:val="left"/>
      <w:pPr>
        <w:ind w:left="2037" w:hanging="284"/>
      </w:pPr>
      <w:rPr>
        <w:rFonts w:hint="default"/>
      </w:rPr>
    </w:lvl>
    <w:lvl w:ilvl="4" w:tplc="4D98322C">
      <w:start w:val="1"/>
      <w:numFmt w:val="bullet"/>
      <w:lvlText w:val="•"/>
      <w:lvlJc w:val="left"/>
      <w:pPr>
        <w:ind w:left="3282" w:hanging="284"/>
      </w:pPr>
      <w:rPr>
        <w:rFonts w:hint="default"/>
      </w:rPr>
    </w:lvl>
    <w:lvl w:ilvl="5" w:tplc="40BCF8F6">
      <w:start w:val="1"/>
      <w:numFmt w:val="bullet"/>
      <w:lvlText w:val="•"/>
      <w:lvlJc w:val="left"/>
      <w:pPr>
        <w:ind w:left="4527" w:hanging="284"/>
      </w:pPr>
      <w:rPr>
        <w:rFonts w:hint="default"/>
      </w:rPr>
    </w:lvl>
    <w:lvl w:ilvl="6" w:tplc="8C228374">
      <w:start w:val="1"/>
      <w:numFmt w:val="bullet"/>
      <w:lvlText w:val="•"/>
      <w:lvlJc w:val="left"/>
      <w:pPr>
        <w:ind w:left="5772" w:hanging="284"/>
      </w:pPr>
      <w:rPr>
        <w:rFonts w:hint="default"/>
      </w:rPr>
    </w:lvl>
    <w:lvl w:ilvl="7" w:tplc="8ECCCB7E">
      <w:start w:val="1"/>
      <w:numFmt w:val="bullet"/>
      <w:lvlText w:val="•"/>
      <w:lvlJc w:val="left"/>
      <w:pPr>
        <w:ind w:left="7017" w:hanging="284"/>
      </w:pPr>
      <w:rPr>
        <w:rFonts w:hint="default"/>
      </w:rPr>
    </w:lvl>
    <w:lvl w:ilvl="8" w:tplc="53FA134C">
      <w:start w:val="1"/>
      <w:numFmt w:val="bullet"/>
      <w:lvlText w:val="•"/>
      <w:lvlJc w:val="left"/>
      <w:pPr>
        <w:ind w:left="8262" w:hanging="284"/>
      </w:pPr>
      <w:rPr>
        <w:rFonts w:hint="default"/>
      </w:rPr>
    </w:lvl>
  </w:abstractNum>
  <w:abstractNum w:abstractNumId="20" w15:restartNumberingAfterBreak="0">
    <w:nsid w:val="2C905C47"/>
    <w:multiLevelType w:val="hybridMultilevel"/>
    <w:tmpl w:val="23CC9350"/>
    <w:lvl w:ilvl="0" w:tplc="B78E37CE">
      <w:start w:val="6"/>
      <w:numFmt w:val="decimal"/>
      <w:lvlText w:val="%1"/>
      <w:lvlJc w:val="left"/>
      <w:pPr>
        <w:ind w:left="699" w:hanging="284"/>
      </w:pPr>
      <w:rPr>
        <w:rFonts w:ascii="Arial" w:eastAsia="Arial" w:hAnsi="Arial" w:hint="default"/>
        <w:b/>
        <w:bCs/>
        <w:color w:val="58595B"/>
        <w:w w:val="106"/>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EA64449"/>
    <w:multiLevelType w:val="hybridMultilevel"/>
    <w:tmpl w:val="0AE68380"/>
    <w:lvl w:ilvl="0" w:tplc="7656466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1FB2975"/>
    <w:multiLevelType w:val="hybridMultilevel"/>
    <w:tmpl w:val="4036BF7A"/>
    <w:lvl w:ilvl="0" w:tplc="CD84CA3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39F0C74"/>
    <w:multiLevelType w:val="hybridMultilevel"/>
    <w:tmpl w:val="5B288F0C"/>
    <w:lvl w:ilvl="0" w:tplc="AB382E6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4EB5474"/>
    <w:multiLevelType w:val="hybridMultilevel"/>
    <w:tmpl w:val="8D5A4930"/>
    <w:lvl w:ilvl="0" w:tplc="5498B872">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6"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0D3AF9"/>
    <w:multiLevelType w:val="hybridMultilevel"/>
    <w:tmpl w:val="3266E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29" w15:restartNumberingAfterBreak="0">
    <w:nsid w:val="44292B00"/>
    <w:multiLevelType w:val="hybridMultilevel"/>
    <w:tmpl w:val="D540849C"/>
    <w:lvl w:ilvl="0" w:tplc="13C4A3F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1" w15:restartNumberingAfterBreak="0">
    <w:nsid w:val="45CA2AEA"/>
    <w:multiLevelType w:val="hybridMultilevel"/>
    <w:tmpl w:val="50320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3"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5"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331F2B"/>
    <w:multiLevelType w:val="hybridMultilevel"/>
    <w:tmpl w:val="D9ECE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6"/>
  </w:num>
  <w:num w:numId="3">
    <w:abstractNumId w:val="18"/>
  </w:num>
  <w:num w:numId="4">
    <w:abstractNumId w:val="33"/>
  </w:num>
  <w:num w:numId="5">
    <w:abstractNumId w:val="40"/>
  </w:num>
  <w:num w:numId="6">
    <w:abstractNumId w:val="35"/>
  </w:num>
  <w:num w:numId="7">
    <w:abstractNumId w:val="26"/>
  </w:num>
  <w:num w:numId="8">
    <w:abstractNumId w:val="38"/>
  </w:num>
  <w:num w:numId="9">
    <w:abstractNumId w:val="7"/>
  </w:num>
  <w:num w:numId="10">
    <w:abstractNumId w:val="39"/>
  </w:num>
  <w:num w:numId="11">
    <w:abstractNumId w:val="3"/>
  </w:num>
  <w:num w:numId="12">
    <w:abstractNumId w:val="4"/>
  </w:num>
  <w:num w:numId="13">
    <w:abstractNumId w:val="30"/>
  </w:num>
  <w:num w:numId="14">
    <w:abstractNumId w:val="5"/>
  </w:num>
  <w:num w:numId="15">
    <w:abstractNumId w:val="32"/>
  </w:num>
  <w:num w:numId="16">
    <w:abstractNumId w:val="34"/>
  </w:num>
  <w:num w:numId="17">
    <w:abstractNumId w:val="28"/>
  </w:num>
  <w:num w:numId="18">
    <w:abstractNumId w:val="17"/>
  </w:num>
  <w:num w:numId="19">
    <w:abstractNumId w:val="0"/>
  </w:num>
  <w:num w:numId="20">
    <w:abstractNumId w:val="11"/>
  </w:num>
  <w:num w:numId="21">
    <w:abstractNumId w:val="15"/>
  </w:num>
  <w:num w:numId="22">
    <w:abstractNumId w:val="2"/>
  </w:num>
  <w:num w:numId="23">
    <w:abstractNumId w:val="1"/>
  </w:num>
  <w:num w:numId="24">
    <w:abstractNumId w:val="16"/>
  </w:num>
  <w:num w:numId="25">
    <w:abstractNumId w:val="9"/>
  </w:num>
  <w:num w:numId="26">
    <w:abstractNumId w:val="22"/>
  </w:num>
  <w:num w:numId="27">
    <w:abstractNumId w:val="8"/>
  </w:num>
  <w:num w:numId="28">
    <w:abstractNumId w:val="12"/>
  </w:num>
  <w:num w:numId="29">
    <w:abstractNumId w:val="25"/>
  </w:num>
  <w:num w:numId="30">
    <w:abstractNumId w:val="24"/>
  </w:num>
  <w:num w:numId="31">
    <w:abstractNumId w:val="14"/>
  </w:num>
  <w:num w:numId="32">
    <w:abstractNumId w:val="23"/>
  </w:num>
  <w:num w:numId="33">
    <w:abstractNumId w:val="29"/>
  </w:num>
  <w:num w:numId="34">
    <w:abstractNumId w:val="19"/>
  </w:num>
  <w:num w:numId="35">
    <w:abstractNumId w:val="20"/>
  </w:num>
  <w:num w:numId="36">
    <w:abstractNumId w:val="6"/>
  </w:num>
  <w:num w:numId="37">
    <w:abstractNumId w:val="27"/>
  </w:num>
  <w:num w:numId="38">
    <w:abstractNumId w:val="10"/>
  </w:num>
  <w:num w:numId="39">
    <w:abstractNumId w:val="37"/>
  </w:num>
  <w:num w:numId="40">
    <w:abstractNumId w:val="31"/>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7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geCheckpoint" w:val="/,_x000d_/_x000d_"/>
  </w:docVars>
  <w:rsids>
    <w:rsidRoot w:val="00071A9C"/>
    <w:rsid w:val="00003A5B"/>
    <w:rsid w:val="00003ACC"/>
    <w:rsid w:val="000054A6"/>
    <w:rsid w:val="00012961"/>
    <w:rsid w:val="00012FAB"/>
    <w:rsid w:val="0001319A"/>
    <w:rsid w:val="00013631"/>
    <w:rsid w:val="000166BD"/>
    <w:rsid w:val="000171B0"/>
    <w:rsid w:val="00017242"/>
    <w:rsid w:val="00017D90"/>
    <w:rsid w:val="0002043F"/>
    <w:rsid w:val="00020FE4"/>
    <w:rsid w:val="00026807"/>
    <w:rsid w:val="00030328"/>
    <w:rsid w:val="000331F0"/>
    <w:rsid w:val="00034EFE"/>
    <w:rsid w:val="000363FD"/>
    <w:rsid w:val="0003657E"/>
    <w:rsid w:val="00036B0B"/>
    <w:rsid w:val="00037894"/>
    <w:rsid w:val="00041382"/>
    <w:rsid w:val="00044E0B"/>
    <w:rsid w:val="00052BE1"/>
    <w:rsid w:val="00061203"/>
    <w:rsid w:val="00062318"/>
    <w:rsid w:val="00062C8A"/>
    <w:rsid w:val="000658CD"/>
    <w:rsid w:val="00067AA9"/>
    <w:rsid w:val="00071A9C"/>
    <w:rsid w:val="00071CB6"/>
    <w:rsid w:val="00074226"/>
    <w:rsid w:val="00075985"/>
    <w:rsid w:val="00075A70"/>
    <w:rsid w:val="0007694F"/>
    <w:rsid w:val="00077D33"/>
    <w:rsid w:val="00081C59"/>
    <w:rsid w:val="00083BC5"/>
    <w:rsid w:val="0008451E"/>
    <w:rsid w:val="0008526B"/>
    <w:rsid w:val="00087998"/>
    <w:rsid w:val="00087D21"/>
    <w:rsid w:val="00090A84"/>
    <w:rsid w:val="00090A86"/>
    <w:rsid w:val="00093528"/>
    <w:rsid w:val="00096107"/>
    <w:rsid w:val="00097CBF"/>
    <w:rsid w:val="000A1646"/>
    <w:rsid w:val="000A266A"/>
    <w:rsid w:val="000A32BD"/>
    <w:rsid w:val="000A37D1"/>
    <w:rsid w:val="000A3A73"/>
    <w:rsid w:val="000A6038"/>
    <w:rsid w:val="000A7BFC"/>
    <w:rsid w:val="000B220E"/>
    <w:rsid w:val="000B3E0B"/>
    <w:rsid w:val="000B5161"/>
    <w:rsid w:val="000B51C7"/>
    <w:rsid w:val="000C04B7"/>
    <w:rsid w:val="000C27B3"/>
    <w:rsid w:val="000C352E"/>
    <w:rsid w:val="000C67E1"/>
    <w:rsid w:val="000C78C3"/>
    <w:rsid w:val="000D00CA"/>
    <w:rsid w:val="000D06A0"/>
    <w:rsid w:val="000D1255"/>
    <w:rsid w:val="000D2447"/>
    <w:rsid w:val="000D273E"/>
    <w:rsid w:val="000D56F5"/>
    <w:rsid w:val="000D79A4"/>
    <w:rsid w:val="000E26B5"/>
    <w:rsid w:val="000E3C7F"/>
    <w:rsid w:val="000F07D2"/>
    <w:rsid w:val="000F15A0"/>
    <w:rsid w:val="000F4B59"/>
    <w:rsid w:val="000F5608"/>
    <w:rsid w:val="000F7A34"/>
    <w:rsid w:val="000F7A82"/>
    <w:rsid w:val="00100501"/>
    <w:rsid w:val="00100848"/>
    <w:rsid w:val="00100F80"/>
    <w:rsid w:val="00101A03"/>
    <w:rsid w:val="00102F89"/>
    <w:rsid w:val="0010783F"/>
    <w:rsid w:val="00110556"/>
    <w:rsid w:val="001108B5"/>
    <w:rsid w:val="001134A5"/>
    <w:rsid w:val="001134E8"/>
    <w:rsid w:val="0011398D"/>
    <w:rsid w:val="00114A93"/>
    <w:rsid w:val="00115729"/>
    <w:rsid w:val="00121274"/>
    <w:rsid w:val="0012334D"/>
    <w:rsid w:val="0013000F"/>
    <w:rsid w:val="00130541"/>
    <w:rsid w:val="00130B35"/>
    <w:rsid w:val="00132F58"/>
    <w:rsid w:val="0013619B"/>
    <w:rsid w:val="00140CB4"/>
    <w:rsid w:val="00144336"/>
    <w:rsid w:val="00145C28"/>
    <w:rsid w:val="00147707"/>
    <w:rsid w:val="0015265C"/>
    <w:rsid w:val="00153400"/>
    <w:rsid w:val="00154E87"/>
    <w:rsid w:val="001571DC"/>
    <w:rsid w:val="00157E4C"/>
    <w:rsid w:val="00163B59"/>
    <w:rsid w:val="00163C14"/>
    <w:rsid w:val="00165F84"/>
    <w:rsid w:val="00171144"/>
    <w:rsid w:val="00173016"/>
    <w:rsid w:val="00173944"/>
    <w:rsid w:val="00174C4F"/>
    <w:rsid w:val="00174FE4"/>
    <w:rsid w:val="00181129"/>
    <w:rsid w:val="001812C9"/>
    <w:rsid w:val="001827BB"/>
    <w:rsid w:val="00185631"/>
    <w:rsid w:val="001863F2"/>
    <w:rsid w:val="00187B0A"/>
    <w:rsid w:val="001910AD"/>
    <w:rsid w:val="001920AC"/>
    <w:rsid w:val="00192A68"/>
    <w:rsid w:val="001930A0"/>
    <w:rsid w:val="00194440"/>
    <w:rsid w:val="00195D74"/>
    <w:rsid w:val="0019684A"/>
    <w:rsid w:val="00197C7F"/>
    <w:rsid w:val="001A1080"/>
    <w:rsid w:val="001A65B7"/>
    <w:rsid w:val="001A7D22"/>
    <w:rsid w:val="001B0BD8"/>
    <w:rsid w:val="001B1107"/>
    <w:rsid w:val="001B177E"/>
    <w:rsid w:val="001B1ABA"/>
    <w:rsid w:val="001B4052"/>
    <w:rsid w:val="001B5413"/>
    <w:rsid w:val="001B582A"/>
    <w:rsid w:val="001B6A58"/>
    <w:rsid w:val="001B6B7A"/>
    <w:rsid w:val="001B7CCA"/>
    <w:rsid w:val="001C22DB"/>
    <w:rsid w:val="001C5C8A"/>
    <w:rsid w:val="001C7CB5"/>
    <w:rsid w:val="001D0295"/>
    <w:rsid w:val="001D0B3E"/>
    <w:rsid w:val="001E02EA"/>
    <w:rsid w:val="001E0303"/>
    <w:rsid w:val="001E0DA7"/>
    <w:rsid w:val="001E3D50"/>
    <w:rsid w:val="001E46EA"/>
    <w:rsid w:val="001E47B9"/>
    <w:rsid w:val="001E5B67"/>
    <w:rsid w:val="001F1CDF"/>
    <w:rsid w:val="001F2426"/>
    <w:rsid w:val="001F4F00"/>
    <w:rsid w:val="002005B0"/>
    <w:rsid w:val="00200E93"/>
    <w:rsid w:val="00201D85"/>
    <w:rsid w:val="002029AB"/>
    <w:rsid w:val="002054FB"/>
    <w:rsid w:val="002057E9"/>
    <w:rsid w:val="002062FD"/>
    <w:rsid w:val="00210220"/>
    <w:rsid w:val="00213DF6"/>
    <w:rsid w:val="00215B0B"/>
    <w:rsid w:val="00216D2F"/>
    <w:rsid w:val="00217A88"/>
    <w:rsid w:val="0022086D"/>
    <w:rsid w:val="00221A21"/>
    <w:rsid w:val="00222859"/>
    <w:rsid w:val="0023171E"/>
    <w:rsid w:val="0023353D"/>
    <w:rsid w:val="00235A56"/>
    <w:rsid w:val="002370A3"/>
    <w:rsid w:val="00240665"/>
    <w:rsid w:val="00242B69"/>
    <w:rsid w:val="00243082"/>
    <w:rsid w:val="002444C0"/>
    <w:rsid w:val="00246191"/>
    <w:rsid w:val="002462F0"/>
    <w:rsid w:val="00247647"/>
    <w:rsid w:val="00250827"/>
    <w:rsid w:val="00250D67"/>
    <w:rsid w:val="00252611"/>
    <w:rsid w:val="002532EE"/>
    <w:rsid w:val="00253787"/>
    <w:rsid w:val="0025541D"/>
    <w:rsid w:val="00261987"/>
    <w:rsid w:val="00262805"/>
    <w:rsid w:val="0026314D"/>
    <w:rsid w:val="00265A5C"/>
    <w:rsid w:val="0026783B"/>
    <w:rsid w:val="00267CD3"/>
    <w:rsid w:val="00267F7F"/>
    <w:rsid w:val="00272296"/>
    <w:rsid w:val="002724A9"/>
    <w:rsid w:val="0027427E"/>
    <w:rsid w:val="002751CD"/>
    <w:rsid w:val="00276B33"/>
    <w:rsid w:val="002773EC"/>
    <w:rsid w:val="002805B7"/>
    <w:rsid w:val="002810DF"/>
    <w:rsid w:val="00281153"/>
    <w:rsid w:val="0028140B"/>
    <w:rsid w:val="00281720"/>
    <w:rsid w:val="00281942"/>
    <w:rsid w:val="00281BC1"/>
    <w:rsid w:val="00281F11"/>
    <w:rsid w:val="00284917"/>
    <w:rsid w:val="002902A9"/>
    <w:rsid w:val="00291E7D"/>
    <w:rsid w:val="00294083"/>
    <w:rsid w:val="00297691"/>
    <w:rsid w:val="002A0139"/>
    <w:rsid w:val="002A0D49"/>
    <w:rsid w:val="002A2803"/>
    <w:rsid w:val="002A2B89"/>
    <w:rsid w:val="002A4E36"/>
    <w:rsid w:val="002A6D1B"/>
    <w:rsid w:val="002B1393"/>
    <w:rsid w:val="002B2190"/>
    <w:rsid w:val="002B2583"/>
    <w:rsid w:val="002B4A5A"/>
    <w:rsid w:val="002B58A1"/>
    <w:rsid w:val="002B73C8"/>
    <w:rsid w:val="002C063D"/>
    <w:rsid w:val="002C2EC9"/>
    <w:rsid w:val="002C4744"/>
    <w:rsid w:val="002C50AB"/>
    <w:rsid w:val="002C5123"/>
    <w:rsid w:val="002D2423"/>
    <w:rsid w:val="002D25CD"/>
    <w:rsid w:val="002D40D8"/>
    <w:rsid w:val="002D4E61"/>
    <w:rsid w:val="002D5398"/>
    <w:rsid w:val="002E07B9"/>
    <w:rsid w:val="002E282E"/>
    <w:rsid w:val="002E4061"/>
    <w:rsid w:val="002E4BA0"/>
    <w:rsid w:val="002E77CA"/>
    <w:rsid w:val="002F1C00"/>
    <w:rsid w:val="002F29FA"/>
    <w:rsid w:val="002F3F43"/>
    <w:rsid w:val="002F4215"/>
    <w:rsid w:val="002F59F7"/>
    <w:rsid w:val="002F696E"/>
    <w:rsid w:val="002F7163"/>
    <w:rsid w:val="00300765"/>
    <w:rsid w:val="00302BEC"/>
    <w:rsid w:val="00303D11"/>
    <w:rsid w:val="003128D6"/>
    <w:rsid w:val="00312E27"/>
    <w:rsid w:val="00316159"/>
    <w:rsid w:val="003173B6"/>
    <w:rsid w:val="00320DE1"/>
    <w:rsid w:val="003213D4"/>
    <w:rsid w:val="003236A1"/>
    <w:rsid w:val="003246F9"/>
    <w:rsid w:val="00325016"/>
    <w:rsid w:val="00325D63"/>
    <w:rsid w:val="00327F5F"/>
    <w:rsid w:val="00330BC6"/>
    <w:rsid w:val="003372F3"/>
    <w:rsid w:val="003427C0"/>
    <w:rsid w:val="00342DDC"/>
    <w:rsid w:val="00342FDF"/>
    <w:rsid w:val="00343B30"/>
    <w:rsid w:val="0034469C"/>
    <w:rsid w:val="003451A9"/>
    <w:rsid w:val="00350FDF"/>
    <w:rsid w:val="00351D81"/>
    <w:rsid w:val="00355D60"/>
    <w:rsid w:val="0035667D"/>
    <w:rsid w:val="00356826"/>
    <w:rsid w:val="00360674"/>
    <w:rsid w:val="003654AE"/>
    <w:rsid w:val="0036623F"/>
    <w:rsid w:val="0037155B"/>
    <w:rsid w:val="00371EEF"/>
    <w:rsid w:val="0037370E"/>
    <w:rsid w:val="00373A6B"/>
    <w:rsid w:val="00375BB4"/>
    <w:rsid w:val="0037674E"/>
    <w:rsid w:val="00377A1D"/>
    <w:rsid w:val="003806EB"/>
    <w:rsid w:val="00380848"/>
    <w:rsid w:val="0038091A"/>
    <w:rsid w:val="00380F3E"/>
    <w:rsid w:val="00383B83"/>
    <w:rsid w:val="00384321"/>
    <w:rsid w:val="00384C25"/>
    <w:rsid w:val="00384D5F"/>
    <w:rsid w:val="00385C2E"/>
    <w:rsid w:val="003868E2"/>
    <w:rsid w:val="00393E88"/>
    <w:rsid w:val="00397BCA"/>
    <w:rsid w:val="003A1CD9"/>
    <w:rsid w:val="003A3876"/>
    <w:rsid w:val="003A451C"/>
    <w:rsid w:val="003A54E6"/>
    <w:rsid w:val="003A5F69"/>
    <w:rsid w:val="003A607F"/>
    <w:rsid w:val="003A6856"/>
    <w:rsid w:val="003A7205"/>
    <w:rsid w:val="003A72E5"/>
    <w:rsid w:val="003A7EDC"/>
    <w:rsid w:val="003B168B"/>
    <w:rsid w:val="003B604C"/>
    <w:rsid w:val="003B77FD"/>
    <w:rsid w:val="003C2396"/>
    <w:rsid w:val="003C2BB7"/>
    <w:rsid w:val="003C3D76"/>
    <w:rsid w:val="003C4A94"/>
    <w:rsid w:val="003C644F"/>
    <w:rsid w:val="003C7954"/>
    <w:rsid w:val="003C7DC7"/>
    <w:rsid w:val="003D28F3"/>
    <w:rsid w:val="003D3173"/>
    <w:rsid w:val="003D45BE"/>
    <w:rsid w:val="003D4DA6"/>
    <w:rsid w:val="003D4DC2"/>
    <w:rsid w:val="003D5FA8"/>
    <w:rsid w:val="003D7D65"/>
    <w:rsid w:val="003E14CB"/>
    <w:rsid w:val="003E1823"/>
    <w:rsid w:val="003E2760"/>
    <w:rsid w:val="003E2B47"/>
    <w:rsid w:val="003E3275"/>
    <w:rsid w:val="003E361B"/>
    <w:rsid w:val="003E5AC7"/>
    <w:rsid w:val="003E5E4D"/>
    <w:rsid w:val="003F0681"/>
    <w:rsid w:val="003F3908"/>
    <w:rsid w:val="003F3B00"/>
    <w:rsid w:val="003F3D77"/>
    <w:rsid w:val="003F70CF"/>
    <w:rsid w:val="00402905"/>
    <w:rsid w:val="004038CE"/>
    <w:rsid w:val="0040635D"/>
    <w:rsid w:val="00407853"/>
    <w:rsid w:val="00410F3A"/>
    <w:rsid w:val="00411290"/>
    <w:rsid w:val="00412FA2"/>
    <w:rsid w:val="004138D0"/>
    <w:rsid w:val="00413A1A"/>
    <w:rsid w:val="00414647"/>
    <w:rsid w:val="00415259"/>
    <w:rsid w:val="00415740"/>
    <w:rsid w:val="004164CF"/>
    <w:rsid w:val="00420D51"/>
    <w:rsid w:val="004220B7"/>
    <w:rsid w:val="00425D6B"/>
    <w:rsid w:val="00426D6E"/>
    <w:rsid w:val="0042771E"/>
    <w:rsid w:val="00427C4A"/>
    <w:rsid w:val="00431833"/>
    <w:rsid w:val="0043677B"/>
    <w:rsid w:val="00437796"/>
    <w:rsid w:val="00440A01"/>
    <w:rsid w:val="00440ECC"/>
    <w:rsid w:val="00441D54"/>
    <w:rsid w:val="004438E1"/>
    <w:rsid w:val="00445C3D"/>
    <w:rsid w:val="00446263"/>
    <w:rsid w:val="00446A34"/>
    <w:rsid w:val="00447265"/>
    <w:rsid w:val="004569FA"/>
    <w:rsid w:val="00460D0E"/>
    <w:rsid w:val="0046175F"/>
    <w:rsid w:val="00461CBD"/>
    <w:rsid w:val="00461DB7"/>
    <w:rsid w:val="00461FA9"/>
    <w:rsid w:val="00464F76"/>
    <w:rsid w:val="004666E1"/>
    <w:rsid w:val="00467855"/>
    <w:rsid w:val="00472DDD"/>
    <w:rsid w:val="004731D5"/>
    <w:rsid w:val="00476B35"/>
    <w:rsid w:val="00477262"/>
    <w:rsid w:val="004813BA"/>
    <w:rsid w:val="0048292B"/>
    <w:rsid w:val="0048606D"/>
    <w:rsid w:val="004867C6"/>
    <w:rsid w:val="00491657"/>
    <w:rsid w:val="00491ADB"/>
    <w:rsid w:val="004929AE"/>
    <w:rsid w:val="00492C33"/>
    <w:rsid w:val="0049681D"/>
    <w:rsid w:val="004A0112"/>
    <w:rsid w:val="004A1B75"/>
    <w:rsid w:val="004A1F3F"/>
    <w:rsid w:val="004A2D92"/>
    <w:rsid w:val="004A4291"/>
    <w:rsid w:val="004A75E8"/>
    <w:rsid w:val="004B03AA"/>
    <w:rsid w:val="004B0998"/>
    <w:rsid w:val="004B15BA"/>
    <w:rsid w:val="004B202C"/>
    <w:rsid w:val="004B3763"/>
    <w:rsid w:val="004B3BC3"/>
    <w:rsid w:val="004B7D6F"/>
    <w:rsid w:val="004C052B"/>
    <w:rsid w:val="004C1358"/>
    <w:rsid w:val="004C28E1"/>
    <w:rsid w:val="004C5D4E"/>
    <w:rsid w:val="004C7647"/>
    <w:rsid w:val="004D0727"/>
    <w:rsid w:val="004D30C8"/>
    <w:rsid w:val="004D3813"/>
    <w:rsid w:val="004D3E99"/>
    <w:rsid w:val="004D459C"/>
    <w:rsid w:val="004D4728"/>
    <w:rsid w:val="004E4923"/>
    <w:rsid w:val="004E4D0D"/>
    <w:rsid w:val="004E75A3"/>
    <w:rsid w:val="004E75EF"/>
    <w:rsid w:val="004F1B62"/>
    <w:rsid w:val="004F1C3C"/>
    <w:rsid w:val="004F4AB1"/>
    <w:rsid w:val="004F4BFA"/>
    <w:rsid w:val="004F509B"/>
    <w:rsid w:val="004F5A23"/>
    <w:rsid w:val="004F6038"/>
    <w:rsid w:val="004F631A"/>
    <w:rsid w:val="0050251F"/>
    <w:rsid w:val="00513708"/>
    <w:rsid w:val="00515339"/>
    <w:rsid w:val="00516569"/>
    <w:rsid w:val="00516608"/>
    <w:rsid w:val="0051770B"/>
    <w:rsid w:val="005202E3"/>
    <w:rsid w:val="00521FF3"/>
    <w:rsid w:val="00522767"/>
    <w:rsid w:val="00522DB2"/>
    <w:rsid w:val="00523A94"/>
    <w:rsid w:val="00523BDB"/>
    <w:rsid w:val="00524D72"/>
    <w:rsid w:val="00525332"/>
    <w:rsid w:val="00526168"/>
    <w:rsid w:val="00526506"/>
    <w:rsid w:val="00527064"/>
    <w:rsid w:val="005300E0"/>
    <w:rsid w:val="00531FA3"/>
    <w:rsid w:val="00534087"/>
    <w:rsid w:val="00535A04"/>
    <w:rsid w:val="005361D8"/>
    <w:rsid w:val="00537778"/>
    <w:rsid w:val="00541F05"/>
    <w:rsid w:val="005438EF"/>
    <w:rsid w:val="005447E4"/>
    <w:rsid w:val="00547D9C"/>
    <w:rsid w:val="0055346C"/>
    <w:rsid w:val="005564E2"/>
    <w:rsid w:val="00557601"/>
    <w:rsid w:val="005623CF"/>
    <w:rsid w:val="00564128"/>
    <w:rsid w:val="005642D5"/>
    <w:rsid w:val="00566267"/>
    <w:rsid w:val="00566B24"/>
    <w:rsid w:val="00566BA4"/>
    <w:rsid w:val="00567D5C"/>
    <w:rsid w:val="00570EC2"/>
    <w:rsid w:val="00571929"/>
    <w:rsid w:val="00574872"/>
    <w:rsid w:val="005748B9"/>
    <w:rsid w:val="00574F64"/>
    <w:rsid w:val="00577CD5"/>
    <w:rsid w:val="00583C3B"/>
    <w:rsid w:val="005843C4"/>
    <w:rsid w:val="00587694"/>
    <w:rsid w:val="00590931"/>
    <w:rsid w:val="005931E4"/>
    <w:rsid w:val="005951D6"/>
    <w:rsid w:val="0059687B"/>
    <w:rsid w:val="00597AB8"/>
    <w:rsid w:val="005A02B9"/>
    <w:rsid w:val="005A1619"/>
    <w:rsid w:val="005A2174"/>
    <w:rsid w:val="005B177C"/>
    <w:rsid w:val="005B1ACB"/>
    <w:rsid w:val="005B1F4F"/>
    <w:rsid w:val="005B250C"/>
    <w:rsid w:val="005B342E"/>
    <w:rsid w:val="005B4BCA"/>
    <w:rsid w:val="005B5FCF"/>
    <w:rsid w:val="005B6C4E"/>
    <w:rsid w:val="005C0672"/>
    <w:rsid w:val="005C1099"/>
    <w:rsid w:val="005C19CC"/>
    <w:rsid w:val="005C2E26"/>
    <w:rsid w:val="005C3C01"/>
    <w:rsid w:val="005C4185"/>
    <w:rsid w:val="005C436E"/>
    <w:rsid w:val="005C4DF4"/>
    <w:rsid w:val="005C52E9"/>
    <w:rsid w:val="005D0A85"/>
    <w:rsid w:val="005D4501"/>
    <w:rsid w:val="005D55FA"/>
    <w:rsid w:val="005D62B3"/>
    <w:rsid w:val="005D76F0"/>
    <w:rsid w:val="005E1D4B"/>
    <w:rsid w:val="005E319C"/>
    <w:rsid w:val="005E323C"/>
    <w:rsid w:val="005E4F65"/>
    <w:rsid w:val="005F4353"/>
    <w:rsid w:val="005F44F7"/>
    <w:rsid w:val="00600167"/>
    <w:rsid w:val="00600445"/>
    <w:rsid w:val="0060054F"/>
    <w:rsid w:val="0060250E"/>
    <w:rsid w:val="006046D4"/>
    <w:rsid w:val="00610673"/>
    <w:rsid w:val="006110C0"/>
    <w:rsid w:val="006140D9"/>
    <w:rsid w:val="00614420"/>
    <w:rsid w:val="006156A8"/>
    <w:rsid w:val="00615832"/>
    <w:rsid w:val="00620346"/>
    <w:rsid w:val="00620C7A"/>
    <w:rsid w:val="00625FFD"/>
    <w:rsid w:val="006316E3"/>
    <w:rsid w:val="0063208F"/>
    <w:rsid w:val="0063434D"/>
    <w:rsid w:val="006350E5"/>
    <w:rsid w:val="00635714"/>
    <w:rsid w:val="006373A8"/>
    <w:rsid w:val="00641982"/>
    <w:rsid w:val="00644C8C"/>
    <w:rsid w:val="0064626F"/>
    <w:rsid w:val="006463D6"/>
    <w:rsid w:val="0064645B"/>
    <w:rsid w:val="006504F6"/>
    <w:rsid w:val="00651440"/>
    <w:rsid w:val="00651580"/>
    <w:rsid w:val="00651ACF"/>
    <w:rsid w:val="00653D0F"/>
    <w:rsid w:val="00654539"/>
    <w:rsid w:val="00655891"/>
    <w:rsid w:val="00657A23"/>
    <w:rsid w:val="0066186C"/>
    <w:rsid w:val="006634D0"/>
    <w:rsid w:val="00664813"/>
    <w:rsid w:val="00665084"/>
    <w:rsid w:val="00665A78"/>
    <w:rsid w:val="00665C94"/>
    <w:rsid w:val="00666AD3"/>
    <w:rsid w:val="006675E9"/>
    <w:rsid w:val="00670AA5"/>
    <w:rsid w:val="006757F5"/>
    <w:rsid w:val="0067702E"/>
    <w:rsid w:val="00677C62"/>
    <w:rsid w:val="00681BD3"/>
    <w:rsid w:val="0068276B"/>
    <w:rsid w:val="0068399F"/>
    <w:rsid w:val="00686FED"/>
    <w:rsid w:val="00693611"/>
    <w:rsid w:val="00694D17"/>
    <w:rsid w:val="006966CD"/>
    <w:rsid w:val="00696841"/>
    <w:rsid w:val="006969EB"/>
    <w:rsid w:val="006978BC"/>
    <w:rsid w:val="006A0B21"/>
    <w:rsid w:val="006A2111"/>
    <w:rsid w:val="006A3EB7"/>
    <w:rsid w:val="006A45F1"/>
    <w:rsid w:val="006A4EE3"/>
    <w:rsid w:val="006A4F3E"/>
    <w:rsid w:val="006A69E3"/>
    <w:rsid w:val="006B03D4"/>
    <w:rsid w:val="006B29A8"/>
    <w:rsid w:val="006B2E8E"/>
    <w:rsid w:val="006B5452"/>
    <w:rsid w:val="006B6793"/>
    <w:rsid w:val="006B7776"/>
    <w:rsid w:val="006B7814"/>
    <w:rsid w:val="006B78B9"/>
    <w:rsid w:val="006C1672"/>
    <w:rsid w:val="006C3B70"/>
    <w:rsid w:val="006C5C63"/>
    <w:rsid w:val="006C625C"/>
    <w:rsid w:val="006C6D25"/>
    <w:rsid w:val="006C7C0A"/>
    <w:rsid w:val="006D4376"/>
    <w:rsid w:val="006D6763"/>
    <w:rsid w:val="006D7ABE"/>
    <w:rsid w:val="006E525B"/>
    <w:rsid w:val="006E631E"/>
    <w:rsid w:val="006E66E8"/>
    <w:rsid w:val="006E72FC"/>
    <w:rsid w:val="006F1B13"/>
    <w:rsid w:val="006F2812"/>
    <w:rsid w:val="006F2F9B"/>
    <w:rsid w:val="006F3A1C"/>
    <w:rsid w:val="006F3F0F"/>
    <w:rsid w:val="006F4D2B"/>
    <w:rsid w:val="006F5CE5"/>
    <w:rsid w:val="006F6A0E"/>
    <w:rsid w:val="006F7B21"/>
    <w:rsid w:val="007057BC"/>
    <w:rsid w:val="0070693F"/>
    <w:rsid w:val="00713F0C"/>
    <w:rsid w:val="0071450C"/>
    <w:rsid w:val="007150C2"/>
    <w:rsid w:val="00715DBE"/>
    <w:rsid w:val="00716366"/>
    <w:rsid w:val="007166E6"/>
    <w:rsid w:val="007167C5"/>
    <w:rsid w:val="0072090A"/>
    <w:rsid w:val="00722A14"/>
    <w:rsid w:val="00723349"/>
    <w:rsid w:val="0072583C"/>
    <w:rsid w:val="00727767"/>
    <w:rsid w:val="00731DA1"/>
    <w:rsid w:val="007327CA"/>
    <w:rsid w:val="00732A5B"/>
    <w:rsid w:val="007339B1"/>
    <w:rsid w:val="00734530"/>
    <w:rsid w:val="007360D5"/>
    <w:rsid w:val="00736D03"/>
    <w:rsid w:val="0073705A"/>
    <w:rsid w:val="007373F2"/>
    <w:rsid w:val="00737861"/>
    <w:rsid w:val="007404A8"/>
    <w:rsid w:val="00745750"/>
    <w:rsid w:val="00745D2B"/>
    <w:rsid w:val="00746451"/>
    <w:rsid w:val="00750678"/>
    <w:rsid w:val="007514A4"/>
    <w:rsid w:val="00754837"/>
    <w:rsid w:val="00755B79"/>
    <w:rsid w:val="0076162A"/>
    <w:rsid w:val="007628EB"/>
    <w:rsid w:val="00763B08"/>
    <w:rsid w:val="00764693"/>
    <w:rsid w:val="0076566B"/>
    <w:rsid w:val="007672B5"/>
    <w:rsid w:val="007675DC"/>
    <w:rsid w:val="00767D1B"/>
    <w:rsid w:val="00772C5C"/>
    <w:rsid w:val="00775F52"/>
    <w:rsid w:val="00777729"/>
    <w:rsid w:val="00782162"/>
    <w:rsid w:val="007821C4"/>
    <w:rsid w:val="0078300A"/>
    <w:rsid w:val="0078429B"/>
    <w:rsid w:val="0078539C"/>
    <w:rsid w:val="00785524"/>
    <w:rsid w:val="0078694F"/>
    <w:rsid w:val="0079206C"/>
    <w:rsid w:val="007930D4"/>
    <w:rsid w:val="00795936"/>
    <w:rsid w:val="007977BE"/>
    <w:rsid w:val="007A1758"/>
    <w:rsid w:val="007A36D5"/>
    <w:rsid w:val="007A3C50"/>
    <w:rsid w:val="007A4C0B"/>
    <w:rsid w:val="007A6048"/>
    <w:rsid w:val="007A61DA"/>
    <w:rsid w:val="007A6E6F"/>
    <w:rsid w:val="007B0165"/>
    <w:rsid w:val="007B39B2"/>
    <w:rsid w:val="007B61C4"/>
    <w:rsid w:val="007C15BB"/>
    <w:rsid w:val="007C2227"/>
    <w:rsid w:val="007C29B5"/>
    <w:rsid w:val="007C6E75"/>
    <w:rsid w:val="007D0896"/>
    <w:rsid w:val="007D261F"/>
    <w:rsid w:val="007D6EEA"/>
    <w:rsid w:val="007D74D5"/>
    <w:rsid w:val="007E0512"/>
    <w:rsid w:val="007E2738"/>
    <w:rsid w:val="007E760A"/>
    <w:rsid w:val="007E7660"/>
    <w:rsid w:val="007F021C"/>
    <w:rsid w:val="007F0619"/>
    <w:rsid w:val="007F07A8"/>
    <w:rsid w:val="007F1925"/>
    <w:rsid w:val="007F1FC5"/>
    <w:rsid w:val="007F28CD"/>
    <w:rsid w:val="007F3ACC"/>
    <w:rsid w:val="007F5D7D"/>
    <w:rsid w:val="007F7F5D"/>
    <w:rsid w:val="008009E7"/>
    <w:rsid w:val="00801148"/>
    <w:rsid w:val="00805499"/>
    <w:rsid w:val="00805983"/>
    <w:rsid w:val="00806BD4"/>
    <w:rsid w:val="008078F4"/>
    <w:rsid w:val="00810169"/>
    <w:rsid w:val="008104C5"/>
    <w:rsid w:val="00810EC7"/>
    <w:rsid w:val="008129EE"/>
    <w:rsid w:val="0081360A"/>
    <w:rsid w:val="008141BA"/>
    <w:rsid w:val="00815332"/>
    <w:rsid w:val="008169C0"/>
    <w:rsid w:val="008173AC"/>
    <w:rsid w:val="00821E51"/>
    <w:rsid w:val="00822796"/>
    <w:rsid w:val="00823268"/>
    <w:rsid w:val="00823A79"/>
    <w:rsid w:val="00824234"/>
    <w:rsid w:val="0082447A"/>
    <w:rsid w:val="00824B66"/>
    <w:rsid w:val="008263AA"/>
    <w:rsid w:val="00826986"/>
    <w:rsid w:val="00831071"/>
    <w:rsid w:val="00833C15"/>
    <w:rsid w:val="008359C2"/>
    <w:rsid w:val="00841377"/>
    <w:rsid w:val="00846097"/>
    <w:rsid w:val="0085093B"/>
    <w:rsid w:val="00851854"/>
    <w:rsid w:val="00854677"/>
    <w:rsid w:val="00854BB2"/>
    <w:rsid w:val="008554CF"/>
    <w:rsid w:val="0085629B"/>
    <w:rsid w:val="00856ACA"/>
    <w:rsid w:val="008573E0"/>
    <w:rsid w:val="00860045"/>
    <w:rsid w:val="00860DD7"/>
    <w:rsid w:val="00860FC0"/>
    <w:rsid w:val="0086217D"/>
    <w:rsid w:val="00867169"/>
    <w:rsid w:val="00867548"/>
    <w:rsid w:val="00867948"/>
    <w:rsid w:val="008747B2"/>
    <w:rsid w:val="00877B0F"/>
    <w:rsid w:val="00880176"/>
    <w:rsid w:val="00880A96"/>
    <w:rsid w:val="00880D10"/>
    <w:rsid w:val="00881F67"/>
    <w:rsid w:val="00883044"/>
    <w:rsid w:val="00883DF6"/>
    <w:rsid w:val="0088466D"/>
    <w:rsid w:val="00884F84"/>
    <w:rsid w:val="008852F5"/>
    <w:rsid w:val="00891C25"/>
    <w:rsid w:val="00892771"/>
    <w:rsid w:val="00893419"/>
    <w:rsid w:val="008952A2"/>
    <w:rsid w:val="00895A3A"/>
    <w:rsid w:val="0089682E"/>
    <w:rsid w:val="00896C68"/>
    <w:rsid w:val="00897EDA"/>
    <w:rsid w:val="008A0925"/>
    <w:rsid w:val="008A1D76"/>
    <w:rsid w:val="008A3AD4"/>
    <w:rsid w:val="008A5FA1"/>
    <w:rsid w:val="008A7430"/>
    <w:rsid w:val="008A784E"/>
    <w:rsid w:val="008A78E7"/>
    <w:rsid w:val="008B1FE9"/>
    <w:rsid w:val="008B28F2"/>
    <w:rsid w:val="008B2ACB"/>
    <w:rsid w:val="008B7663"/>
    <w:rsid w:val="008C2B09"/>
    <w:rsid w:val="008C3A72"/>
    <w:rsid w:val="008C56F4"/>
    <w:rsid w:val="008C6701"/>
    <w:rsid w:val="008C76B0"/>
    <w:rsid w:val="008C7F31"/>
    <w:rsid w:val="008D09C6"/>
    <w:rsid w:val="008D0A89"/>
    <w:rsid w:val="008D14E8"/>
    <w:rsid w:val="008D2BFA"/>
    <w:rsid w:val="008D2E19"/>
    <w:rsid w:val="008D4870"/>
    <w:rsid w:val="008D55AE"/>
    <w:rsid w:val="008D752C"/>
    <w:rsid w:val="008E04AE"/>
    <w:rsid w:val="008E0A3E"/>
    <w:rsid w:val="008E1DD7"/>
    <w:rsid w:val="008E594A"/>
    <w:rsid w:val="008E5D3E"/>
    <w:rsid w:val="008E5E4D"/>
    <w:rsid w:val="008F2707"/>
    <w:rsid w:val="008F319C"/>
    <w:rsid w:val="008F4218"/>
    <w:rsid w:val="008F4221"/>
    <w:rsid w:val="008F4EC3"/>
    <w:rsid w:val="008F56BD"/>
    <w:rsid w:val="008F728E"/>
    <w:rsid w:val="008F75BF"/>
    <w:rsid w:val="008F77BB"/>
    <w:rsid w:val="009016B4"/>
    <w:rsid w:val="00901B74"/>
    <w:rsid w:val="009025E3"/>
    <w:rsid w:val="0090278A"/>
    <w:rsid w:val="009043C6"/>
    <w:rsid w:val="00906A3D"/>
    <w:rsid w:val="00910C4C"/>
    <w:rsid w:val="00910F3C"/>
    <w:rsid w:val="009110C4"/>
    <w:rsid w:val="00913E43"/>
    <w:rsid w:val="00913F3E"/>
    <w:rsid w:val="0091671D"/>
    <w:rsid w:val="00917890"/>
    <w:rsid w:val="00921580"/>
    <w:rsid w:val="0092288B"/>
    <w:rsid w:val="00922D17"/>
    <w:rsid w:val="00923D44"/>
    <w:rsid w:val="00924FB0"/>
    <w:rsid w:val="009252B6"/>
    <w:rsid w:val="00926F58"/>
    <w:rsid w:val="00930F27"/>
    <w:rsid w:val="009311BF"/>
    <w:rsid w:val="00932DB0"/>
    <w:rsid w:val="00933CBA"/>
    <w:rsid w:val="00935D89"/>
    <w:rsid w:val="009402FC"/>
    <w:rsid w:val="00940308"/>
    <w:rsid w:val="00946D7F"/>
    <w:rsid w:val="00947580"/>
    <w:rsid w:val="00951764"/>
    <w:rsid w:val="009532E9"/>
    <w:rsid w:val="00955030"/>
    <w:rsid w:val="009576F0"/>
    <w:rsid w:val="00963508"/>
    <w:rsid w:val="0096384D"/>
    <w:rsid w:val="00964259"/>
    <w:rsid w:val="00964574"/>
    <w:rsid w:val="00965C3A"/>
    <w:rsid w:val="00966FF1"/>
    <w:rsid w:val="00970DCD"/>
    <w:rsid w:val="00971EF6"/>
    <w:rsid w:val="00971FFC"/>
    <w:rsid w:val="00972799"/>
    <w:rsid w:val="00972EAA"/>
    <w:rsid w:val="00976C7A"/>
    <w:rsid w:val="00977F69"/>
    <w:rsid w:val="00981659"/>
    <w:rsid w:val="00982E72"/>
    <w:rsid w:val="00983081"/>
    <w:rsid w:val="009830D4"/>
    <w:rsid w:val="0098379D"/>
    <w:rsid w:val="009849A1"/>
    <w:rsid w:val="0098747F"/>
    <w:rsid w:val="00990267"/>
    <w:rsid w:val="009904ED"/>
    <w:rsid w:val="009908A2"/>
    <w:rsid w:val="00994C98"/>
    <w:rsid w:val="00994D34"/>
    <w:rsid w:val="009A00EC"/>
    <w:rsid w:val="009A0157"/>
    <w:rsid w:val="009A366C"/>
    <w:rsid w:val="009A4C8F"/>
    <w:rsid w:val="009A4DDF"/>
    <w:rsid w:val="009A5AA1"/>
    <w:rsid w:val="009A719E"/>
    <w:rsid w:val="009A74EF"/>
    <w:rsid w:val="009A7708"/>
    <w:rsid w:val="009B1F84"/>
    <w:rsid w:val="009B4C0E"/>
    <w:rsid w:val="009B567D"/>
    <w:rsid w:val="009B7F71"/>
    <w:rsid w:val="009C63C3"/>
    <w:rsid w:val="009D2585"/>
    <w:rsid w:val="009D2B6E"/>
    <w:rsid w:val="009D2F16"/>
    <w:rsid w:val="009D3360"/>
    <w:rsid w:val="009D4FEA"/>
    <w:rsid w:val="009D7585"/>
    <w:rsid w:val="009E1D39"/>
    <w:rsid w:val="009E2059"/>
    <w:rsid w:val="009E2FB7"/>
    <w:rsid w:val="009E35B2"/>
    <w:rsid w:val="009E5486"/>
    <w:rsid w:val="009E5CE0"/>
    <w:rsid w:val="009E6D17"/>
    <w:rsid w:val="009E7DFC"/>
    <w:rsid w:val="009F1EFE"/>
    <w:rsid w:val="009F21B9"/>
    <w:rsid w:val="009F2DC0"/>
    <w:rsid w:val="009F3115"/>
    <w:rsid w:val="009F3927"/>
    <w:rsid w:val="009F6886"/>
    <w:rsid w:val="009F7606"/>
    <w:rsid w:val="00A01D56"/>
    <w:rsid w:val="00A0216E"/>
    <w:rsid w:val="00A02D90"/>
    <w:rsid w:val="00A02F1B"/>
    <w:rsid w:val="00A04763"/>
    <w:rsid w:val="00A059B1"/>
    <w:rsid w:val="00A06BC1"/>
    <w:rsid w:val="00A1095B"/>
    <w:rsid w:val="00A111A3"/>
    <w:rsid w:val="00A12A12"/>
    <w:rsid w:val="00A13541"/>
    <w:rsid w:val="00A14507"/>
    <w:rsid w:val="00A14733"/>
    <w:rsid w:val="00A1539A"/>
    <w:rsid w:val="00A16320"/>
    <w:rsid w:val="00A2057A"/>
    <w:rsid w:val="00A2104D"/>
    <w:rsid w:val="00A21AC3"/>
    <w:rsid w:val="00A237A4"/>
    <w:rsid w:val="00A241D7"/>
    <w:rsid w:val="00A2539A"/>
    <w:rsid w:val="00A2589F"/>
    <w:rsid w:val="00A27F90"/>
    <w:rsid w:val="00A321CD"/>
    <w:rsid w:val="00A34850"/>
    <w:rsid w:val="00A40233"/>
    <w:rsid w:val="00A42EAE"/>
    <w:rsid w:val="00A44D2A"/>
    <w:rsid w:val="00A453A2"/>
    <w:rsid w:val="00A458CB"/>
    <w:rsid w:val="00A47585"/>
    <w:rsid w:val="00A51BAE"/>
    <w:rsid w:val="00A527AE"/>
    <w:rsid w:val="00A53598"/>
    <w:rsid w:val="00A5453E"/>
    <w:rsid w:val="00A5548F"/>
    <w:rsid w:val="00A5766D"/>
    <w:rsid w:val="00A57A10"/>
    <w:rsid w:val="00A57EE5"/>
    <w:rsid w:val="00A6005C"/>
    <w:rsid w:val="00A61C66"/>
    <w:rsid w:val="00A64853"/>
    <w:rsid w:val="00A660B3"/>
    <w:rsid w:val="00A6706A"/>
    <w:rsid w:val="00A714AE"/>
    <w:rsid w:val="00A72FEC"/>
    <w:rsid w:val="00A73136"/>
    <w:rsid w:val="00A73B4D"/>
    <w:rsid w:val="00A8051C"/>
    <w:rsid w:val="00A806D3"/>
    <w:rsid w:val="00A81CF6"/>
    <w:rsid w:val="00A82F8E"/>
    <w:rsid w:val="00A85570"/>
    <w:rsid w:val="00A85CFB"/>
    <w:rsid w:val="00A863D0"/>
    <w:rsid w:val="00A90E17"/>
    <w:rsid w:val="00A91EC1"/>
    <w:rsid w:val="00A964F2"/>
    <w:rsid w:val="00AA04DC"/>
    <w:rsid w:val="00AA24A2"/>
    <w:rsid w:val="00AB07A3"/>
    <w:rsid w:val="00AB1078"/>
    <w:rsid w:val="00AC03FA"/>
    <w:rsid w:val="00AC257D"/>
    <w:rsid w:val="00AC2C1F"/>
    <w:rsid w:val="00AC42F5"/>
    <w:rsid w:val="00AC5467"/>
    <w:rsid w:val="00AC598A"/>
    <w:rsid w:val="00AC6B3E"/>
    <w:rsid w:val="00AC7F12"/>
    <w:rsid w:val="00AD1724"/>
    <w:rsid w:val="00AD1B95"/>
    <w:rsid w:val="00AD2AE4"/>
    <w:rsid w:val="00AD6979"/>
    <w:rsid w:val="00AD6A7F"/>
    <w:rsid w:val="00AE0562"/>
    <w:rsid w:val="00AE1151"/>
    <w:rsid w:val="00AE31BB"/>
    <w:rsid w:val="00AE4DAE"/>
    <w:rsid w:val="00AE69D0"/>
    <w:rsid w:val="00AE7D5D"/>
    <w:rsid w:val="00AE7E6B"/>
    <w:rsid w:val="00AF1876"/>
    <w:rsid w:val="00AF26ED"/>
    <w:rsid w:val="00AF381C"/>
    <w:rsid w:val="00AF3CCD"/>
    <w:rsid w:val="00B00438"/>
    <w:rsid w:val="00B01D9A"/>
    <w:rsid w:val="00B03779"/>
    <w:rsid w:val="00B03A0E"/>
    <w:rsid w:val="00B03FDE"/>
    <w:rsid w:val="00B04136"/>
    <w:rsid w:val="00B04951"/>
    <w:rsid w:val="00B05B6E"/>
    <w:rsid w:val="00B06CF7"/>
    <w:rsid w:val="00B07793"/>
    <w:rsid w:val="00B07B9B"/>
    <w:rsid w:val="00B10D28"/>
    <w:rsid w:val="00B112D4"/>
    <w:rsid w:val="00B113F9"/>
    <w:rsid w:val="00B124A9"/>
    <w:rsid w:val="00B13BF8"/>
    <w:rsid w:val="00B1456F"/>
    <w:rsid w:val="00B14A76"/>
    <w:rsid w:val="00B15847"/>
    <w:rsid w:val="00B169F3"/>
    <w:rsid w:val="00B16E76"/>
    <w:rsid w:val="00B178B7"/>
    <w:rsid w:val="00B2017A"/>
    <w:rsid w:val="00B22580"/>
    <w:rsid w:val="00B25B46"/>
    <w:rsid w:val="00B2613C"/>
    <w:rsid w:val="00B2691B"/>
    <w:rsid w:val="00B27E10"/>
    <w:rsid w:val="00B32417"/>
    <w:rsid w:val="00B34128"/>
    <w:rsid w:val="00B343ED"/>
    <w:rsid w:val="00B35734"/>
    <w:rsid w:val="00B35961"/>
    <w:rsid w:val="00B35C94"/>
    <w:rsid w:val="00B377AB"/>
    <w:rsid w:val="00B37E0C"/>
    <w:rsid w:val="00B41812"/>
    <w:rsid w:val="00B44C3D"/>
    <w:rsid w:val="00B45776"/>
    <w:rsid w:val="00B47829"/>
    <w:rsid w:val="00B50F12"/>
    <w:rsid w:val="00B54BA5"/>
    <w:rsid w:val="00B564C7"/>
    <w:rsid w:val="00B566E6"/>
    <w:rsid w:val="00B60830"/>
    <w:rsid w:val="00B60917"/>
    <w:rsid w:val="00B60936"/>
    <w:rsid w:val="00B61121"/>
    <w:rsid w:val="00B615BC"/>
    <w:rsid w:val="00B61E06"/>
    <w:rsid w:val="00B61E8A"/>
    <w:rsid w:val="00B62AA3"/>
    <w:rsid w:val="00B630B7"/>
    <w:rsid w:val="00B63D10"/>
    <w:rsid w:val="00B71A05"/>
    <w:rsid w:val="00B74096"/>
    <w:rsid w:val="00B7431D"/>
    <w:rsid w:val="00B7638E"/>
    <w:rsid w:val="00B77051"/>
    <w:rsid w:val="00B83510"/>
    <w:rsid w:val="00B83DD5"/>
    <w:rsid w:val="00B841B8"/>
    <w:rsid w:val="00B86777"/>
    <w:rsid w:val="00B86DFA"/>
    <w:rsid w:val="00B92EBA"/>
    <w:rsid w:val="00B9366F"/>
    <w:rsid w:val="00B945CF"/>
    <w:rsid w:val="00B94E38"/>
    <w:rsid w:val="00B95872"/>
    <w:rsid w:val="00B961E0"/>
    <w:rsid w:val="00BA26FD"/>
    <w:rsid w:val="00BA2D0C"/>
    <w:rsid w:val="00BA3253"/>
    <w:rsid w:val="00BA5FA0"/>
    <w:rsid w:val="00BA7D6E"/>
    <w:rsid w:val="00BB167B"/>
    <w:rsid w:val="00BB25F2"/>
    <w:rsid w:val="00BB4399"/>
    <w:rsid w:val="00BB78E1"/>
    <w:rsid w:val="00BC219B"/>
    <w:rsid w:val="00BC291F"/>
    <w:rsid w:val="00BC2F5A"/>
    <w:rsid w:val="00BC41C5"/>
    <w:rsid w:val="00BC5773"/>
    <w:rsid w:val="00BC730D"/>
    <w:rsid w:val="00BC7357"/>
    <w:rsid w:val="00BC79FA"/>
    <w:rsid w:val="00BD147F"/>
    <w:rsid w:val="00BD225E"/>
    <w:rsid w:val="00BD273B"/>
    <w:rsid w:val="00BD3763"/>
    <w:rsid w:val="00BD37AF"/>
    <w:rsid w:val="00BD3C7E"/>
    <w:rsid w:val="00BD4147"/>
    <w:rsid w:val="00BE0318"/>
    <w:rsid w:val="00BE2037"/>
    <w:rsid w:val="00BE2957"/>
    <w:rsid w:val="00BE2BA7"/>
    <w:rsid w:val="00BE43DE"/>
    <w:rsid w:val="00BE5A32"/>
    <w:rsid w:val="00BF201E"/>
    <w:rsid w:val="00BF3B34"/>
    <w:rsid w:val="00BF54DC"/>
    <w:rsid w:val="00BF5EC5"/>
    <w:rsid w:val="00C000AB"/>
    <w:rsid w:val="00C04472"/>
    <w:rsid w:val="00C07512"/>
    <w:rsid w:val="00C07A19"/>
    <w:rsid w:val="00C112A7"/>
    <w:rsid w:val="00C14947"/>
    <w:rsid w:val="00C15692"/>
    <w:rsid w:val="00C17787"/>
    <w:rsid w:val="00C179AF"/>
    <w:rsid w:val="00C22135"/>
    <w:rsid w:val="00C24DC2"/>
    <w:rsid w:val="00C25CF5"/>
    <w:rsid w:val="00C26B14"/>
    <w:rsid w:val="00C2778B"/>
    <w:rsid w:val="00C301B2"/>
    <w:rsid w:val="00C305B9"/>
    <w:rsid w:val="00C3302F"/>
    <w:rsid w:val="00C3360E"/>
    <w:rsid w:val="00C350C6"/>
    <w:rsid w:val="00C35135"/>
    <w:rsid w:val="00C37AE8"/>
    <w:rsid w:val="00C40E0B"/>
    <w:rsid w:val="00C4221C"/>
    <w:rsid w:val="00C43B28"/>
    <w:rsid w:val="00C47A92"/>
    <w:rsid w:val="00C500C4"/>
    <w:rsid w:val="00C526C1"/>
    <w:rsid w:val="00C52F1C"/>
    <w:rsid w:val="00C54FBA"/>
    <w:rsid w:val="00C56ACD"/>
    <w:rsid w:val="00C57A21"/>
    <w:rsid w:val="00C600B6"/>
    <w:rsid w:val="00C61074"/>
    <w:rsid w:val="00C61C2E"/>
    <w:rsid w:val="00C67B00"/>
    <w:rsid w:val="00C714D7"/>
    <w:rsid w:val="00C727BA"/>
    <w:rsid w:val="00C7445D"/>
    <w:rsid w:val="00C7470F"/>
    <w:rsid w:val="00C81443"/>
    <w:rsid w:val="00C835D9"/>
    <w:rsid w:val="00C85D2B"/>
    <w:rsid w:val="00C85D2C"/>
    <w:rsid w:val="00C920DA"/>
    <w:rsid w:val="00C93814"/>
    <w:rsid w:val="00C93D85"/>
    <w:rsid w:val="00C9408B"/>
    <w:rsid w:val="00C962E8"/>
    <w:rsid w:val="00CA014A"/>
    <w:rsid w:val="00CA1261"/>
    <w:rsid w:val="00CA21A4"/>
    <w:rsid w:val="00CA47AB"/>
    <w:rsid w:val="00CA6428"/>
    <w:rsid w:val="00CA68E3"/>
    <w:rsid w:val="00CA6FFB"/>
    <w:rsid w:val="00CA71BF"/>
    <w:rsid w:val="00CB018D"/>
    <w:rsid w:val="00CB04CE"/>
    <w:rsid w:val="00CB27D4"/>
    <w:rsid w:val="00CB3912"/>
    <w:rsid w:val="00CB5272"/>
    <w:rsid w:val="00CB6217"/>
    <w:rsid w:val="00CB78E4"/>
    <w:rsid w:val="00CC00AA"/>
    <w:rsid w:val="00CC0718"/>
    <w:rsid w:val="00CC27C6"/>
    <w:rsid w:val="00CC5048"/>
    <w:rsid w:val="00CC60A4"/>
    <w:rsid w:val="00CC7919"/>
    <w:rsid w:val="00CC7CDE"/>
    <w:rsid w:val="00CD4EFA"/>
    <w:rsid w:val="00CD57C1"/>
    <w:rsid w:val="00CE00E6"/>
    <w:rsid w:val="00CE0413"/>
    <w:rsid w:val="00CE170E"/>
    <w:rsid w:val="00CE278F"/>
    <w:rsid w:val="00CE3938"/>
    <w:rsid w:val="00CE4755"/>
    <w:rsid w:val="00CE6429"/>
    <w:rsid w:val="00CE6516"/>
    <w:rsid w:val="00CE7826"/>
    <w:rsid w:val="00CE7E95"/>
    <w:rsid w:val="00CF0AE6"/>
    <w:rsid w:val="00CF1351"/>
    <w:rsid w:val="00CF17D1"/>
    <w:rsid w:val="00CF1E4C"/>
    <w:rsid w:val="00CF200A"/>
    <w:rsid w:val="00CF206F"/>
    <w:rsid w:val="00CF2B39"/>
    <w:rsid w:val="00CF38E9"/>
    <w:rsid w:val="00CF4E66"/>
    <w:rsid w:val="00CF5FE5"/>
    <w:rsid w:val="00CF7725"/>
    <w:rsid w:val="00CF7904"/>
    <w:rsid w:val="00D00857"/>
    <w:rsid w:val="00D07EF7"/>
    <w:rsid w:val="00D10CD3"/>
    <w:rsid w:val="00D11566"/>
    <w:rsid w:val="00D11576"/>
    <w:rsid w:val="00D127B9"/>
    <w:rsid w:val="00D1283A"/>
    <w:rsid w:val="00D14513"/>
    <w:rsid w:val="00D17597"/>
    <w:rsid w:val="00D208B4"/>
    <w:rsid w:val="00D2302F"/>
    <w:rsid w:val="00D24A0B"/>
    <w:rsid w:val="00D322E8"/>
    <w:rsid w:val="00D341AE"/>
    <w:rsid w:val="00D35E97"/>
    <w:rsid w:val="00D40881"/>
    <w:rsid w:val="00D45B94"/>
    <w:rsid w:val="00D46A10"/>
    <w:rsid w:val="00D503C7"/>
    <w:rsid w:val="00D55EA2"/>
    <w:rsid w:val="00D567B8"/>
    <w:rsid w:val="00D56CAF"/>
    <w:rsid w:val="00D606FF"/>
    <w:rsid w:val="00D61E27"/>
    <w:rsid w:val="00D639E1"/>
    <w:rsid w:val="00D64060"/>
    <w:rsid w:val="00D6409A"/>
    <w:rsid w:val="00D64E33"/>
    <w:rsid w:val="00D6705C"/>
    <w:rsid w:val="00D711B2"/>
    <w:rsid w:val="00D71C5F"/>
    <w:rsid w:val="00D74740"/>
    <w:rsid w:val="00D74E56"/>
    <w:rsid w:val="00D75A80"/>
    <w:rsid w:val="00D75BA2"/>
    <w:rsid w:val="00D768A2"/>
    <w:rsid w:val="00D77C92"/>
    <w:rsid w:val="00D90411"/>
    <w:rsid w:val="00D915E3"/>
    <w:rsid w:val="00D9240A"/>
    <w:rsid w:val="00D93245"/>
    <w:rsid w:val="00D9330C"/>
    <w:rsid w:val="00D95542"/>
    <w:rsid w:val="00D96CAD"/>
    <w:rsid w:val="00D96DFD"/>
    <w:rsid w:val="00D97292"/>
    <w:rsid w:val="00D9762B"/>
    <w:rsid w:val="00DA123F"/>
    <w:rsid w:val="00DA1384"/>
    <w:rsid w:val="00DA18F2"/>
    <w:rsid w:val="00DA4A73"/>
    <w:rsid w:val="00DB3159"/>
    <w:rsid w:val="00DB4B5F"/>
    <w:rsid w:val="00DB72ED"/>
    <w:rsid w:val="00DB7969"/>
    <w:rsid w:val="00DC245B"/>
    <w:rsid w:val="00DC2620"/>
    <w:rsid w:val="00DD1260"/>
    <w:rsid w:val="00DD4143"/>
    <w:rsid w:val="00DD50EE"/>
    <w:rsid w:val="00DD7A86"/>
    <w:rsid w:val="00DE12EF"/>
    <w:rsid w:val="00DE2B3B"/>
    <w:rsid w:val="00DE2DA7"/>
    <w:rsid w:val="00DE32F8"/>
    <w:rsid w:val="00DE5F41"/>
    <w:rsid w:val="00DE6B68"/>
    <w:rsid w:val="00DE75B3"/>
    <w:rsid w:val="00DE78A9"/>
    <w:rsid w:val="00DF1307"/>
    <w:rsid w:val="00DF34D7"/>
    <w:rsid w:val="00DF39D3"/>
    <w:rsid w:val="00DF4E53"/>
    <w:rsid w:val="00DF5D1A"/>
    <w:rsid w:val="00E00A6F"/>
    <w:rsid w:val="00E0337F"/>
    <w:rsid w:val="00E0387E"/>
    <w:rsid w:val="00E052E8"/>
    <w:rsid w:val="00E060E4"/>
    <w:rsid w:val="00E07D22"/>
    <w:rsid w:val="00E1015D"/>
    <w:rsid w:val="00E123DF"/>
    <w:rsid w:val="00E1598C"/>
    <w:rsid w:val="00E16C4A"/>
    <w:rsid w:val="00E23CC4"/>
    <w:rsid w:val="00E26140"/>
    <w:rsid w:val="00E3179C"/>
    <w:rsid w:val="00E31A39"/>
    <w:rsid w:val="00E33538"/>
    <w:rsid w:val="00E33DB1"/>
    <w:rsid w:val="00E34822"/>
    <w:rsid w:val="00E36523"/>
    <w:rsid w:val="00E4058D"/>
    <w:rsid w:val="00E40624"/>
    <w:rsid w:val="00E40A49"/>
    <w:rsid w:val="00E43CCA"/>
    <w:rsid w:val="00E453C1"/>
    <w:rsid w:val="00E46026"/>
    <w:rsid w:val="00E46DC2"/>
    <w:rsid w:val="00E535EF"/>
    <w:rsid w:val="00E54160"/>
    <w:rsid w:val="00E541A6"/>
    <w:rsid w:val="00E56FB5"/>
    <w:rsid w:val="00E57FA5"/>
    <w:rsid w:val="00E61142"/>
    <w:rsid w:val="00E636B1"/>
    <w:rsid w:val="00E64659"/>
    <w:rsid w:val="00E667AF"/>
    <w:rsid w:val="00E67FA5"/>
    <w:rsid w:val="00E70F25"/>
    <w:rsid w:val="00E711AA"/>
    <w:rsid w:val="00E71BCD"/>
    <w:rsid w:val="00E72A16"/>
    <w:rsid w:val="00E7349E"/>
    <w:rsid w:val="00E74FFE"/>
    <w:rsid w:val="00E80641"/>
    <w:rsid w:val="00E80765"/>
    <w:rsid w:val="00E81465"/>
    <w:rsid w:val="00E84816"/>
    <w:rsid w:val="00E851C2"/>
    <w:rsid w:val="00E87938"/>
    <w:rsid w:val="00E929B0"/>
    <w:rsid w:val="00E96050"/>
    <w:rsid w:val="00E97FC9"/>
    <w:rsid w:val="00EA0D01"/>
    <w:rsid w:val="00EA3CFE"/>
    <w:rsid w:val="00EA40D8"/>
    <w:rsid w:val="00EA5686"/>
    <w:rsid w:val="00EA6BB4"/>
    <w:rsid w:val="00EA6CD6"/>
    <w:rsid w:val="00EB0C0F"/>
    <w:rsid w:val="00EB3663"/>
    <w:rsid w:val="00EC163D"/>
    <w:rsid w:val="00EC239E"/>
    <w:rsid w:val="00EC5C04"/>
    <w:rsid w:val="00EC5CA7"/>
    <w:rsid w:val="00ED2C45"/>
    <w:rsid w:val="00ED3524"/>
    <w:rsid w:val="00ED3875"/>
    <w:rsid w:val="00ED5BA1"/>
    <w:rsid w:val="00ED603A"/>
    <w:rsid w:val="00ED6C5B"/>
    <w:rsid w:val="00ED7890"/>
    <w:rsid w:val="00EE0893"/>
    <w:rsid w:val="00EE0BE2"/>
    <w:rsid w:val="00EE0D06"/>
    <w:rsid w:val="00EE3246"/>
    <w:rsid w:val="00EE3A69"/>
    <w:rsid w:val="00EE423E"/>
    <w:rsid w:val="00EE4BDF"/>
    <w:rsid w:val="00EE4C0E"/>
    <w:rsid w:val="00EE5F15"/>
    <w:rsid w:val="00EE7782"/>
    <w:rsid w:val="00EF00BE"/>
    <w:rsid w:val="00EF0E34"/>
    <w:rsid w:val="00EF15A0"/>
    <w:rsid w:val="00EF5807"/>
    <w:rsid w:val="00F003BA"/>
    <w:rsid w:val="00F0224F"/>
    <w:rsid w:val="00F0462C"/>
    <w:rsid w:val="00F05126"/>
    <w:rsid w:val="00F0779B"/>
    <w:rsid w:val="00F10AC2"/>
    <w:rsid w:val="00F12B3E"/>
    <w:rsid w:val="00F13DB3"/>
    <w:rsid w:val="00F161B1"/>
    <w:rsid w:val="00F1738A"/>
    <w:rsid w:val="00F213EB"/>
    <w:rsid w:val="00F219D5"/>
    <w:rsid w:val="00F2377F"/>
    <w:rsid w:val="00F24F03"/>
    <w:rsid w:val="00F253B6"/>
    <w:rsid w:val="00F26B3F"/>
    <w:rsid w:val="00F26FE3"/>
    <w:rsid w:val="00F30998"/>
    <w:rsid w:val="00F34D84"/>
    <w:rsid w:val="00F356EA"/>
    <w:rsid w:val="00F368FC"/>
    <w:rsid w:val="00F36BFA"/>
    <w:rsid w:val="00F37030"/>
    <w:rsid w:val="00F40E16"/>
    <w:rsid w:val="00F41DA7"/>
    <w:rsid w:val="00F42314"/>
    <w:rsid w:val="00F443F7"/>
    <w:rsid w:val="00F44902"/>
    <w:rsid w:val="00F44C0A"/>
    <w:rsid w:val="00F44F0F"/>
    <w:rsid w:val="00F45F01"/>
    <w:rsid w:val="00F46648"/>
    <w:rsid w:val="00F505C0"/>
    <w:rsid w:val="00F537A6"/>
    <w:rsid w:val="00F53CED"/>
    <w:rsid w:val="00F5409A"/>
    <w:rsid w:val="00F56255"/>
    <w:rsid w:val="00F573BD"/>
    <w:rsid w:val="00F57BF5"/>
    <w:rsid w:val="00F57E23"/>
    <w:rsid w:val="00F607D6"/>
    <w:rsid w:val="00F614CA"/>
    <w:rsid w:val="00F616BE"/>
    <w:rsid w:val="00F64695"/>
    <w:rsid w:val="00F66218"/>
    <w:rsid w:val="00F67061"/>
    <w:rsid w:val="00F673CD"/>
    <w:rsid w:val="00F677AA"/>
    <w:rsid w:val="00F711E5"/>
    <w:rsid w:val="00F719B3"/>
    <w:rsid w:val="00F75257"/>
    <w:rsid w:val="00F77EE1"/>
    <w:rsid w:val="00F817A8"/>
    <w:rsid w:val="00F82EFC"/>
    <w:rsid w:val="00F83574"/>
    <w:rsid w:val="00F84911"/>
    <w:rsid w:val="00F84D38"/>
    <w:rsid w:val="00F8733C"/>
    <w:rsid w:val="00F94C47"/>
    <w:rsid w:val="00F94DA7"/>
    <w:rsid w:val="00F94EB7"/>
    <w:rsid w:val="00FA18F7"/>
    <w:rsid w:val="00FA4E88"/>
    <w:rsid w:val="00FA50E7"/>
    <w:rsid w:val="00FA6360"/>
    <w:rsid w:val="00FA6636"/>
    <w:rsid w:val="00FA79E6"/>
    <w:rsid w:val="00FB51EE"/>
    <w:rsid w:val="00FB5673"/>
    <w:rsid w:val="00FB71EC"/>
    <w:rsid w:val="00FC110A"/>
    <w:rsid w:val="00FC3F46"/>
    <w:rsid w:val="00FC4357"/>
    <w:rsid w:val="00FC70A7"/>
    <w:rsid w:val="00FC788A"/>
    <w:rsid w:val="00FD0A87"/>
    <w:rsid w:val="00FD0CE4"/>
    <w:rsid w:val="00FD1158"/>
    <w:rsid w:val="00FD3849"/>
    <w:rsid w:val="00FD631A"/>
    <w:rsid w:val="00FD7739"/>
    <w:rsid w:val="00FE0B25"/>
    <w:rsid w:val="00FE214C"/>
    <w:rsid w:val="00FE59F3"/>
    <w:rsid w:val="00FE63CB"/>
    <w:rsid w:val="00FE7560"/>
    <w:rsid w:val="00FF4D5C"/>
    <w:rsid w:val="00FF5BF6"/>
    <w:rsid w:val="00FF62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575F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E1823"/>
    <w:rPr>
      <w:sz w:val="24"/>
      <w:szCs w:val="24"/>
    </w:rPr>
  </w:style>
  <w:style w:type="paragraph" w:styleId="Heading1">
    <w:name w:val="heading 1"/>
    <w:basedOn w:val="Normal"/>
    <w:next w:val="Normal"/>
    <w:link w:val="Heading1Char"/>
    <w:qFormat/>
    <w:rsid w:val="00E40A49"/>
    <w:pPr>
      <w:keepNext/>
      <w:outlineLvl w:val="0"/>
    </w:pPr>
    <w:rPr>
      <w:b/>
      <w:bCs/>
      <w:color w:val="FF00FF"/>
    </w:rPr>
  </w:style>
  <w:style w:type="paragraph" w:styleId="Heading2">
    <w:name w:val="heading 2"/>
    <w:aliases w:val="heading 3"/>
    <w:basedOn w:val="Normal"/>
    <w:next w:val="Normal"/>
    <w:qFormat/>
    <w:rsid w:val="00E40A49"/>
    <w:pPr>
      <w:keepNext/>
      <w:spacing w:before="240" w:after="60"/>
      <w:outlineLvl w:val="1"/>
    </w:pPr>
    <w:rPr>
      <w:rFonts w:ascii="Arial" w:hAnsi="Arial"/>
      <w:b/>
      <w:i/>
      <w:sz w:val="28"/>
      <w:szCs w:val="28"/>
      <w:lang w:val="en-US"/>
    </w:rPr>
  </w:style>
  <w:style w:type="paragraph" w:styleId="Heading3">
    <w:name w:val="heading 3"/>
    <w:basedOn w:val="Normal"/>
    <w:next w:val="Normal"/>
    <w:qFormat/>
    <w:rsid w:val="00E40A49"/>
    <w:pPr>
      <w:keepNext/>
      <w:spacing w:before="100" w:beforeAutospacing="1" w:after="100" w:afterAutospacing="1"/>
      <w:ind w:left="360"/>
      <w:outlineLvl w:val="2"/>
    </w:pPr>
    <w:rPr>
      <w:b/>
      <w:bCs/>
      <w:color w:val="FF00FF"/>
      <w:lang w:val="en-US"/>
    </w:rPr>
  </w:style>
  <w:style w:type="paragraph" w:styleId="Heading4">
    <w:name w:val="heading 4"/>
    <w:basedOn w:val="Normal"/>
    <w:next w:val="Normal"/>
    <w:link w:val="Heading4Char"/>
    <w:uiPriority w:val="9"/>
    <w:unhideWhenUsed/>
    <w:qFormat/>
    <w:rsid w:val="00E40A4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adingHead">
    <w:name w:val="Reading Head"/>
    <w:basedOn w:val="Text"/>
    <w:rsid w:val="003E1823"/>
    <w:pPr>
      <w:pBdr>
        <w:top w:val="single" w:sz="4" w:space="1" w:color="800000"/>
        <w:left w:val="single" w:sz="4" w:space="4" w:color="800000"/>
        <w:bottom w:val="single" w:sz="4" w:space="1" w:color="800000"/>
        <w:right w:val="single" w:sz="4" w:space="4" w:color="800000"/>
      </w:pBdr>
    </w:pPr>
    <w:rPr>
      <w:b/>
      <w:sz w:val="22"/>
      <w:szCs w:val="22"/>
    </w:rPr>
  </w:style>
  <w:style w:type="character" w:customStyle="1" w:styleId="Briefchr">
    <w:name w:val="Brief chr"/>
    <w:rsid w:val="003E1823"/>
    <w:rPr>
      <w:rFonts w:ascii="Times New Roman" w:hAnsi="Times New Roman"/>
      <w:i/>
      <w:color w:val="0000FF"/>
      <w:sz w:val="24"/>
    </w:rPr>
  </w:style>
  <w:style w:type="paragraph" w:customStyle="1" w:styleId="ReadingText">
    <w:name w:val="Reading Text"/>
    <w:basedOn w:val="Text"/>
    <w:rsid w:val="003E1823"/>
    <w:pPr>
      <w:pBdr>
        <w:top w:val="single" w:sz="4" w:space="1" w:color="800000"/>
        <w:left w:val="single" w:sz="4" w:space="4" w:color="800000"/>
        <w:bottom w:val="single" w:sz="4" w:space="1" w:color="800000"/>
        <w:right w:val="single" w:sz="4" w:space="4" w:color="800000"/>
      </w:pBdr>
    </w:pPr>
  </w:style>
  <w:style w:type="paragraph" w:customStyle="1" w:styleId="BriefRealia">
    <w:name w:val="Brief Realia"/>
    <w:basedOn w:val="RealiaText"/>
    <w:rsid w:val="003E1823"/>
    <w:rPr>
      <w:i/>
      <w:color w:val="003366"/>
      <w:sz w:val="24"/>
      <w:szCs w:val="24"/>
    </w:rPr>
  </w:style>
  <w:style w:type="paragraph" w:customStyle="1" w:styleId="RealiaText">
    <w:name w:val="Realia Text"/>
    <w:rsid w:val="003E1823"/>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3E1823"/>
    <w:pPr>
      <w:ind w:left="0" w:firstLine="0"/>
    </w:pPr>
  </w:style>
  <w:style w:type="paragraph" w:customStyle="1" w:styleId="TextList">
    <w:name w:val="Text List"/>
    <w:rsid w:val="003E1823"/>
    <w:pPr>
      <w:tabs>
        <w:tab w:val="left" w:pos="567"/>
      </w:tabs>
      <w:ind w:left="567" w:hanging="567"/>
    </w:pPr>
    <w:rPr>
      <w:rFonts w:ascii="Arial" w:hAnsi="Arial" w:cs="Arial"/>
    </w:rPr>
  </w:style>
  <w:style w:type="paragraph" w:styleId="BalloonText">
    <w:name w:val="Balloon Text"/>
    <w:basedOn w:val="Normal"/>
    <w:link w:val="BalloonTextChar"/>
    <w:semiHidden/>
    <w:rsid w:val="00E40A49"/>
    <w:rPr>
      <w:rFonts w:ascii="Lucida Grande" w:hAnsi="Lucida Grande"/>
      <w:sz w:val="18"/>
      <w:szCs w:val="18"/>
    </w:rPr>
  </w:style>
  <w:style w:type="character" w:customStyle="1" w:styleId="BalloonTextChar">
    <w:name w:val="Balloon Text Char"/>
    <w:link w:val="BalloonText"/>
    <w:semiHidden/>
    <w:locked/>
    <w:rsid w:val="00E40A49"/>
    <w:rPr>
      <w:rFonts w:ascii="Lucida Grande" w:hAnsi="Lucida Grande"/>
      <w:sz w:val="18"/>
      <w:szCs w:val="18"/>
    </w:rPr>
  </w:style>
  <w:style w:type="paragraph" w:styleId="CommentText">
    <w:name w:val="annotation text"/>
    <w:basedOn w:val="Normal"/>
    <w:link w:val="CommentTextChar"/>
    <w:uiPriority w:val="99"/>
    <w:semiHidden/>
    <w:rsid w:val="00E40A49"/>
    <w:rPr>
      <w:sz w:val="20"/>
      <w:szCs w:val="20"/>
    </w:rPr>
  </w:style>
  <w:style w:type="character" w:customStyle="1" w:styleId="CommentTextChar">
    <w:name w:val="Comment Text Char"/>
    <w:link w:val="CommentText"/>
    <w:uiPriority w:val="99"/>
    <w:semiHidden/>
    <w:locked/>
    <w:rsid w:val="00E40A49"/>
  </w:style>
  <w:style w:type="paragraph" w:customStyle="1" w:styleId="BriefPhoto">
    <w:name w:val="Brief Photo"/>
    <w:rsid w:val="003E1823"/>
    <w:pPr>
      <w:spacing w:before="120" w:after="120"/>
    </w:pPr>
    <w:rPr>
      <w:i/>
      <w:color w:val="800080"/>
      <w:sz w:val="24"/>
      <w:szCs w:val="24"/>
    </w:rPr>
  </w:style>
  <w:style w:type="character" w:styleId="CommentReference">
    <w:name w:val="annotation reference"/>
    <w:uiPriority w:val="99"/>
    <w:semiHidden/>
    <w:rsid w:val="00E40A49"/>
    <w:rPr>
      <w:sz w:val="16"/>
      <w:szCs w:val="16"/>
    </w:rPr>
  </w:style>
  <w:style w:type="paragraph" w:styleId="Footer">
    <w:name w:val="footer"/>
    <w:basedOn w:val="Normal"/>
    <w:rsid w:val="00E40A49"/>
    <w:pPr>
      <w:tabs>
        <w:tab w:val="center" w:pos="4153"/>
        <w:tab w:val="right" w:pos="8306"/>
      </w:tabs>
    </w:pPr>
    <w:rPr>
      <w:rFonts w:ascii="Arial" w:hAnsi="Arial"/>
      <w:sz w:val="23"/>
    </w:rPr>
  </w:style>
  <w:style w:type="paragraph" w:styleId="Header">
    <w:name w:val="header"/>
    <w:basedOn w:val="Normal"/>
    <w:rsid w:val="00E40A49"/>
    <w:pPr>
      <w:tabs>
        <w:tab w:val="center" w:pos="4153"/>
        <w:tab w:val="right" w:pos="8306"/>
      </w:tabs>
    </w:pPr>
  </w:style>
  <w:style w:type="paragraph" w:customStyle="1" w:styleId="HeadUnit">
    <w:name w:val="Head Unit"/>
    <w:next w:val="HeadLesson"/>
    <w:autoRedefine/>
    <w:rsid w:val="003E1823"/>
    <w:pPr>
      <w:shd w:val="clear" w:color="auto" w:fill="EEECE1"/>
      <w:spacing w:before="120"/>
    </w:pPr>
    <w:rPr>
      <w:rFonts w:ascii="Arial" w:hAnsi="Arial" w:cs="Arial"/>
      <w:b/>
      <w:sz w:val="36"/>
      <w:szCs w:val="36"/>
    </w:rPr>
  </w:style>
  <w:style w:type="paragraph" w:customStyle="1" w:styleId="HeadASection">
    <w:name w:val="Head A Section"/>
    <w:next w:val="Normal"/>
    <w:link w:val="HeadASectionChar"/>
    <w:autoRedefine/>
    <w:rsid w:val="002A2803"/>
    <w:pPr>
      <w:shd w:val="clear" w:color="auto" w:fill="D9D9D9"/>
      <w:spacing w:before="60" w:after="60"/>
      <w:contextualSpacing/>
    </w:pPr>
    <w:rPr>
      <w:rFonts w:ascii="Arial" w:hAnsi="Arial" w:cs="Arial"/>
      <w:b/>
      <w:sz w:val="28"/>
      <w:szCs w:val="28"/>
      <w:lang w:val="pl-PL" w:eastAsia="pl-PL"/>
    </w:rPr>
  </w:style>
  <w:style w:type="character" w:customStyle="1" w:styleId="HeadASectionChar">
    <w:name w:val="Head A Section Char"/>
    <w:link w:val="HeadASection"/>
    <w:rsid w:val="002A2803"/>
    <w:rPr>
      <w:rFonts w:ascii="Arial" w:hAnsi="Arial" w:cs="Arial"/>
      <w:b/>
      <w:sz w:val="28"/>
      <w:szCs w:val="28"/>
      <w:shd w:val="clear" w:color="auto" w:fill="D9D9D9"/>
      <w:lang w:val="pl-PL" w:eastAsia="pl-PL"/>
    </w:rPr>
  </w:style>
  <w:style w:type="character" w:customStyle="1" w:styleId="Phoneticschr">
    <w:name w:val="Phonetics chr"/>
    <w:rsid w:val="003E1823"/>
    <w:rPr>
      <w:rFonts w:ascii="Charis SIL" w:hAnsi="Charis SIL"/>
    </w:rPr>
  </w:style>
  <w:style w:type="character" w:customStyle="1" w:styleId="GapFillchr">
    <w:name w:val="Gap Fill chr"/>
    <w:rsid w:val="003E1823"/>
    <w:rPr>
      <w:rFonts w:ascii="Courier New" w:hAnsi="Courier New"/>
      <w:b/>
      <w:color w:val="FF6600"/>
      <w:sz w:val="20"/>
      <w:u w:val="dottedHeavy" w:color="000080"/>
    </w:rPr>
  </w:style>
  <w:style w:type="character" w:customStyle="1" w:styleId="Arrowchr">
    <w:name w:val="Arrow chr"/>
    <w:basedOn w:val="DefaultParagraphFont"/>
    <w:rsid w:val="003E1823"/>
  </w:style>
  <w:style w:type="paragraph" w:customStyle="1" w:styleId="RealiaHead">
    <w:name w:val="Realia Head"/>
    <w:basedOn w:val="RealiaText"/>
    <w:rsid w:val="003E1823"/>
    <w:pPr>
      <w:spacing w:before="240" w:after="60"/>
    </w:pPr>
    <w:rPr>
      <w:b/>
      <w:u w:val="single"/>
    </w:rPr>
  </w:style>
  <w:style w:type="paragraph" w:styleId="NoSpacing">
    <w:name w:val="No Spacing"/>
    <w:qFormat/>
    <w:rsid w:val="00E40A49"/>
    <w:rPr>
      <w:sz w:val="24"/>
      <w:szCs w:val="24"/>
    </w:rPr>
  </w:style>
  <w:style w:type="paragraph" w:styleId="CommentSubject">
    <w:name w:val="annotation subject"/>
    <w:basedOn w:val="CommentText"/>
    <w:next w:val="CommentText"/>
    <w:semiHidden/>
    <w:rsid w:val="00E40A49"/>
    <w:rPr>
      <w:sz w:val="24"/>
      <w:szCs w:val="24"/>
    </w:rPr>
  </w:style>
  <w:style w:type="table" w:styleId="TableGrid">
    <w:name w:val="Table Grid"/>
    <w:basedOn w:val="TableNormal"/>
    <w:rsid w:val="003E1823"/>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3E1823"/>
    <w:pPr>
      <w:spacing w:before="120" w:after="120"/>
    </w:pPr>
    <w:rPr>
      <w:i/>
      <w:color w:val="0000FF"/>
      <w:sz w:val="24"/>
      <w:szCs w:val="24"/>
    </w:rPr>
  </w:style>
  <w:style w:type="paragraph" w:customStyle="1" w:styleId="BriefArtwork">
    <w:name w:val="Brief Artwork"/>
    <w:basedOn w:val="BriefPhoto"/>
    <w:rsid w:val="003E1823"/>
    <w:rPr>
      <w:color w:val="333399"/>
    </w:rPr>
  </w:style>
  <w:style w:type="paragraph" w:customStyle="1" w:styleId="Rubric">
    <w:name w:val="Rubric"/>
    <w:rsid w:val="003E1823"/>
    <w:pPr>
      <w:spacing w:before="120"/>
      <w:contextualSpacing/>
    </w:pPr>
    <w:rPr>
      <w:rFonts w:ascii="Arial" w:hAnsi="Arial" w:cs="Arial"/>
      <w:b/>
    </w:rPr>
  </w:style>
  <w:style w:type="paragraph" w:customStyle="1" w:styleId="WordBox">
    <w:name w:val="Word Box"/>
    <w:basedOn w:val="Normal"/>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Heading4Char">
    <w:name w:val="Heading 4 Char"/>
    <w:basedOn w:val="DefaultParagraphFont"/>
    <w:link w:val="Heading4"/>
    <w:uiPriority w:val="9"/>
    <w:rsid w:val="00E40A49"/>
    <w:rPr>
      <w:rFonts w:ascii="Cambria" w:hAnsi="Cambria"/>
      <w:b/>
      <w:bCs/>
      <w:i/>
      <w:iCs/>
      <w:color w:val="4F81BD"/>
      <w:sz w:val="24"/>
      <w:szCs w:val="24"/>
    </w:rPr>
  </w:style>
  <w:style w:type="character" w:customStyle="1" w:styleId="Heading1Char">
    <w:name w:val="Heading 1 Char"/>
    <w:link w:val="Heading1"/>
    <w:rsid w:val="00E40A49"/>
    <w:rPr>
      <w:b/>
      <w:bCs/>
      <w:color w:val="FF00FF"/>
      <w:sz w:val="24"/>
      <w:szCs w:val="24"/>
    </w:rPr>
  </w:style>
  <w:style w:type="paragraph" w:customStyle="1" w:styleId="AnswerKey">
    <w:name w:val="Answer Key"/>
    <w:basedOn w:val="Normal"/>
    <w:rsid w:val="003E1823"/>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3E1823"/>
    <w:rPr>
      <w:b/>
    </w:rPr>
  </w:style>
  <w:style w:type="paragraph" w:customStyle="1" w:styleId="TextDialogue">
    <w:name w:val="Text Dialogue"/>
    <w:basedOn w:val="TextList"/>
    <w:rsid w:val="003E1823"/>
    <w:pPr>
      <w:tabs>
        <w:tab w:val="clear" w:pos="567"/>
        <w:tab w:val="left" w:pos="1418"/>
      </w:tabs>
      <w:ind w:left="1418" w:hanging="1418"/>
    </w:pPr>
  </w:style>
  <w:style w:type="paragraph" w:customStyle="1" w:styleId="Audioscript">
    <w:name w:val="Audioscript"/>
    <w:basedOn w:val="TextDialogue"/>
    <w:rsid w:val="003E1823"/>
  </w:style>
  <w:style w:type="paragraph" w:customStyle="1" w:styleId="AudioscriptHead">
    <w:name w:val="Audioscript Head"/>
    <w:basedOn w:val="Audioscript"/>
    <w:rsid w:val="003E1823"/>
    <w:pPr>
      <w:ind w:left="0" w:firstLine="0"/>
    </w:pPr>
    <w:rPr>
      <w:sz w:val="24"/>
      <w:szCs w:val="24"/>
    </w:rPr>
  </w:style>
  <w:style w:type="paragraph" w:customStyle="1" w:styleId="AudioscriptSpeaker">
    <w:name w:val="Audioscript Speaker"/>
    <w:basedOn w:val="Audioscript"/>
    <w:rsid w:val="003E1823"/>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HeadASection"/>
    <w:rsid w:val="003E1823"/>
    <w:pPr>
      <w:shd w:val="clear" w:color="auto" w:fill="DDD9C3"/>
      <w:spacing w:before="240" w:after="120"/>
    </w:pPr>
    <w:rPr>
      <w:rFonts w:ascii="Arial" w:hAnsi="Arial" w:cs="Arial"/>
      <w:b/>
      <w:sz w:val="32"/>
      <w:szCs w:val="32"/>
    </w:rPr>
  </w:style>
  <w:style w:type="paragraph" w:customStyle="1" w:styleId="RevisionHeadA">
    <w:name w:val="Revision Head A"/>
    <w:next w:val="Normal"/>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
    <w:rsid w:val="00E40A49"/>
    <w:pPr>
      <w:shd w:val="clear" w:color="auto" w:fill="FF5050"/>
      <w:tabs>
        <w:tab w:val="left" w:pos="567"/>
      </w:tabs>
    </w:pPr>
    <w:rPr>
      <w:rFonts w:ascii="Arial" w:hAnsi="Arial"/>
      <w:szCs w:val="20"/>
    </w:rPr>
  </w:style>
  <w:style w:type="paragraph" w:customStyle="1" w:styleId="EXAMTASKTYPE">
    <w:name w:val="EXAM TASK TYPE"/>
    <w:basedOn w:val="Normal"/>
    <w:qFormat/>
    <w:rsid w:val="003E1823"/>
    <w:pPr>
      <w:shd w:val="clear" w:color="auto" w:fill="F2F2F2"/>
      <w:tabs>
        <w:tab w:val="left" w:pos="567"/>
      </w:tabs>
    </w:pPr>
    <w:rPr>
      <w:rFonts w:ascii="Arial" w:hAnsi="Arial"/>
      <w:sz w:val="20"/>
      <w:szCs w:val="20"/>
    </w:rPr>
  </w:style>
  <w:style w:type="paragraph" w:customStyle="1" w:styleId="ComponentNotes">
    <w:name w:val="Component Notes"/>
    <w:basedOn w:val="Text"/>
    <w:rsid w:val="003E1823"/>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
    <w:rsid w:val="003E1823"/>
    <w:pPr>
      <w:spacing w:before="120" w:after="120"/>
    </w:pPr>
    <w:rPr>
      <w:i/>
      <w:color w:val="008000"/>
    </w:rPr>
  </w:style>
  <w:style w:type="paragraph" w:customStyle="1" w:styleId="TextExample">
    <w:name w:val="Text Example"/>
    <w:basedOn w:val="TextList"/>
    <w:rsid w:val="003E1823"/>
    <w:rPr>
      <w:i/>
      <w:color w:val="339966"/>
    </w:rPr>
  </w:style>
  <w:style w:type="paragraph" w:customStyle="1" w:styleId="TextReference">
    <w:name w:val="Text Reference"/>
    <w:basedOn w:val="Normal"/>
    <w:rsid w:val="003E1823"/>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3E1823"/>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efaultParagraphFont"/>
    <w:rsid w:val="00E40A49"/>
    <w:rPr>
      <w:caps/>
      <w:color w:val="800000"/>
    </w:rPr>
  </w:style>
  <w:style w:type="character" w:customStyle="1" w:styleId="HighlightedTextChr">
    <w:name w:val="Highlighted Text Chr"/>
    <w:basedOn w:val="DefaultParagraphFont"/>
    <w:rsid w:val="00E40A49"/>
    <w:rPr>
      <w:bdr w:val="none" w:sz="0" w:space="0" w:color="auto"/>
      <w:shd w:val="clear" w:color="auto" w:fill="FFFF00"/>
    </w:rPr>
  </w:style>
  <w:style w:type="character" w:customStyle="1" w:styleId="ExampleChr">
    <w:name w:val="Example Chr"/>
    <w:rsid w:val="003E1823"/>
    <w:rPr>
      <w:i/>
      <w:color w:val="339966"/>
    </w:rPr>
  </w:style>
  <w:style w:type="paragraph" w:customStyle="1" w:styleId="ClassBoxHead">
    <w:name w:val="Class Box 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ListParagraph">
    <w:name w:val="List Paragraph"/>
    <w:basedOn w:val="Normal"/>
    <w:uiPriority w:val="34"/>
    <w:qFormat/>
    <w:rsid w:val="00E40A49"/>
    <w:pPr>
      <w:ind w:left="720"/>
    </w:pPr>
  </w:style>
  <w:style w:type="paragraph" w:styleId="BodyText">
    <w:name w:val="Body Text"/>
    <w:basedOn w:val="Normal"/>
    <w:link w:val="BodyTextChar"/>
    <w:uiPriority w:val="1"/>
    <w:unhideWhenUsed/>
    <w:qFormat/>
    <w:rsid w:val="00E40A49"/>
    <w:pPr>
      <w:spacing w:before="53"/>
      <w:ind w:left="699" w:hanging="284"/>
    </w:pPr>
    <w:rPr>
      <w:rFonts w:ascii="Century" w:eastAsia="Century" w:hAnsi="Century"/>
      <w:sz w:val="18"/>
      <w:szCs w:val="18"/>
    </w:rPr>
  </w:style>
  <w:style w:type="character" w:customStyle="1" w:styleId="BodyTextChar">
    <w:name w:val="Body Text Char"/>
    <w:basedOn w:val="DefaultParagraphFont"/>
    <w:link w:val="BodyText"/>
    <w:uiPriority w:val="1"/>
    <w:rsid w:val="00E40A49"/>
    <w:rPr>
      <w:rFonts w:ascii="Century" w:eastAsia="Century" w:hAnsi="Century"/>
      <w:sz w:val="18"/>
      <w:szCs w:val="18"/>
    </w:rPr>
  </w:style>
  <w:style w:type="paragraph" w:customStyle="1" w:styleId="TableParagraph">
    <w:name w:val="Table Paragraph"/>
    <w:basedOn w:val="Normal"/>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Revision">
    <w:name w:val="Revision"/>
    <w:hidden/>
    <w:uiPriority w:val="99"/>
    <w:semiHidden/>
    <w:rsid w:val="005B177C"/>
    <w:rPr>
      <w:sz w:val="24"/>
      <w:szCs w:val="24"/>
    </w:rPr>
  </w:style>
  <w:style w:type="paragraph" w:customStyle="1" w:styleId="p1">
    <w:name w:val="p1"/>
    <w:basedOn w:val="Normal"/>
    <w:rsid w:val="00410F3A"/>
    <w:rPr>
      <w:rFonts w:ascii="Helvetica" w:hAnsi="Helvetica"/>
      <w:sz w:val="11"/>
      <w:szCs w:val="11"/>
      <w:lang w:val="en-US" w:eastAsia="en-US"/>
    </w:rPr>
  </w:style>
  <w:style w:type="character" w:customStyle="1" w:styleId="apple-converted-space">
    <w:name w:val="apple-converted-space"/>
    <w:basedOn w:val="DefaultParagraphFont"/>
    <w:rsid w:val="00410F3A"/>
  </w:style>
  <w:style w:type="character" w:styleId="Hyperlink">
    <w:name w:val="Hyperlink"/>
    <w:basedOn w:val="DefaultParagraphFont"/>
    <w:unhideWhenUsed/>
    <w:rsid w:val="00426D6E"/>
    <w:rPr>
      <w:color w:val="0000FF" w:themeColor="hyperlink"/>
      <w:u w:val="single"/>
    </w:rPr>
  </w:style>
  <w:style w:type="character" w:styleId="FollowedHyperlink">
    <w:name w:val="FollowedHyperlink"/>
    <w:basedOn w:val="DefaultParagraphFont"/>
    <w:semiHidden/>
    <w:unhideWhenUsed/>
    <w:rsid w:val="00426D6E"/>
    <w:rPr>
      <w:color w:val="800080" w:themeColor="followedHyperlink"/>
      <w:u w:val="single"/>
    </w:rPr>
  </w:style>
  <w:style w:type="paragraph" w:customStyle="1" w:styleId="VocabularyHead">
    <w:name w:val="Vocabulary Head"/>
    <w:basedOn w:val="Text"/>
    <w:rsid w:val="003E1823"/>
    <w:pPr>
      <w:pBdr>
        <w:top w:val="single" w:sz="4" w:space="1" w:color="000080"/>
        <w:left w:val="single" w:sz="4" w:space="4" w:color="000080"/>
        <w:bottom w:val="single" w:sz="4" w:space="1" w:color="000080"/>
        <w:right w:val="single" w:sz="4" w:space="4" w:color="000080"/>
      </w:pBdr>
    </w:pPr>
    <w:rPr>
      <w:b/>
      <w:sz w:val="22"/>
      <w:szCs w:val="22"/>
    </w:rPr>
  </w:style>
  <w:style w:type="paragraph" w:customStyle="1" w:styleId="VocabularySubhead">
    <w:name w:val="Vocabulary Subhead"/>
    <w:basedOn w:val="Text"/>
    <w:rsid w:val="003E1823"/>
    <w:pPr>
      <w:pBdr>
        <w:top w:val="single" w:sz="4" w:space="1" w:color="000080"/>
        <w:left w:val="single" w:sz="4" w:space="4" w:color="000080"/>
        <w:bottom w:val="single" w:sz="4" w:space="1" w:color="000080"/>
        <w:right w:val="single" w:sz="4" w:space="4" w:color="000080"/>
      </w:pBdr>
    </w:pPr>
    <w:rPr>
      <w:b/>
    </w:rPr>
  </w:style>
  <w:style w:type="paragraph" w:customStyle="1" w:styleId="VocabularyText">
    <w:name w:val="Vocabulary Text"/>
    <w:basedOn w:val="Text"/>
    <w:rsid w:val="003E1823"/>
    <w:pPr>
      <w:pBdr>
        <w:top w:val="single" w:sz="4" w:space="1" w:color="000080"/>
        <w:left w:val="single" w:sz="4" w:space="4" w:color="000080"/>
        <w:bottom w:val="single" w:sz="4" w:space="1" w:color="000080"/>
        <w:right w:val="single" w:sz="4" w:space="4" w:color="000080"/>
      </w:pBdr>
    </w:pPr>
  </w:style>
  <w:style w:type="paragraph" w:customStyle="1" w:styleId="ReadingSubhead">
    <w:name w:val="Reading Subhead"/>
    <w:basedOn w:val="Text"/>
    <w:rsid w:val="003E1823"/>
    <w:pPr>
      <w:pBdr>
        <w:top w:val="single" w:sz="4" w:space="1" w:color="800000"/>
        <w:left w:val="single" w:sz="4" w:space="4" w:color="800000"/>
        <w:bottom w:val="single" w:sz="4" w:space="1" w:color="800000"/>
        <w:right w:val="single" w:sz="4" w:space="4" w:color="800000"/>
      </w:pBdr>
    </w:pPr>
    <w:rPr>
      <w:b/>
    </w:rPr>
  </w:style>
  <w:style w:type="paragraph" w:customStyle="1" w:styleId="ListeningHead">
    <w:name w:val="Listening Head"/>
    <w:basedOn w:val="Text"/>
    <w:rsid w:val="003E1823"/>
    <w:pPr>
      <w:pBdr>
        <w:top w:val="single" w:sz="4" w:space="1" w:color="003300"/>
        <w:left w:val="single" w:sz="4" w:space="4" w:color="003300"/>
        <w:bottom w:val="single" w:sz="4" w:space="1" w:color="003300"/>
        <w:right w:val="single" w:sz="4" w:space="4" w:color="003300"/>
      </w:pBdr>
    </w:pPr>
    <w:rPr>
      <w:b/>
      <w:sz w:val="22"/>
      <w:szCs w:val="22"/>
    </w:rPr>
  </w:style>
  <w:style w:type="paragraph" w:customStyle="1" w:styleId="ListeningSubhead">
    <w:name w:val="Listening Subhead"/>
    <w:basedOn w:val="Text"/>
    <w:rsid w:val="003E1823"/>
    <w:pPr>
      <w:pBdr>
        <w:top w:val="single" w:sz="4" w:space="1" w:color="003300"/>
        <w:left w:val="single" w:sz="4" w:space="4" w:color="003300"/>
        <w:bottom w:val="single" w:sz="4" w:space="1" w:color="003300"/>
        <w:right w:val="single" w:sz="4" w:space="4" w:color="003300"/>
      </w:pBdr>
    </w:pPr>
    <w:rPr>
      <w:b/>
    </w:rPr>
  </w:style>
  <w:style w:type="paragraph" w:customStyle="1" w:styleId="ListeningText">
    <w:name w:val="Listening Text"/>
    <w:basedOn w:val="Text"/>
    <w:rsid w:val="003E1823"/>
    <w:pPr>
      <w:pBdr>
        <w:top w:val="single" w:sz="4" w:space="1" w:color="003300"/>
        <w:left w:val="single" w:sz="4" w:space="4" w:color="003300"/>
        <w:bottom w:val="single" w:sz="4" w:space="1" w:color="003300"/>
        <w:right w:val="single" w:sz="4" w:space="4" w:color="003300"/>
      </w:pBdr>
    </w:pPr>
  </w:style>
  <w:style w:type="paragraph" w:customStyle="1" w:styleId="SpeakingHead">
    <w:name w:val="Speaking Head"/>
    <w:basedOn w:val="Text"/>
    <w:rsid w:val="003E1823"/>
    <w:pPr>
      <w:pBdr>
        <w:top w:val="single" w:sz="4" w:space="1" w:color="333399"/>
        <w:left w:val="single" w:sz="4" w:space="4" w:color="333399"/>
        <w:bottom w:val="single" w:sz="4" w:space="1" w:color="333399"/>
        <w:right w:val="single" w:sz="4" w:space="4" w:color="333399"/>
      </w:pBdr>
    </w:pPr>
    <w:rPr>
      <w:b/>
      <w:sz w:val="22"/>
      <w:szCs w:val="22"/>
    </w:rPr>
  </w:style>
  <w:style w:type="paragraph" w:customStyle="1" w:styleId="SpeakingSubhead">
    <w:name w:val="Speaking Subhead"/>
    <w:basedOn w:val="Text"/>
    <w:rsid w:val="003E1823"/>
    <w:pPr>
      <w:pBdr>
        <w:top w:val="single" w:sz="4" w:space="1" w:color="333399"/>
        <w:left w:val="single" w:sz="4" w:space="4" w:color="333399"/>
        <w:bottom w:val="single" w:sz="4" w:space="1" w:color="333399"/>
        <w:right w:val="single" w:sz="4" w:space="4" w:color="333399"/>
      </w:pBdr>
    </w:pPr>
    <w:rPr>
      <w:b/>
    </w:rPr>
  </w:style>
  <w:style w:type="paragraph" w:customStyle="1" w:styleId="SpeakingText">
    <w:name w:val="Speaking Text"/>
    <w:basedOn w:val="Text"/>
    <w:rsid w:val="003E1823"/>
    <w:pPr>
      <w:pBdr>
        <w:top w:val="single" w:sz="4" w:space="1" w:color="333399"/>
        <w:left w:val="single" w:sz="4" w:space="4" w:color="333399"/>
        <w:bottom w:val="single" w:sz="4" w:space="1" w:color="333399"/>
        <w:right w:val="single" w:sz="4" w:space="4" w:color="333399"/>
      </w:pBdr>
    </w:pPr>
  </w:style>
  <w:style w:type="paragraph" w:customStyle="1" w:styleId="GrammarBoxHead">
    <w:name w:val="Grammar Box Head"/>
    <w:basedOn w:val="Normal"/>
    <w:rsid w:val="003E1823"/>
    <w:pPr>
      <w:shd w:val="clear" w:color="auto" w:fill="A8B7E8"/>
      <w:tabs>
        <w:tab w:val="left" w:pos="540"/>
        <w:tab w:val="left" w:pos="4500"/>
      </w:tabs>
      <w:spacing w:before="120" w:after="120"/>
      <w:ind w:left="539" w:hanging="539"/>
      <w:contextualSpacing/>
    </w:pPr>
    <w:rPr>
      <w:rFonts w:ascii="Arial" w:hAnsi="Arial" w:cs="Arial"/>
      <w:b/>
      <w:szCs w:val="20"/>
    </w:rPr>
  </w:style>
  <w:style w:type="paragraph" w:customStyle="1" w:styleId="GrammarBoxSubhead">
    <w:name w:val="Grammar Box Subhead"/>
    <w:basedOn w:val="GrammarBoxHead"/>
    <w:rsid w:val="003E1823"/>
    <w:pPr>
      <w:shd w:val="clear" w:color="auto" w:fill="B7C4ED"/>
    </w:pPr>
    <w:rPr>
      <w:sz w:val="20"/>
    </w:rPr>
  </w:style>
  <w:style w:type="paragraph" w:customStyle="1" w:styleId="GrammarBoxText">
    <w:name w:val="Grammar Box Text"/>
    <w:basedOn w:val="Normal"/>
    <w:rsid w:val="003E1823"/>
    <w:pPr>
      <w:shd w:val="clear" w:color="auto" w:fill="C9D2EF"/>
      <w:tabs>
        <w:tab w:val="left" w:pos="540"/>
        <w:tab w:val="left" w:pos="4500"/>
      </w:tabs>
      <w:spacing w:after="120"/>
      <w:ind w:left="539" w:hanging="539"/>
      <w:contextualSpacing/>
    </w:pPr>
    <w:rPr>
      <w:rFonts w:ascii="Arial" w:hAnsi="Arial" w:cs="Arial"/>
      <w:sz w:val="20"/>
      <w:szCs w:val="20"/>
    </w:rPr>
  </w:style>
  <w:style w:type="paragraph" w:customStyle="1" w:styleId="HeadBSubsection">
    <w:name w:val="Head B Subsection"/>
    <w:next w:val="Normal"/>
    <w:autoRedefine/>
    <w:rsid w:val="003E1823"/>
    <w:pPr>
      <w:shd w:val="clear" w:color="auto" w:fill="EDEDED"/>
      <w:spacing w:before="120" w:after="60"/>
    </w:pPr>
    <w:rPr>
      <w:rFonts w:ascii="Arial" w:hAnsi="Arial" w:cs="Arial"/>
      <w:b/>
      <w:sz w:val="24"/>
      <w:szCs w:val="24"/>
    </w:rPr>
  </w:style>
  <w:style w:type="paragraph" w:customStyle="1" w:styleId="HeadCSubsubsection">
    <w:name w:val="Head C Subsubsection"/>
    <w:basedOn w:val="Rubric"/>
    <w:rsid w:val="003E1823"/>
    <w:pPr>
      <w:shd w:val="clear" w:color="auto" w:fill="CCECFF"/>
    </w:pPr>
  </w:style>
  <w:style w:type="paragraph" w:customStyle="1" w:styleId="UnitObjectives">
    <w:name w:val="Unit Objectives"/>
    <w:rsid w:val="003E1823"/>
    <w:pPr>
      <w:pBdr>
        <w:top w:val="dotted" w:sz="4" w:space="1" w:color="auto"/>
        <w:left w:val="dotted" w:sz="4" w:space="4" w:color="auto"/>
        <w:bottom w:val="dotted" w:sz="4" w:space="1" w:color="auto"/>
        <w:right w:val="dotted" w:sz="4" w:space="4" w:color="auto"/>
      </w:pBdr>
      <w:spacing w:before="120" w:after="120"/>
      <w:contextualSpacing/>
    </w:pPr>
    <w:rPr>
      <w:sz w:val="24"/>
      <w:szCs w:val="24"/>
    </w:rPr>
  </w:style>
  <w:style w:type="paragraph" w:customStyle="1" w:styleId="UnitObjectivesHead">
    <w:name w:val="Unit Objectives Head"/>
    <w:basedOn w:val="UnitObjectives"/>
    <w:rsid w:val="003E1823"/>
    <w:rPr>
      <w:b/>
    </w:rPr>
  </w:style>
  <w:style w:type="paragraph" w:customStyle="1" w:styleId="CommonErrorsHead">
    <w:name w:val="Common Errors Head"/>
    <w:basedOn w:val="VocabularyHead"/>
    <w:rsid w:val="003E1823"/>
    <w:pPr>
      <w:pBdr>
        <w:top w:val="single" w:sz="4" w:space="1" w:color="008000"/>
        <w:left w:val="single" w:sz="4" w:space="4" w:color="008000"/>
        <w:bottom w:val="single" w:sz="4" w:space="1" w:color="008000"/>
        <w:right w:val="single" w:sz="4" w:space="4" w:color="008000"/>
      </w:pBdr>
    </w:pPr>
  </w:style>
  <w:style w:type="paragraph" w:customStyle="1" w:styleId="CommonErrorsSubhead">
    <w:name w:val="Common Errors Subhead"/>
    <w:basedOn w:val="VocabularySubhead"/>
    <w:rsid w:val="003E1823"/>
    <w:pPr>
      <w:pBdr>
        <w:top w:val="single" w:sz="4" w:space="1" w:color="008000"/>
        <w:left w:val="single" w:sz="4" w:space="4" w:color="008000"/>
        <w:bottom w:val="single" w:sz="4" w:space="1" w:color="008000"/>
        <w:right w:val="single" w:sz="4" w:space="4" w:color="008000"/>
      </w:pBdr>
    </w:pPr>
  </w:style>
  <w:style w:type="paragraph" w:customStyle="1" w:styleId="CommonErrorsText">
    <w:name w:val="Common Errors Text"/>
    <w:basedOn w:val="VocabularyText"/>
    <w:rsid w:val="003E1823"/>
    <w:pPr>
      <w:pBdr>
        <w:top w:val="single" w:sz="4" w:space="1" w:color="008000"/>
        <w:left w:val="single" w:sz="4" w:space="4" w:color="008000"/>
        <w:bottom w:val="single" w:sz="4" w:space="1" w:color="008000"/>
        <w:right w:val="single" w:sz="4" w:space="4" w:color="008000"/>
      </w:pBdr>
    </w:pPr>
  </w:style>
  <w:style w:type="paragraph" w:customStyle="1" w:styleId="WritingText">
    <w:name w:val="Writing Text"/>
    <w:basedOn w:val="VocabularyText"/>
    <w:rsid w:val="003E1823"/>
    <w:pPr>
      <w:pBdr>
        <w:top w:val="single" w:sz="4" w:space="1" w:color="808000"/>
        <w:left w:val="single" w:sz="4" w:space="4" w:color="808000"/>
        <w:bottom w:val="single" w:sz="4" w:space="1" w:color="808000"/>
        <w:right w:val="single" w:sz="4" w:space="4" w:color="808000"/>
      </w:pBdr>
    </w:pPr>
  </w:style>
  <w:style w:type="paragraph" w:customStyle="1" w:styleId="WritingSubhead">
    <w:name w:val="Writing Subhead"/>
    <w:basedOn w:val="VocabularySubhead"/>
    <w:rsid w:val="003E1823"/>
    <w:pPr>
      <w:pBdr>
        <w:top w:val="single" w:sz="4" w:space="1" w:color="808000"/>
        <w:left w:val="single" w:sz="4" w:space="4" w:color="808000"/>
        <w:bottom w:val="single" w:sz="4" w:space="1" w:color="808000"/>
        <w:right w:val="single" w:sz="4" w:space="4" w:color="808000"/>
      </w:pBdr>
    </w:pPr>
  </w:style>
  <w:style w:type="paragraph" w:customStyle="1" w:styleId="WritingHead">
    <w:name w:val="Writing Head"/>
    <w:basedOn w:val="VocabularyHead"/>
    <w:rsid w:val="003E1823"/>
    <w:pPr>
      <w:pBdr>
        <w:top w:val="single" w:sz="4" w:space="1" w:color="808000"/>
        <w:left w:val="single" w:sz="4" w:space="4" w:color="808000"/>
        <w:bottom w:val="single" w:sz="4" w:space="1" w:color="808000"/>
        <w:right w:val="single" w:sz="4" w:space="4" w:color="808000"/>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73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gzawi\Documents\_Business%20Partner\New%20Core%20U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Core UK</Template>
  <TotalTime>0</TotalTime>
  <Pages>4</Pages>
  <Words>1838</Words>
  <Characters>11033</Characters>
  <Application>Microsoft Office Word</Application>
  <DocSecurity>0</DocSecurity>
  <Lines>91</Lines>
  <Paragraphs>25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1</vt:lpstr>
      <vt:lpstr>1</vt:lpstr>
    </vt:vector>
  </TitlesOfParts>
  <Company>Microsoft</Company>
  <LinksUpToDate>false</LinksUpToDate>
  <CharactersWithSpaces>12846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Ziad</dc:creator>
  <cp:lastModifiedBy>Tarkowska, Alicja</cp:lastModifiedBy>
  <cp:revision>2</cp:revision>
  <cp:lastPrinted>2019-05-27T11:21:00Z</cp:lastPrinted>
  <dcterms:created xsi:type="dcterms:W3CDTF">2019-09-25T13:44:00Z</dcterms:created>
  <dcterms:modified xsi:type="dcterms:W3CDTF">2019-09-25T13:44:00Z</dcterms:modified>
</cp:coreProperties>
</file>